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BAB6C" w14:textId="26555AB0" w:rsidR="004759D2" w:rsidRDefault="009B59C9" w:rsidP="004759D2">
      <w:pPr>
        <w:pStyle w:val="Heading1"/>
      </w:pPr>
      <w:bookmarkStart w:id="0" w:name="_Toc511220124"/>
      <w:r w:rsidRPr="00944D8C">
        <w:t>Skills</w:t>
      </w:r>
      <w:r>
        <w:t xml:space="preserve"> A</w:t>
      </w:r>
      <w:r w:rsidRPr="00944D8C">
        <w:t>ssessment</w:t>
      </w:r>
      <w:r w:rsidR="004759D2">
        <w:t xml:space="preserve">: Manual Handling </w:t>
      </w:r>
    </w:p>
    <w:p w14:paraId="7B7ED6DB" w14:textId="76FA2D22" w:rsidR="004759D2" w:rsidRPr="004759D2" w:rsidRDefault="00B94D67" w:rsidP="004759D2">
      <w:pPr>
        <w:rPr>
          <w:b/>
          <w:sz w:val="32"/>
          <w:lang w:eastAsia="en-AU"/>
        </w:rPr>
      </w:pPr>
      <w:r>
        <w:rPr>
          <w:b/>
          <w:sz w:val="32"/>
          <w:lang w:eastAsia="en-AU"/>
        </w:rPr>
        <w:t>Event 2 of 3</w:t>
      </w:r>
    </w:p>
    <w:p w14:paraId="6E6C1F14" w14:textId="77777777" w:rsidR="004759D2" w:rsidRPr="00105BC5" w:rsidRDefault="009B59C9" w:rsidP="004759D2">
      <w:pPr>
        <w:pStyle w:val="Heading1"/>
      </w:pPr>
      <w:r>
        <w:rPr>
          <w:rFonts w:eastAsia="MS Mincho"/>
          <w:lang w:val="en-US" w:bidi="en-US"/>
        </w:rPr>
        <w:t>Trainer &amp; Assessor M</w:t>
      </w:r>
      <w:r w:rsidRPr="00B30F8E">
        <w:rPr>
          <w:rFonts w:eastAsia="MS Mincho"/>
          <w:lang w:val="en-US" w:bidi="en-US"/>
        </w:rPr>
        <w:t xml:space="preserve">arking </w:t>
      </w:r>
      <w:r>
        <w:rPr>
          <w:rFonts w:eastAsia="MS Mincho"/>
          <w:lang w:val="en-US" w:bidi="en-US"/>
        </w:rPr>
        <w:t>G</w:t>
      </w:r>
      <w:r w:rsidRPr="00B30F8E">
        <w:rPr>
          <w:rFonts w:eastAsia="MS Mincho"/>
          <w:lang w:val="en-US" w:bidi="en-US"/>
        </w:rPr>
        <w:t>uide</w:t>
      </w:r>
    </w:p>
    <w:p w14:paraId="7681680F" w14:textId="77777777" w:rsidR="004759D2" w:rsidRPr="00A56627" w:rsidRDefault="009B59C9" w:rsidP="004759D2">
      <w:pPr>
        <w:pStyle w:val="Heading2"/>
      </w:pPr>
      <w:r w:rsidRPr="00A56627">
        <w:t>Criteria</w:t>
      </w:r>
    </w:p>
    <w:p w14:paraId="5D820361" w14:textId="77777777" w:rsidR="004759D2" w:rsidRDefault="009B59C9" w:rsidP="004759D2">
      <w:pPr>
        <w:pStyle w:val="Heading3"/>
      </w:pPr>
      <w:r w:rsidRPr="007A6B4A">
        <w:t>Unit code, name and release number</w:t>
      </w:r>
    </w:p>
    <w:p w14:paraId="5FC88ADC" w14:textId="77777777" w:rsidR="004759D2" w:rsidRPr="00D83795" w:rsidRDefault="009B59C9" w:rsidP="004759D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MEM13014A - Apply principles of occupational health and safety in the work environment (1)</w:t>
      </w:r>
      <w:bookmarkEnd w:id="1"/>
    </w:p>
    <w:p w14:paraId="459EA9CB" w14:textId="77777777" w:rsidR="00BB2ACB" w:rsidRPr="00EA36EB" w:rsidRDefault="00BB2ACB" w:rsidP="00BB2AC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EA36EB">
        <w:rPr>
          <w:color w:val="FF0000"/>
          <w:sz w:val="22"/>
          <w:szCs w:val="22"/>
          <w:lang w:eastAsia="en-AU"/>
        </w:rPr>
        <w:t>This unit sits in all the qualifications below.  This assessmen</w:t>
      </w:r>
      <w:r>
        <w:rPr>
          <w:color w:val="FF0000"/>
          <w:sz w:val="22"/>
          <w:szCs w:val="22"/>
          <w:lang w:eastAsia="en-AU"/>
        </w:rPr>
        <w:t>t is not to be amended</w:t>
      </w:r>
    </w:p>
    <w:p w14:paraId="02E5D217" w14:textId="77777777" w:rsidR="004759D2" w:rsidRDefault="009B59C9" w:rsidP="004759D2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5B96B69" w14:textId="77777777" w:rsidR="004759D2" w:rsidRPr="00D83795" w:rsidRDefault="009B59C9" w:rsidP="004759D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2"/>
    </w:p>
    <w:p w14:paraId="7501ACD6" w14:textId="7754AF79" w:rsidR="00BB2ACB" w:rsidRDefault="00BB2ACB" w:rsidP="00BB2AC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MEM30205 - Certificate III in Engineering – Mechanical Trade (</w:t>
      </w:r>
      <w:r w:rsidR="00645FEF">
        <w:rPr>
          <w:sz w:val="22"/>
          <w:szCs w:val="22"/>
          <w:lang w:eastAsia="en-AU"/>
        </w:rPr>
        <w:t>3</w:t>
      </w:r>
      <w:r>
        <w:rPr>
          <w:sz w:val="22"/>
          <w:szCs w:val="22"/>
          <w:lang w:eastAsia="en-AU"/>
        </w:rPr>
        <w:t>)</w:t>
      </w:r>
    </w:p>
    <w:p w14:paraId="5C5073DE" w14:textId="77777777" w:rsidR="00BB2ACB" w:rsidRPr="00D9322E" w:rsidRDefault="00BB2ACB" w:rsidP="00BB2AC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D9322E">
        <w:rPr>
          <w:color w:val="FF0000"/>
          <w:sz w:val="22"/>
          <w:szCs w:val="22"/>
          <w:lang w:eastAsia="en-AU"/>
        </w:rPr>
        <w:t>Amend the qualification box before distributing to the student. The information here should only contain the qualificat</w:t>
      </w:r>
      <w:r>
        <w:rPr>
          <w:color w:val="FF0000"/>
          <w:sz w:val="22"/>
          <w:szCs w:val="22"/>
          <w:lang w:eastAsia="en-AU"/>
        </w:rPr>
        <w:t>ion the student is enrolled in</w:t>
      </w:r>
    </w:p>
    <w:p w14:paraId="755A77AE" w14:textId="77777777" w:rsidR="004759D2" w:rsidRPr="00D83795" w:rsidRDefault="004759D2" w:rsidP="004759D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AAE4B91" w14:textId="75ECC880" w:rsidR="004759D2" w:rsidRDefault="004759D2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17D4D6C8" w14:textId="54A382D0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1FDE531C" w14:textId="63045FF8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39E29791" w14:textId="63A8B224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59C6EF36" w14:textId="58D9B758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335B9059" w14:textId="57EEDC89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018F61B2" w14:textId="7662EF65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4C86DBD1" w14:textId="6BB5A207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3215DC2E" w14:textId="5714C508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52D7AD1B" w14:textId="3CFEACE7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0CB57598" w14:textId="785CA121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149E74AA" w14:textId="275BA689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5EE891C9" w14:textId="6E585D2B" w:rsidR="00A43B4A" w:rsidRDefault="00A43B4A">
      <w:pPr>
        <w:tabs>
          <w:tab w:val="clear" w:pos="284"/>
        </w:tabs>
        <w:spacing w:before="0" w:after="200" w:line="276" w:lineRule="auto"/>
        <w:rPr>
          <w:lang w:eastAsia="en-AU"/>
        </w:rPr>
        <w:sectPr w:rsidR="00A43B4A" w:rsidSect="00C41A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7B95CF2A" w14:textId="77777777" w:rsidR="004759D2" w:rsidRDefault="004759D2" w:rsidP="004759D2">
      <w:pPr>
        <w:pStyle w:val="SmallerText-Black"/>
        <w:tabs>
          <w:tab w:val="left" w:pos="2127"/>
        </w:tabs>
      </w:pPr>
    </w:p>
    <w:p w14:paraId="3D398820" w14:textId="77777777" w:rsidR="004759D2" w:rsidRDefault="004759D2" w:rsidP="004759D2">
      <w:pPr>
        <w:pStyle w:val="SmallerText-Black"/>
        <w:tabs>
          <w:tab w:val="left" w:pos="2127"/>
        </w:tabs>
      </w:pPr>
    </w:p>
    <w:p w14:paraId="632815DB" w14:textId="77777777" w:rsidR="004759D2" w:rsidRDefault="004759D2" w:rsidP="004759D2">
      <w:pPr>
        <w:pStyle w:val="SmallerText-Black"/>
        <w:tabs>
          <w:tab w:val="left" w:pos="2127"/>
        </w:tabs>
      </w:pPr>
    </w:p>
    <w:p w14:paraId="13DB516C" w14:textId="77777777" w:rsidR="004759D2" w:rsidRDefault="004759D2" w:rsidP="004759D2">
      <w:pPr>
        <w:pStyle w:val="SmallerText-Black"/>
        <w:tabs>
          <w:tab w:val="left" w:pos="2127"/>
        </w:tabs>
      </w:pPr>
    </w:p>
    <w:p w14:paraId="5FCF4E0F" w14:textId="77777777" w:rsidR="004759D2" w:rsidRDefault="004759D2" w:rsidP="004759D2">
      <w:pPr>
        <w:pStyle w:val="SmallerText-Black"/>
        <w:tabs>
          <w:tab w:val="left" w:pos="2127"/>
        </w:tabs>
      </w:pPr>
    </w:p>
    <w:p w14:paraId="2EF28DA3" w14:textId="77777777" w:rsidR="004759D2" w:rsidRDefault="004759D2" w:rsidP="004759D2">
      <w:pPr>
        <w:pStyle w:val="SmallerText-Black"/>
        <w:tabs>
          <w:tab w:val="left" w:pos="2127"/>
        </w:tabs>
      </w:pPr>
    </w:p>
    <w:p w14:paraId="2A30672E" w14:textId="77777777" w:rsidR="004759D2" w:rsidRDefault="004759D2" w:rsidP="004759D2">
      <w:pPr>
        <w:pStyle w:val="SmallerText-Black"/>
        <w:tabs>
          <w:tab w:val="left" w:pos="2127"/>
        </w:tabs>
      </w:pPr>
    </w:p>
    <w:p w14:paraId="1DF315B2" w14:textId="77777777" w:rsidR="004759D2" w:rsidRDefault="004759D2" w:rsidP="004759D2">
      <w:pPr>
        <w:pStyle w:val="SmallerText-Black"/>
        <w:tabs>
          <w:tab w:val="left" w:pos="2127"/>
        </w:tabs>
      </w:pPr>
    </w:p>
    <w:p w14:paraId="11941A2B" w14:textId="77777777" w:rsidR="004759D2" w:rsidRDefault="004759D2" w:rsidP="004759D2">
      <w:pPr>
        <w:pStyle w:val="SmallerText-Black"/>
        <w:tabs>
          <w:tab w:val="left" w:pos="2127"/>
        </w:tabs>
      </w:pPr>
    </w:p>
    <w:p w14:paraId="79BCA88D" w14:textId="77777777" w:rsidR="004759D2" w:rsidRDefault="004759D2" w:rsidP="004759D2">
      <w:pPr>
        <w:pStyle w:val="SmallerText-Black"/>
        <w:tabs>
          <w:tab w:val="left" w:pos="2127"/>
        </w:tabs>
      </w:pPr>
    </w:p>
    <w:p w14:paraId="559B2D9F" w14:textId="77777777" w:rsidR="004759D2" w:rsidRDefault="004759D2" w:rsidP="004759D2">
      <w:pPr>
        <w:pStyle w:val="SmallerText-Black"/>
        <w:tabs>
          <w:tab w:val="left" w:pos="2127"/>
        </w:tabs>
      </w:pPr>
    </w:p>
    <w:p w14:paraId="3D32051A" w14:textId="77777777" w:rsidR="004759D2" w:rsidRDefault="004759D2" w:rsidP="004759D2">
      <w:pPr>
        <w:pStyle w:val="SmallerText-Black"/>
        <w:tabs>
          <w:tab w:val="left" w:pos="2127"/>
        </w:tabs>
      </w:pPr>
    </w:p>
    <w:p w14:paraId="42FA9634" w14:textId="77777777" w:rsidR="004759D2" w:rsidRDefault="004759D2" w:rsidP="004759D2">
      <w:pPr>
        <w:pStyle w:val="SmallerText-Black"/>
        <w:tabs>
          <w:tab w:val="left" w:pos="2127"/>
        </w:tabs>
      </w:pPr>
    </w:p>
    <w:p w14:paraId="226127FA" w14:textId="77777777" w:rsidR="004759D2" w:rsidRDefault="004759D2" w:rsidP="004759D2">
      <w:pPr>
        <w:pStyle w:val="SmallerText-Black"/>
        <w:tabs>
          <w:tab w:val="left" w:pos="2127"/>
        </w:tabs>
      </w:pPr>
    </w:p>
    <w:p w14:paraId="0447688E" w14:textId="77777777" w:rsidR="004759D2" w:rsidRDefault="004759D2" w:rsidP="004759D2">
      <w:pPr>
        <w:pStyle w:val="SmallerText-Black"/>
        <w:tabs>
          <w:tab w:val="left" w:pos="2127"/>
        </w:tabs>
      </w:pPr>
    </w:p>
    <w:p w14:paraId="4282D50B" w14:textId="77777777" w:rsidR="004759D2" w:rsidRDefault="004759D2" w:rsidP="004759D2">
      <w:pPr>
        <w:pStyle w:val="SmallerText-Black"/>
        <w:tabs>
          <w:tab w:val="left" w:pos="2127"/>
        </w:tabs>
      </w:pPr>
    </w:p>
    <w:p w14:paraId="3033EF73" w14:textId="77777777" w:rsidR="004759D2" w:rsidRDefault="004759D2" w:rsidP="004759D2">
      <w:pPr>
        <w:pStyle w:val="SmallerText-Black"/>
        <w:tabs>
          <w:tab w:val="left" w:pos="2127"/>
        </w:tabs>
      </w:pPr>
    </w:p>
    <w:p w14:paraId="5375CA32" w14:textId="77777777" w:rsidR="004759D2" w:rsidRDefault="004759D2" w:rsidP="004759D2">
      <w:pPr>
        <w:pStyle w:val="SmallerText-Black"/>
        <w:tabs>
          <w:tab w:val="left" w:pos="2127"/>
        </w:tabs>
      </w:pPr>
    </w:p>
    <w:p w14:paraId="68DABB93" w14:textId="77777777" w:rsidR="004759D2" w:rsidRDefault="004759D2" w:rsidP="004759D2">
      <w:pPr>
        <w:pStyle w:val="SmallerText-Black"/>
        <w:tabs>
          <w:tab w:val="left" w:pos="2127"/>
        </w:tabs>
      </w:pPr>
    </w:p>
    <w:p w14:paraId="2A5AE752" w14:textId="77777777" w:rsidR="004759D2" w:rsidRDefault="004759D2" w:rsidP="004759D2">
      <w:pPr>
        <w:pStyle w:val="SmallerText-Black"/>
        <w:tabs>
          <w:tab w:val="left" w:pos="2127"/>
        </w:tabs>
      </w:pPr>
    </w:p>
    <w:p w14:paraId="7C69045C" w14:textId="77777777" w:rsidR="004759D2" w:rsidRDefault="004759D2" w:rsidP="004759D2">
      <w:pPr>
        <w:pStyle w:val="SmallerText-Black"/>
        <w:tabs>
          <w:tab w:val="left" w:pos="2127"/>
        </w:tabs>
      </w:pPr>
    </w:p>
    <w:p w14:paraId="63D939E0" w14:textId="77777777" w:rsidR="004759D2" w:rsidRDefault="004759D2" w:rsidP="004759D2">
      <w:pPr>
        <w:pStyle w:val="SmallerText-Black"/>
        <w:tabs>
          <w:tab w:val="left" w:pos="2127"/>
        </w:tabs>
      </w:pPr>
    </w:p>
    <w:p w14:paraId="1F8E3B57" w14:textId="77777777" w:rsidR="004759D2" w:rsidRPr="00C14A60" w:rsidRDefault="009B59C9" w:rsidP="004759D2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2E8740D6" w14:textId="77777777" w:rsidR="004759D2" w:rsidRPr="00867E80" w:rsidRDefault="009B59C9" w:rsidP="004759D2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CE0245">
        <w:rPr>
          <w:i/>
          <w:noProof/>
          <w:color w:val="808080" w:themeColor="background1" w:themeShade="80"/>
        </w:rPr>
        <w:t>19 July 2018</w:t>
      </w:r>
      <w:r w:rsidRPr="00C14A60">
        <w:rPr>
          <w:i/>
          <w:color w:val="FF0000"/>
        </w:rPr>
        <w:fldChar w:fldCharType="end"/>
      </w:r>
    </w:p>
    <w:p w14:paraId="15CF2F7B" w14:textId="34AD9CAF" w:rsidR="004759D2" w:rsidRPr="00867E80" w:rsidRDefault="009B59C9" w:rsidP="004759D2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A43B4A" w:rsidRPr="00A43B4A">
        <w:rPr>
          <w:i/>
          <w:noProof/>
          <w:color w:val="808080" w:themeColor="background1" w:themeShade="80"/>
        </w:rPr>
        <w:t>27/10/2019</w:t>
      </w:r>
      <w:r w:rsidRPr="00C14A60">
        <w:rPr>
          <w:i/>
          <w:color w:val="FF0000"/>
        </w:rPr>
        <w:fldChar w:fldCharType="end"/>
      </w:r>
    </w:p>
    <w:p w14:paraId="485D3E13" w14:textId="77777777" w:rsidR="004759D2" w:rsidRPr="00867E80" w:rsidRDefault="004759D2" w:rsidP="004759D2">
      <w:pPr>
        <w:pStyle w:val="SmallerText-Black"/>
      </w:pPr>
    </w:p>
    <w:p w14:paraId="3C23482D" w14:textId="77777777" w:rsidR="004759D2" w:rsidRDefault="009B59C9" w:rsidP="004759D2">
      <w:r>
        <w:t>For queries, please contact:</w:t>
      </w:r>
    </w:p>
    <w:p w14:paraId="44437D27" w14:textId="77777777" w:rsidR="004759D2" w:rsidRPr="00ED3381" w:rsidRDefault="004759D2" w:rsidP="004759D2">
      <w:pPr>
        <w:pStyle w:val="SmallerText-Black"/>
      </w:pPr>
      <w:r w:rsidRPr="00ED3381">
        <w:t>IMRS Skillspoint</w:t>
      </w:r>
    </w:p>
    <w:p w14:paraId="6C251516" w14:textId="77777777" w:rsidR="004759D2" w:rsidRPr="00ED3381" w:rsidRDefault="004759D2" w:rsidP="004759D2">
      <w:pPr>
        <w:pStyle w:val="SmallerText-Black"/>
      </w:pPr>
      <w:r w:rsidRPr="00ED3381">
        <w:t>Building B, Level 1</w:t>
      </w:r>
    </w:p>
    <w:p w14:paraId="0F4E9BA0" w14:textId="45C0FFA8" w:rsidR="00846B4B" w:rsidRDefault="004759D2" w:rsidP="00846B4B">
      <w:pPr>
        <w:pStyle w:val="SmallerText-Black"/>
      </w:pPr>
      <w:r w:rsidRPr="00ED3381">
        <w:t>Hamilton Campus, 91 Parry St Newcastle West, NSW 2302</w:t>
      </w:r>
    </w:p>
    <w:p w14:paraId="176718A8" w14:textId="77777777" w:rsidR="00846B4B" w:rsidRDefault="00846B4B" w:rsidP="00846B4B">
      <w:pPr>
        <w:pStyle w:val="SmallerText-Black"/>
      </w:pPr>
    </w:p>
    <w:p w14:paraId="5B345114" w14:textId="0AE1E6FC" w:rsidR="004759D2" w:rsidRPr="000301F0" w:rsidRDefault="009B59C9" w:rsidP="00846B4B">
      <w:pPr>
        <w:pStyle w:val="SmallerText-Black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011761D5" w14:textId="77777777" w:rsidR="004759D2" w:rsidRPr="00D23A6C" w:rsidRDefault="009B59C9" w:rsidP="004759D2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7910DBA0" w14:textId="237A744F" w:rsidR="004759D2" w:rsidRPr="000301F0" w:rsidRDefault="009B59C9" w:rsidP="004759D2">
      <w:pPr>
        <w:pStyle w:val="SmallerText-Black"/>
      </w:pPr>
      <w:r w:rsidRPr="000301F0">
        <w:t>The contents in this docum</w:t>
      </w:r>
      <w:r>
        <w:t>ent is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A43B4A">
        <w:rPr>
          <w:noProof/>
        </w:rPr>
        <w:t>27 October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6A5507C7" w14:textId="77777777" w:rsidR="00C41A9C" w:rsidRDefault="00C41A9C" w:rsidP="004759D2">
      <w:pPr>
        <w:pStyle w:val="Heading2"/>
      </w:pPr>
    </w:p>
    <w:p w14:paraId="717DB701" w14:textId="5882900D" w:rsidR="00C41A9C" w:rsidRDefault="00C41A9C" w:rsidP="004759D2">
      <w:pPr>
        <w:pStyle w:val="Heading2"/>
      </w:pPr>
    </w:p>
    <w:p w14:paraId="0022B90B" w14:textId="1A4C058D" w:rsidR="00C41A9C" w:rsidRDefault="00C41A9C" w:rsidP="004759D2">
      <w:pPr>
        <w:pStyle w:val="Heading2"/>
      </w:pPr>
    </w:p>
    <w:p w14:paraId="16C6929F" w14:textId="6F03CED5" w:rsidR="004759D2" w:rsidRPr="00590A93" w:rsidRDefault="009B59C9" w:rsidP="004759D2">
      <w:pPr>
        <w:pStyle w:val="Heading2"/>
      </w:pPr>
      <w:r w:rsidRPr="00590A93">
        <w:t>Assessment instructions</w:t>
      </w:r>
    </w:p>
    <w:p w14:paraId="5AF3A8C3" w14:textId="77777777" w:rsidR="004759D2" w:rsidRDefault="009B59C9" w:rsidP="004759D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0955FD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D80097" w14:paraId="03481977" w14:textId="77777777" w:rsidTr="00D80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509E3A39" w14:textId="77777777" w:rsidR="004759D2" w:rsidRDefault="009B59C9" w:rsidP="004759D2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612C806F" w14:textId="77777777" w:rsidR="004759D2" w:rsidRDefault="009B59C9" w:rsidP="004759D2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D80097" w14:paraId="44D289B5" w14:textId="77777777" w:rsidTr="00D80097">
        <w:tc>
          <w:tcPr>
            <w:tcW w:w="2405" w:type="dxa"/>
            <w:vAlign w:val="top"/>
          </w:tcPr>
          <w:p w14:paraId="0005965E" w14:textId="77777777" w:rsidR="004759D2" w:rsidRPr="00C325C1" w:rsidRDefault="009B59C9" w:rsidP="004759D2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71664719" w14:textId="77777777" w:rsidR="004759D2" w:rsidRPr="00B30F8E" w:rsidRDefault="009B59C9" w:rsidP="004759D2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This is a </w:t>
            </w:r>
            <w:r>
              <w:rPr>
                <w:sz w:val="22"/>
                <w:szCs w:val="22"/>
                <w:lang w:eastAsia="en-AU"/>
              </w:rPr>
              <w:t xml:space="preserve">skill based </w:t>
            </w:r>
            <w:r w:rsidRPr="00B30F8E">
              <w:rPr>
                <w:sz w:val="22"/>
                <w:szCs w:val="22"/>
                <w:lang w:eastAsia="en-AU"/>
              </w:rPr>
              <w:t xml:space="preserve">assessment and will be assessing the student on their </w:t>
            </w:r>
            <w:r>
              <w:rPr>
                <w:sz w:val="22"/>
                <w:szCs w:val="22"/>
                <w:lang w:eastAsia="en-AU"/>
              </w:rPr>
              <w:t>ability to demonstrate skills required in</w:t>
            </w:r>
            <w:r w:rsidRPr="00B30F8E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7BC28EB2" w14:textId="445AFCEB" w:rsidR="004759D2" w:rsidRPr="00B30F8E" w:rsidRDefault="009B59C9" w:rsidP="004759D2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</w:rPr>
              <w:t xml:space="preserve">This assessment is in </w:t>
            </w:r>
            <w:r w:rsidR="00B7477B">
              <w:rPr>
                <w:sz w:val="22"/>
                <w:szCs w:val="22"/>
              </w:rPr>
              <w:t>2</w:t>
            </w:r>
            <w:r w:rsidRPr="00B30F8E">
              <w:rPr>
                <w:sz w:val="22"/>
                <w:szCs w:val="22"/>
              </w:rPr>
              <w:t xml:space="preserve"> parts:</w:t>
            </w:r>
          </w:p>
          <w:p w14:paraId="5B56E368" w14:textId="77777777" w:rsidR="004759D2" w:rsidRPr="00B7477B" w:rsidRDefault="009B59C9" w:rsidP="00A11336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7477B">
              <w:rPr>
                <w:sz w:val="22"/>
                <w:szCs w:val="22"/>
              </w:rPr>
              <w:t>Practical</w:t>
            </w:r>
          </w:p>
          <w:p w14:paraId="2F5EEA98" w14:textId="42DF7834" w:rsidR="004759D2" w:rsidRDefault="009B59C9" w:rsidP="00A11336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  <w:p w14:paraId="17CFEEEC" w14:textId="77777777" w:rsidR="004759D2" w:rsidRPr="00B30F8E" w:rsidRDefault="009B59C9" w:rsidP="004759D2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Model answers, sample responses or a </w:t>
            </w:r>
            <w:r w:rsidRPr="00B30F8E">
              <w:rPr>
                <w:sz w:val="22"/>
                <w:szCs w:val="22"/>
                <w:lang w:eastAsia="en-AU"/>
              </w:rPr>
              <w:t xml:space="preserve">criteria for each </w:t>
            </w:r>
            <w:r>
              <w:rPr>
                <w:sz w:val="22"/>
                <w:szCs w:val="22"/>
                <w:lang w:eastAsia="en-AU"/>
              </w:rPr>
              <w:t>task or activity is</w:t>
            </w:r>
            <w:r w:rsidRPr="00B30F8E">
              <w:rPr>
                <w:sz w:val="22"/>
                <w:szCs w:val="22"/>
                <w:lang w:eastAsia="en-AU"/>
              </w:rPr>
              <w:t xml:space="preserve"> provided below. </w:t>
            </w:r>
          </w:p>
          <w:p w14:paraId="1F0D8F74" w14:textId="77777777" w:rsidR="004759D2" w:rsidRDefault="009B59C9" w:rsidP="004759D2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66452610" w14:textId="77777777" w:rsidR="004759D2" w:rsidRPr="00210A7E" w:rsidRDefault="009B59C9" w:rsidP="004759D2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05D21440" w14:textId="77777777" w:rsidR="004759D2" w:rsidRDefault="009B59C9" w:rsidP="004759D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Observation Checklist for each task and activity and the Assessment Feedback to the student. Ensure you have taken a copy of the assessment prior to it being returned to the student.</w:t>
            </w:r>
          </w:p>
          <w:p w14:paraId="675F85F5" w14:textId="77777777" w:rsidR="004759D2" w:rsidRDefault="009B59C9" w:rsidP="004759D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56A2F65F" w14:textId="77777777" w:rsidR="004759D2" w:rsidRPr="00210A7E" w:rsidRDefault="009B59C9" w:rsidP="004759D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D80097" w14:paraId="674D1414" w14:textId="77777777" w:rsidTr="00D80097">
        <w:tc>
          <w:tcPr>
            <w:tcW w:w="2405" w:type="dxa"/>
            <w:vAlign w:val="top"/>
          </w:tcPr>
          <w:p w14:paraId="5BF9AD82" w14:textId="77777777" w:rsidR="004759D2" w:rsidRPr="00C325C1" w:rsidRDefault="009B59C9" w:rsidP="004759D2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14823C61" w14:textId="77777777" w:rsidR="004759D2" w:rsidRPr="00B30F8E" w:rsidRDefault="009B59C9" w:rsidP="004759D2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The student’s response to each </w:t>
            </w:r>
            <w:r>
              <w:rPr>
                <w:sz w:val="22"/>
                <w:szCs w:val="22"/>
                <w:lang w:eastAsia="en-AU"/>
              </w:rPr>
              <w:t xml:space="preserve">task or activity </w:t>
            </w:r>
            <w:r w:rsidRPr="00B30F8E">
              <w:rPr>
                <w:sz w:val="22"/>
                <w:szCs w:val="22"/>
                <w:lang w:eastAsia="en-AU"/>
              </w:rPr>
              <w:t xml:space="preserve">must contain the </w:t>
            </w:r>
            <w:r>
              <w:rPr>
                <w:sz w:val="22"/>
                <w:szCs w:val="22"/>
                <w:lang w:eastAsia="en-AU"/>
              </w:rPr>
              <w:t xml:space="preserve">criteria </w:t>
            </w:r>
            <w:r w:rsidRPr="00B30F8E">
              <w:rPr>
                <w:sz w:val="22"/>
                <w:szCs w:val="22"/>
                <w:lang w:eastAsia="en-AU"/>
              </w:rPr>
              <w:t xml:space="preserve">indicated in this marking guide in order for their response to be correct. </w:t>
            </w:r>
          </w:p>
          <w:p w14:paraId="63531B25" w14:textId="77777777" w:rsidR="004759D2" w:rsidRPr="00B30F8E" w:rsidRDefault="009B59C9" w:rsidP="004759D2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</w:t>
            </w:r>
            <w:r>
              <w:rPr>
                <w:sz w:val="22"/>
                <w:szCs w:val="22"/>
                <w:lang w:eastAsia="en-AU"/>
              </w:rPr>
              <w:t xml:space="preserve">tasks and activities </w:t>
            </w:r>
            <w:r w:rsidRPr="00B30F8E">
              <w:rPr>
                <w:sz w:val="22"/>
                <w:szCs w:val="22"/>
                <w:lang w:eastAsia="en-AU"/>
              </w:rPr>
              <w:t xml:space="preserve">must be </w:t>
            </w:r>
            <w:r>
              <w:rPr>
                <w:sz w:val="22"/>
                <w:szCs w:val="22"/>
                <w:lang w:eastAsia="en-AU"/>
              </w:rPr>
              <w:t xml:space="preserve">completed </w:t>
            </w:r>
            <w:r w:rsidRPr="00B30F8E">
              <w:rPr>
                <w:sz w:val="22"/>
                <w:szCs w:val="22"/>
                <w:lang w:eastAsia="en-AU"/>
              </w:rPr>
              <w:t>correctly in order to satisfactorily complete this assessment event.</w:t>
            </w:r>
          </w:p>
          <w:p w14:paraId="06454658" w14:textId="77777777" w:rsidR="004759D2" w:rsidRPr="00B30F8E" w:rsidRDefault="009B59C9" w:rsidP="004759D2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response meets the criteria based upon the:</w:t>
            </w:r>
          </w:p>
          <w:p w14:paraId="2AA840AA" w14:textId="77777777" w:rsidR="004759D2" w:rsidRPr="00B30F8E" w:rsidRDefault="009B59C9" w:rsidP="00A11336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13C5710F" w14:textId="77777777" w:rsidR="004759D2" w:rsidRPr="00B30F8E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alidity – does the answer address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skill required and does the evidence reflect the four dimensions of competency? </w:t>
            </w:r>
          </w:p>
          <w:p w14:paraId="188F01E0" w14:textId="77777777" w:rsidR="004759D2" w:rsidRPr="00B30F8E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ufficiency – is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>task or activity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sufficient in terms of length and depth?</w:t>
            </w:r>
          </w:p>
          <w:p w14:paraId="4147B568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7707381C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C6464C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6B008880" w14:textId="77777777" w:rsidR="004759D2" w:rsidRDefault="009B59C9" w:rsidP="00A11336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Principles of Assessment </w:t>
            </w:r>
          </w:p>
          <w:p w14:paraId="0E8179EF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82F7ACD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7086CE0E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7E9BE924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3E4C063C" w14:textId="77777777" w:rsidR="004759D2" w:rsidRDefault="009B59C9" w:rsidP="00A11336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059804E4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3400512E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0B372DF4" w14:textId="77777777" w:rsidR="004759D2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EEA8DC1" w14:textId="77777777" w:rsidR="004759D2" w:rsidRPr="0071034E" w:rsidRDefault="009B59C9" w:rsidP="00A1133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D80097" w14:paraId="7671DDF4" w14:textId="77777777" w:rsidTr="00D80097">
        <w:tc>
          <w:tcPr>
            <w:tcW w:w="2405" w:type="dxa"/>
            <w:vAlign w:val="top"/>
          </w:tcPr>
          <w:p w14:paraId="130843D8" w14:textId="77777777" w:rsidR="004759D2" w:rsidRPr="00C325C1" w:rsidRDefault="009B59C9" w:rsidP="004759D2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3F1F839F" w14:textId="52FCBD1D" w:rsidR="004759D2" w:rsidRPr="00B7477B" w:rsidRDefault="00B7477B" w:rsidP="004759D2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7477B">
              <w:rPr>
                <w:rFonts w:cs="Arial"/>
                <w:sz w:val="22"/>
                <w:szCs w:val="22"/>
                <w:lang w:val="en-GB" w:eastAsia="en-AU"/>
              </w:rPr>
              <w:t>P</w:t>
            </w:r>
            <w:r w:rsidR="009B59C9" w:rsidRPr="00B7477B">
              <w:rPr>
                <w:rFonts w:cs="Arial"/>
                <w:sz w:val="22"/>
                <w:szCs w:val="22"/>
                <w:lang w:val="en-GB" w:eastAsia="en-AU"/>
              </w:rPr>
              <w:t>ens, PPE</w:t>
            </w:r>
          </w:p>
          <w:p w14:paraId="37092F8C" w14:textId="5166EEF3" w:rsidR="004759D2" w:rsidRPr="00C325C1" w:rsidRDefault="004759D2" w:rsidP="004759D2">
            <w:pPr>
              <w:pStyle w:val="Body"/>
              <w:rPr>
                <w:sz w:val="22"/>
                <w:szCs w:val="22"/>
                <w:lang w:eastAsia="en-AU"/>
              </w:rPr>
            </w:pPr>
          </w:p>
        </w:tc>
        <w:bookmarkStart w:id="3" w:name="_GoBack"/>
        <w:bookmarkEnd w:id="3"/>
      </w:tr>
      <w:tr w:rsidR="00D80097" w14:paraId="61BE1EDD" w14:textId="77777777" w:rsidTr="00D80097">
        <w:tc>
          <w:tcPr>
            <w:tcW w:w="2405" w:type="dxa"/>
            <w:vAlign w:val="top"/>
          </w:tcPr>
          <w:p w14:paraId="095CE084" w14:textId="77777777" w:rsidR="004759D2" w:rsidRPr="00C325C1" w:rsidRDefault="009B59C9" w:rsidP="004759D2">
            <w:pPr>
              <w:pStyle w:val="Body"/>
              <w:rPr>
                <w:b/>
                <w:sz w:val="22"/>
                <w:szCs w:val="22"/>
              </w:rPr>
            </w:pPr>
            <w:r w:rsidRPr="0067653D">
              <w:rPr>
                <w:b/>
                <w:sz w:val="22"/>
                <w:szCs w:val="22"/>
              </w:rPr>
              <w:lastRenderedPageBreak/>
              <w:t>Assessor must provide</w:t>
            </w:r>
          </w:p>
        </w:tc>
        <w:tc>
          <w:tcPr>
            <w:tcW w:w="6655" w:type="dxa"/>
            <w:vAlign w:val="top"/>
          </w:tcPr>
          <w:p w14:paraId="1271D210" w14:textId="0496ADB0" w:rsidR="00B76BBA" w:rsidRDefault="00B76BBA" w:rsidP="00A11336">
            <w:pPr>
              <w:pStyle w:val="ListParagraph"/>
              <w:numPr>
                <w:ilvl w:val="0"/>
                <w:numId w:val="7"/>
              </w:numPr>
            </w:pPr>
            <w:r>
              <w:t>An object weighing approximately 10 to 15 kg’s. Suggested examples are:</w:t>
            </w:r>
          </w:p>
          <w:p w14:paraId="33947E1D" w14:textId="0A4CB33C" w:rsidR="00B76BBA" w:rsidRDefault="00B76BBA" w:rsidP="00A11336">
            <w:pPr>
              <w:pStyle w:val="ListParagraph"/>
              <w:numPr>
                <w:ilvl w:val="1"/>
                <w:numId w:val="8"/>
              </w:numPr>
            </w:pPr>
            <w:r>
              <w:t xml:space="preserve">Carton of welding electrodes = 15kg </w:t>
            </w:r>
          </w:p>
          <w:p w14:paraId="62B6F141" w14:textId="4DC482F9" w:rsidR="00B76BBA" w:rsidRDefault="00B76BBA" w:rsidP="00A11336">
            <w:pPr>
              <w:pStyle w:val="ListParagraph"/>
              <w:numPr>
                <w:ilvl w:val="1"/>
                <w:numId w:val="8"/>
              </w:numPr>
            </w:pPr>
            <w:r>
              <w:t xml:space="preserve">Spool of 0.9mm welding wire = 15kg </w:t>
            </w:r>
          </w:p>
          <w:p w14:paraId="1F5238D6" w14:textId="3BB68DD6" w:rsidR="00B76BBA" w:rsidRDefault="00B76BBA" w:rsidP="00A11336">
            <w:pPr>
              <w:pStyle w:val="ListParagraph"/>
              <w:numPr>
                <w:ilvl w:val="1"/>
                <w:numId w:val="8"/>
              </w:numPr>
            </w:pPr>
            <w:r>
              <w:t>Toolbox with sufficient content to = approximately 15kg</w:t>
            </w:r>
          </w:p>
          <w:p w14:paraId="305B24A3" w14:textId="13538BF5" w:rsidR="00B76BBA" w:rsidRDefault="00B76BBA" w:rsidP="00A11336">
            <w:pPr>
              <w:pStyle w:val="ListParagraph"/>
              <w:numPr>
                <w:ilvl w:val="0"/>
                <w:numId w:val="7"/>
              </w:numPr>
            </w:pPr>
            <w:r>
              <w:t xml:space="preserve">Two wheeled </w:t>
            </w:r>
            <w:r w:rsidR="003056C9">
              <w:t xml:space="preserve">hand </w:t>
            </w:r>
            <w:r>
              <w:t>trolley</w:t>
            </w:r>
          </w:p>
          <w:p w14:paraId="7D3C00DD" w14:textId="114B3F72" w:rsidR="003056C9" w:rsidRDefault="003056C9" w:rsidP="00A11336">
            <w:pPr>
              <w:pStyle w:val="ListParagraph"/>
              <w:numPr>
                <w:ilvl w:val="0"/>
                <w:numId w:val="7"/>
              </w:numPr>
            </w:pPr>
            <w:r>
              <w:t>An explanation and demonstration in the safe use of the two-wheeled hand trolley</w:t>
            </w:r>
          </w:p>
          <w:p w14:paraId="6867767D" w14:textId="23E006FA" w:rsidR="00B76BBA" w:rsidRDefault="00B76BBA" w:rsidP="00A11336">
            <w:pPr>
              <w:pStyle w:val="ListParagraph"/>
              <w:numPr>
                <w:ilvl w:val="0"/>
                <w:numId w:val="7"/>
              </w:numPr>
            </w:pPr>
            <w:r>
              <w:t>A workshop facility</w:t>
            </w:r>
            <w:r w:rsidR="00B7477B">
              <w:t>. A readily accessible source location for the object to be lifted.</w:t>
            </w:r>
            <w:r>
              <w:t xml:space="preserve"> </w:t>
            </w:r>
            <w:r w:rsidR="00255801">
              <w:t>The source location must have a shelf at waist height.</w:t>
            </w:r>
          </w:p>
          <w:p w14:paraId="443848E1" w14:textId="3CE6B955" w:rsidR="00B76BBA" w:rsidRDefault="00B76BBA" w:rsidP="00A11336">
            <w:pPr>
              <w:pStyle w:val="ListParagraph"/>
              <w:numPr>
                <w:ilvl w:val="0"/>
                <w:numId w:val="7"/>
              </w:numPr>
            </w:pPr>
            <w:r>
              <w:t>A pathway through a workshop facility. The pathway must cross a designated walkway and be up to a distance of 20 metres</w:t>
            </w:r>
          </w:p>
          <w:p w14:paraId="7A60C92B" w14:textId="0D3A0844" w:rsidR="00B76BBA" w:rsidRDefault="00B76BBA" w:rsidP="00A11336">
            <w:pPr>
              <w:pStyle w:val="ListParagraph"/>
              <w:numPr>
                <w:ilvl w:val="0"/>
                <w:numId w:val="7"/>
              </w:numPr>
            </w:pPr>
            <w:r>
              <w:t xml:space="preserve">A workshop facility that provides a destination location. The destination location must have a shelf at </w:t>
            </w:r>
            <w:r w:rsidR="00416DB3">
              <w:t xml:space="preserve">waist </w:t>
            </w:r>
            <w:r>
              <w:t xml:space="preserve">height with sufficient area </w:t>
            </w:r>
            <w:r w:rsidR="00255801">
              <w:t xml:space="preserve">and strength to take the load of the item. </w:t>
            </w:r>
          </w:p>
          <w:p w14:paraId="6040FB43" w14:textId="61C0D891" w:rsidR="00B76BBA" w:rsidRDefault="00255801" w:rsidP="00A11336">
            <w:pPr>
              <w:pStyle w:val="ListParagraph"/>
              <w:numPr>
                <w:ilvl w:val="0"/>
                <w:numId w:val="7"/>
              </w:numPr>
            </w:pPr>
            <w:r>
              <w:t>Barricade hardware, suggested examples are:</w:t>
            </w:r>
          </w:p>
          <w:p w14:paraId="3E4129BD" w14:textId="7D9A524E" w:rsidR="00255801" w:rsidRDefault="00255801" w:rsidP="00A11336">
            <w:pPr>
              <w:pStyle w:val="ListParagraph"/>
              <w:numPr>
                <w:ilvl w:val="1"/>
                <w:numId w:val="9"/>
              </w:numPr>
            </w:pPr>
            <w:r>
              <w:t>Barricade Tape</w:t>
            </w:r>
          </w:p>
          <w:p w14:paraId="66DD67B6" w14:textId="2454846E" w:rsidR="00255801" w:rsidRDefault="00255801" w:rsidP="00A11336">
            <w:pPr>
              <w:pStyle w:val="ListParagraph"/>
              <w:numPr>
                <w:ilvl w:val="1"/>
                <w:numId w:val="9"/>
              </w:numPr>
            </w:pPr>
            <w:r>
              <w:t>Barricade Signage</w:t>
            </w:r>
          </w:p>
          <w:p w14:paraId="2D0F9793" w14:textId="596940CF" w:rsidR="00255801" w:rsidRDefault="00255801" w:rsidP="00A11336">
            <w:pPr>
              <w:pStyle w:val="ListParagraph"/>
              <w:numPr>
                <w:ilvl w:val="1"/>
                <w:numId w:val="9"/>
              </w:numPr>
            </w:pPr>
            <w:r>
              <w:t>Caution Signage</w:t>
            </w:r>
          </w:p>
          <w:p w14:paraId="5332DFBC" w14:textId="64A4698A" w:rsidR="004759D2" w:rsidRPr="00C325C1" w:rsidRDefault="004759D2" w:rsidP="004759D2">
            <w:pPr>
              <w:pStyle w:val="Body"/>
              <w:rPr>
                <w:sz w:val="22"/>
                <w:szCs w:val="22"/>
                <w:lang w:eastAsia="en-AU"/>
              </w:rPr>
            </w:pPr>
          </w:p>
        </w:tc>
      </w:tr>
      <w:tr w:rsidR="00D80097" w14:paraId="1E529C17" w14:textId="77777777" w:rsidTr="00D80097">
        <w:tc>
          <w:tcPr>
            <w:tcW w:w="2405" w:type="dxa"/>
            <w:vAlign w:val="top"/>
          </w:tcPr>
          <w:p w14:paraId="55B2EFE2" w14:textId="77777777" w:rsidR="004759D2" w:rsidRPr="00C325C1" w:rsidRDefault="009B59C9" w:rsidP="004759D2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0983F84E" w14:textId="77777777" w:rsidR="004759D2" w:rsidRDefault="00B7477B" w:rsidP="004759D2">
            <w:pPr>
              <w:pStyle w:val="Body"/>
            </w:pPr>
            <w:r w:rsidRPr="00B7477B">
              <w:t>30 minutes</w:t>
            </w:r>
          </w:p>
          <w:p w14:paraId="4CA984A5" w14:textId="4937272D" w:rsidR="00846B4B" w:rsidRPr="00846B4B" w:rsidRDefault="00846B4B" w:rsidP="004759D2">
            <w:pPr>
              <w:pStyle w:val="Body"/>
              <w:rPr>
                <w:i/>
              </w:rPr>
            </w:pPr>
            <w:r w:rsidRPr="00846B4B">
              <w:rPr>
                <w:i/>
                <w:color w:val="808080" w:themeColor="background1" w:themeShade="80"/>
              </w:rPr>
              <w:t>TBC</w:t>
            </w:r>
          </w:p>
        </w:tc>
      </w:tr>
    </w:tbl>
    <w:p w14:paraId="05A1E947" w14:textId="77777777" w:rsidR="004759D2" w:rsidRDefault="009B59C9">
      <w:pPr>
        <w:tabs>
          <w:tab w:val="clear" w:pos="284"/>
        </w:tabs>
        <w:spacing w:before="0" w:after="200" w:line="276" w:lineRule="auto"/>
        <w:rPr>
          <w:rFonts w:eastAsia="Times New Roman"/>
          <w:noProof/>
          <w:color w:val="2D739F"/>
          <w:kern w:val="22"/>
          <w:sz w:val="44"/>
          <w:szCs w:val="40"/>
          <w:lang w:eastAsia="en-AU"/>
        </w:rPr>
      </w:pPr>
      <w:r>
        <w:br w:type="page"/>
      </w:r>
    </w:p>
    <w:p w14:paraId="2F7F0975" w14:textId="2A34AB6C" w:rsidR="004759D2" w:rsidRDefault="009B59C9" w:rsidP="004759D2">
      <w:pPr>
        <w:pStyle w:val="Heading2"/>
      </w:pPr>
      <w:r>
        <w:lastRenderedPageBreak/>
        <w:t xml:space="preserve">Part 1: </w:t>
      </w:r>
      <w:r w:rsidR="00154A96">
        <w:t>Prac</w:t>
      </w:r>
      <w:r w:rsidR="00950E1F">
        <w:t>t</w:t>
      </w:r>
      <w:r w:rsidR="00154A96">
        <w:t xml:space="preserve">ical </w:t>
      </w:r>
    </w:p>
    <w:p w14:paraId="55E90742" w14:textId="77777777" w:rsidR="004759D2" w:rsidRPr="00D3547F" w:rsidRDefault="004759D2" w:rsidP="004759D2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To complete this part of the assessment, the student is required to participate in a practical demonstration of how t</w:t>
      </w:r>
      <w:r>
        <w:rPr>
          <w:sz w:val="22"/>
          <w:szCs w:val="22"/>
          <w:lang w:eastAsia="en-AU"/>
        </w:rPr>
        <w:t>o complete a task or activity.</w:t>
      </w:r>
    </w:p>
    <w:p w14:paraId="67C85F97" w14:textId="77777777" w:rsidR="004759D2" w:rsidRPr="00D3547F" w:rsidRDefault="004759D2" w:rsidP="004759D2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These practicals will be observed by you, or the student can digitally record them and submit them as evidence.</w:t>
      </w:r>
    </w:p>
    <w:p w14:paraId="0D082449" w14:textId="77777777" w:rsidR="004759D2" w:rsidRPr="00D3547F" w:rsidRDefault="004759D2" w:rsidP="004759D2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The student’s responses will be used as part of the overall evidence requirements of the unit.</w:t>
      </w:r>
    </w:p>
    <w:p w14:paraId="0C64C4BD" w14:textId="77777777" w:rsidR="004759D2" w:rsidRPr="00853113" w:rsidRDefault="004759D2" w:rsidP="004759D2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>criteria provided in the Observation C</w:t>
      </w:r>
      <w:r w:rsidRPr="00D3547F">
        <w:rPr>
          <w:sz w:val="22"/>
          <w:szCs w:val="22"/>
          <w:lang w:eastAsia="en-AU"/>
        </w:rPr>
        <w:t xml:space="preserve">hecklist to understand what skills the student is required to demonstrate in </w:t>
      </w:r>
      <w:r>
        <w:rPr>
          <w:sz w:val="22"/>
          <w:szCs w:val="22"/>
          <w:lang w:eastAsia="en-AU"/>
        </w:rPr>
        <w:t>this section of the assessment.</w:t>
      </w:r>
      <w:r w:rsidRPr="00D3547F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>This 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</w:p>
    <w:p w14:paraId="10DC2D54" w14:textId="77777777" w:rsidR="004759D2" w:rsidRPr="00D3547F" w:rsidRDefault="004759D2" w:rsidP="004759D2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Once completed the student is required to submit this assessment </w:t>
      </w:r>
      <w:r>
        <w:rPr>
          <w:sz w:val="22"/>
          <w:szCs w:val="22"/>
          <w:lang w:eastAsia="en-AU"/>
        </w:rPr>
        <w:t xml:space="preserve">and the </w:t>
      </w:r>
      <w:r w:rsidRPr="00D3547F">
        <w:rPr>
          <w:sz w:val="22"/>
          <w:szCs w:val="22"/>
          <w:lang w:eastAsia="en-AU"/>
        </w:rPr>
        <w:t xml:space="preserve">tasks and activities required to </w:t>
      </w:r>
      <w:r>
        <w:rPr>
          <w:sz w:val="22"/>
          <w:szCs w:val="22"/>
          <w:lang w:eastAsia="en-AU"/>
        </w:rPr>
        <w:t xml:space="preserve">be </w:t>
      </w:r>
      <w:r w:rsidRPr="00D3547F">
        <w:rPr>
          <w:sz w:val="22"/>
          <w:szCs w:val="22"/>
          <w:lang w:eastAsia="en-AU"/>
        </w:rPr>
        <w:t>complete</w:t>
      </w:r>
      <w:r>
        <w:rPr>
          <w:sz w:val="22"/>
          <w:szCs w:val="22"/>
          <w:lang w:eastAsia="en-AU"/>
        </w:rPr>
        <w:t>d</w:t>
      </w:r>
      <w:r w:rsidRPr="00D3547F">
        <w:rPr>
          <w:sz w:val="22"/>
          <w:szCs w:val="22"/>
          <w:lang w:eastAsia="en-AU"/>
        </w:rPr>
        <w:t xml:space="preserve"> to you for marking.</w:t>
      </w:r>
    </w:p>
    <w:p w14:paraId="177B1E53" w14:textId="7BBF3429" w:rsidR="004759D2" w:rsidRDefault="004759D2" w:rsidP="004759D2">
      <w:pPr>
        <w:rPr>
          <w:lang w:eastAsia="en-AU"/>
        </w:rPr>
      </w:pPr>
    </w:p>
    <w:p w14:paraId="74B271F8" w14:textId="77777777" w:rsidR="004759D2" w:rsidRPr="00276B65" w:rsidRDefault="004759D2" w:rsidP="004759D2">
      <w:pPr>
        <w:rPr>
          <w:b/>
          <w:szCs w:val="24"/>
          <w:lang w:eastAsia="en-AU"/>
        </w:rPr>
      </w:pPr>
      <w:r w:rsidRPr="00276B65">
        <w:rPr>
          <w:b/>
          <w:szCs w:val="24"/>
          <w:lang w:eastAsia="en-AU"/>
        </w:rPr>
        <w:t>Contingency Management:</w:t>
      </w:r>
    </w:p>
    <w:p w14:paraId="7CCB3352" w14:textId="77777777" w:rsidR="004759D2" w:rsidRPr="00276B65" w:rsidRDefault="004759D2" w:rsidP="004759D2">
      <w:pPr>
        <w:rPr>
          <w:sz w:val="22"/>
          <w:szCs w:val="22"/>
          <w:lang w:eastAsia="en-AU"/>
        </w:rPr>
      </w:pPr>
      <w:r w:rsidRPr="00276B65">
        <w:rPr>
          <w:sz w:val="22"/>
          <w:szCs w:val="22"/>
          <w:lang w:eastAsia="en-AU"/>
        </w:rPr>
        <w:t xml:space="preserve">While undertaking this task a number of unforeseen circumstances may arise. </w:t>
      </w:r>
      <w:r>
        <w:rPr>
          <w:sz w:val="22"/>
          <w:szCs w:val="22"/>
          <w:lang w:eastAsia="en-AU"/>
        </w:rPr>
        <w:t xml:space="preserve"> As an assessor you </w:t>
      </w:r>
      <w:r w:rsidRPr="00276B65">
        <w:rPr>
          <w:sz w:val="22"/>
          <w:szCs w:val="22"/>
          <w:lang w:eastAsia="en-AU"/>
        </w:rPr>
        <w:t>have the opportunity to question each learner to gather an understanding of how the student will respond t</w:t>
      </w:r>
      <w:r>
        <w:rPr>
          <w:sz w:val="22"/>
          <w:szCs w:val="22"/>
          <w:lang w:eastAsia="en-AU"/>
        </w:rPr>
        <w:t>o these events. Below is table 2.0</w:t>
      </w:r>
      <w:r w:rsidRPr="00276B65">
        <w:rPr>
          <w:sz w:val="22"/>
          <w:szCs w:val="22"/>
          <w:lang w:eastAsia="en-AU"/>
        </w:rPr>
        <w:t xml:space="preserve"> with examples of possible questions.</w:t>
      </w:r>
    </w:p>
    <w:p w14:paraId="714100B4" w14:textId="72A2EE31" w:rsidR="004759D2" w:rsidRDefault="004759D2" w:rsidP="004759D2">
      <w:pPr>
        <w:rPr>
          <w:sz w:val="22"/>
          <w:szCs w:val="22"/>
          <w:lang w:eastAsia="en-AU"/>
        </w:rPr>
      </w:pPr>
      <w:r w:rsidRPr="00276B65">
        <w:rPr>
          <w:sz w:val="22"/>
          <w:szCs w:val="22"/>
          <w:lang w:eastAsia="en-AU"/>
        </w:rPr>
        <w:t>The assessor</w:t>
      </w:r>
      <w:r>
        <w:rPr>
          <w:sz w:val="22"/>
          <w:szCs w:val="22"/>
          <w:lang w:eastAsia="en-AU"/>
        </w:rPr>
        <w:t xml:space="preserve"> also </w:t>
      </w:r>
      <w:r w:rsidRPr="00276B65">
        <w:rPr>
          <w:sz w:val="22"/>
          <w:szCs w:val="22"/>
          <w:lang w:eastAsia="en-AU"/>
        </w:rPr>
        <w:t xml:space="preserve">has the opportunity in the observation checklist to record </w:t>
      </w:r>
      <w:r>
        <w:rPr>
          <w:sz w:val="22"/>
          <w:szCs w:val="22"/>
          <w:lang w:eastAsia="en-AU"/>
        </w:rPr>
        <w:t xml:space="preserve">other </w:t>
      </w:r>
      <w:r w:rsidRPr="00276B65">
        <w:rPr>
          <w:sz w:val="22"/>
          <w:szCs w:val="22"/>
          <w:lang w:eastAsia="en-AU"/>
        </w:rPr>
        <w:t xml:space="preserve">relevant questions and responses in the table “Table </w:t>
      </w:r>
      <w:r>
        <w:rPr>
          <w:sz w:val="22"/>
          <w:szCs w:val="22"/>
          <w:lang w:eastAsia="en-AU"/>
        </w:rPr>
        <w:t xml:space="preserve">8.0 </w:t>
      </w:r>
      <w:r w:rsidRPr="00276B65">
        <w:rPr>
          <w:sz w:val="22"/>
          <w:szCs w:val="22"/>
          <w:lang w:eastAsia="en-AU"/>
        </w:rPr>
        <w:t>Additional Questions”</w:t>
      </w:r>
    </w:p>
    <w:p w14:paraId="53316A0D" w14:textId="04F57929" w:rsidR="004759D2" w:rsidRDefault="00A81D40" w:rsidP="00846B4B">
      <w:pPr>
        <w:pStyle w:val="ReferenceCaption"/>
        <w:spacing w:after="0"/>
        <w:rPr>
          <w:lang w:eastAsia="en-AU"/>
        </w:rPr>
      </w:pPr>
      <w:r>
        <w:rPr>
          <w:lang w:eastAsia="en-AU"/>
        </w:rPr>
        <w:t xml:space="preserve">Table 2.0 Contingency Management </w:t>
      </w:r>
    </w:p>
    <w:tbl>
      <w:tblPr>
        <w:tblStyle w:val="TableGrid10"/>
        <w:tblW w:w="9223" w:type="dxa"/>
        <w:jc w:val="center"/>
        <w:tblLook w:val="04A0" w:firstRow="1" w:lastRow="0" w:firstColumn="1" w:lastColumn="0" w:noHBand="0" w:noVBand="1"/>
      </w:tblPr>
      <w:tblGrid>
        <w:gridCol w:w="1207"/>
        <w:gridCol w:w="3843"/>
        <w:gridCol w:w="4173"/>
      </w:tblGrid>
      <w:tr w:rsidR="004E7E7B" w:rsidRPr="00F453B9" w14:paraId="65DF77F9" w14:textId="77777777" w:rsidTr="00503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  <w:jc w:val="center"/>
        </w:trPr>
        <w:tc>
          <w:tcPr>
            <w:tcW w:w="503" w:type="dxa"/>
          </w:tcPr>
          <w:p w14:paraId="4C6CF249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Scenario</w:t>
            </w:r>
          </w:p>
        </w:tc>
        <w:tc>
          <w:tcPr>
            <w:tcW w:w="4167" w:type="dxa"/>
          </w:tcPr>
          <w:p w14:paraId="0A97C179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Assessors question</w:t>
            </w:r>
          </w:p>
        </w:tc>
        <w:tc>
          <w:tcPr>
            <w:tcW w:w="4553" w:type="dxa"/>
          </w:tcPr>
          <w:p w14:paraId="7AE60875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Acceptable students  response</w:t>
            </w:r>
          </w:p>
        </w:tc>
      </w:tr>
      <w:tr w:rsidR="004E7E7B" w:rsidRPr="00F453B9" w14:paraId="171DE8E8" w14:textId="77777777" w:rsidTr="005034D7">
        <w:trPr>
          <w:trHeight w:val="397"/>
          <w:jc w:val="center"/>
        </w:trPr>
        <w:tc>
          <w:tcPr>
            <w:tcW w:w="503" w:type="dxa"/>
          </w:tcPr>
          <w:p w14:paraId="490A74E2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Power failure in workshop</w:t>
            </w:r>
          </w:p>
        </w:tc>
        <w:tc>
          <w:tcPr>
            <w:tcW w:w="4167" w:type="dxa"/>
          </w:tcPr>
          <w:p w14:paraId="3132CB62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What is the correct action in the case of power failure?</w:t>
            </w:r>
          </w:p>
        </w:tc>
        <w:tc>
          <w:tcPr>
            <w:tcW w:w="4553" w:type="dxa"/>
          </w:tcPr>
          <w:p w14:paraId="04B13ACF" w14:textId="0040D0E8" w:rsidR="004E7E7B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Power failure may or may not impact on this assessment as only involves a manual handing task.</w:t>
            </w:r>
          </w:p>
          <w:p w14:paraId="1E29C043" w14:textId="754DD39D" w:rsidR="004E7E7B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Lights going out in the workshop may mean that there is a lack of light to complete activity. Would need to talk to assessor about alternative lighting or moving to another area.</w:t>
            </w:r>
          </w:p>
          <w:p w14:paraId="42C1927F" w14:textId="77777777" w:rsidR="004E7E7B" w:rsidRPr="00F453B9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Would need to re-schedule assessment if lights went out and another alternative could not be found</w:t>
            </w:r>
          </w:p>
        </w:tc>
      </w:tr>
      <w:tr w:rsidR="004E7E7B" w:rsidRPr="00F453B9" w14:paraId="200065F2" w14:textId="77777777" w:rsidTr="005034D7">
        <w:trPr>
          <w:trHeight w:val="389"/>
          <w:jc w:val="center"/>
        </w:trPr>
        <w:tc>
          <w:tcPr>
            <w:tcW w:w="503" w:type="dxa"/>
          </w:tcPr>
          <w:p w14:paraId="717CCCCB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>
              <w:rPr>
                <w:sz w:val="22"/>
                <w:lang w:eastAsia="en-AU"/>
              </w:rPr>
              <w:lastRenderedPageBreak/>
              <w:t>Emergency evacuation</w:t>
            </w:r>
          </w:p>
        </w:tc>
        <w:tc>
          <w:tcPr>
            <w:tcW w:w="4167" w:type="dxa"/>
          </w:tcPr>
          <w:p w14:paraId="5BC970A5" w14:textId="77777777" w:rsidR="004E7E7B" w:rsidRPr="00F453B9" w:rsidRDefault="004E7E7B" w:rsidP="00B47C79">
            <w:pPr>
              <w:rPr>
                <w:sz w:val="22"/>
                <w:lang w:eastAsia="en-AU"/>
              </w:rPr>
            </w:pPr>
            <w:r w:rsidRPr="00F453B9">
              <w:rPr>
                <w:sz w:val="22"/>
                <w:lang w:eastAsia="en-AU"/>
              </w:rPr>
              <w:t>What do you do if an emergency evacuation drill happens during the assessment?</w:t>
            </w:r>
          </w:p>
        </w:tc>
        <w:tc>
          <w:tcPr>
            <w:tcW w:w="4553" w:type="dxa"/>
          </w:tcPr>
          <w:p w14:paraId="59F34F2B" w14:textId="77777777" w:rsidR="004E7E7B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Would be required to follow the emergency evacuation procedure that was explained duration induction. Which should include:</w:t>
            </w:r>
          </w:p>
          <w:p w14:paraId="66310DAB" w14:textId="77777777" w:rsidR="004E7E7B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Leave work area in a safe manner</w:t>
            </w:r>
          </w:p>
          <w:p w14:paraId="02E64C4A" w14:textId="77777777" w:rsidR="004E7E7B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Follow instructions of warden</w:t>
            </w:r>
          </w:p>
          <w:p w14:paraId="58096D53" w14:textId="77777777" w:rsidR="004E7E7B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Assemble in emergency evacuation area</w:t>
            </w:r>
          </w:p>
          <w:p w14:paraId="7CB3FD11" w14:textId="77777777" w:rsidR="004E7E7B" w:rsidRPr="00F453B9" w:rsidRDefault="004E7E7B" w:rsidP="00B47C79">
            <w:pPr>
              <w:rPr>
                <w:i/>
                <w:color w:val="808080" w:themeColor="background1" w:themeShade="80"/>
                <w:sz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2"/>
                <w:lang w:eastAsia="en-AU"/>
              </w:rPr>
              <w:t>Return to work as directed by warden and resume assessment with time allowance adjustment</w:t>
            </w:r>
          </w:p>
        </w:tc>
      </w:tr>
    </w:tbl>
    <w:p w14:paraId="2DE18433" w14:textId="77777777" w:rsidR="004759D2" w:rsidRDefault="004759D2" w:rsidP="004759D2">
      <w:pPr>
        <w:rPr>
          <w:lang w:eastAsia="en-AU"/>
        </w:rPr>
        <w:sectPr w:rsidR="004759D2" w:rsidSect="00C41A9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6F98BC9E" w14:textId="477988DC" w:rsidR="004759D2" w:rsidRPr="00704C36" w:rsidRDefault="00704C36" w:rsidP="004759D2">
      <w:pPr>
        <w:rPr>
          <w:b/>
          <w:lang w:eastAsia="en-AU"/>
        </w:rPr>
      </w:pPr>
      <w:r w:rsidRPr="00704C36">
        <w:rPr>
          <w:b/>
          <w:lang w:eastAsia="en-AU"/>
        </w:rPr>
        <w:lastRenderedPageBreak/>
        <w:t xml:space="preserve">Scenario </w:t>
      </w:r>
    </w:p>
    <w:p w14:paraId="23B59BC9" w14:textId="4B460C96" w:rsidR="00154A96" w:rsidRDefault="00704C36" w:rsidP="00154A96">
      <w:r>
        <w:t>The scenario is, t</w:t>
      </w:r>
      <w:r w:rsidR="00154A96">
        <w:t xml:space="preserve">he </w:t>
      </w:r>
      <w:r w:rsidR="00E5314A">
        <w:t xml:space="preserve">student will </w:t>
      </w:r>
      <w:r w:rsidR="00154A96">
        <w:t xml:space="preserve">carry out a manual handling task that involves lifting, </w:t>
      </w:r>
      <w:r w:rsidR="00B7477B">
        <w:t>transporting</w:t>
      </w:r>
      <w:r w:rsidR="00154A96">
        <w:t xml:space="preserve"> and setting down an object as </w:t>
      </w:r>
      <w:r w:rsidR="00A06D8B">
        <w:t>specified</w:t>
      </w:r>
      <w:r w:rsidR="00E5314A">
        <w:t xml:space="preserve"> a) to f)</w:t>
      </w:r>
      <w:r w:rsidR="00154A96">
        <w:t xml:space="preserve"> below:</w:t>
      </w:r>
    </w:p>
    <w:p w14:paraId="29D12340" w14:textId="3D24C52E" w:rsidR="00846B4B" w:rsidRDefault="00154A96" w:rsidP="00A11336">
      <w:pPr>
        <w:pStyle w:val="ListParagraph"/>
        <w:numPr>
          <w:ilvl w:val="0"/>
          <w:numId w:val="10"/>
        </w:numPr>
      </w:pPr>
      <w:r>
        <w:t xml:space="preserve">The object will weigh approximately 15Kgs and </w:t>
      </w:r>
      <w:r w:rsidR="00704C36">
        <w:t xml:space="preserve">be </w:t>
      </w:r>
      <w:r>
        <w:t xml:space="preserve">small enough to fit on a two wheeled </w:t>
      </w:r>
      <w:r w:rsidR="00704C36">
        <w:t xml:space="preserve">hand </w:t>
      </w:r>
      <w:r>
        <w:t>trolley like this</w:t>
      </w:r>
      <w:r w:rsidR="00704C36">
        <w:t>.</w:t>
      </w:r>
      <w:r>
        <w:t xml:space="preserve"> </w:t>
      </w:r>
    </w:p>
    <w:p w14:paraId="6E60CD73" w14:textId="46AD52FF" w:rsidR="00154A96" w:rsidRDefault="00846B4B" w:rsidP="00846B4B"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58BEE41E" wp14:editId="6D67F5EC">
            <wp:simplePos x="0" y="0"/>
            <wp:positionH relativeFrom="column">
              <wp:posOffset>2409190</wp:posOffset>
            </wp:positionH>
            <wp:positionV relativeFrom="paragraph">
              <wp:posOffset>33655</wp:posOffset>
            </wp:positionV>
            <wp:extent cx="795131" cy="1675678"/>
            <wp:effectExtent l="0" t="0" r="508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31" cy="1675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A96">
        <w:t xml:space="preserve"> </w:t>
      </w:r>
    </w:p>
    <w:p w14:paraId="7AD29E95" w14:textId="77777777" w:rsidR="00154A96" w:rsidRDefault="00154A96" w:rsidP="00154A96"/>
    <w:p w14:paraId="6CAEDD05" w14:textId="53FA831F" w:rsidR="00154A96" w:rsidRDefault="00154A96" w:rsidP="004759D2">
      <w:pPr>
        <w:rPr>
          <w:lang w:eastAsia="en-AU"/>
        </w:rPr>
      </w:pPr>
    </w:p>
    <w:p w14:paraId="4C852F47" w14:textId="112FB5DA" w:rsidR="00154A96" w:rsidRDefault="00154A96" w:rsidP="004759D2">
      <w:pPr>
        <w:rPr>
          <w:lang w:eastAsia="en-AU"/>
        </w:rPr>
      </w:pPr>
    </w:p>
    <w:p w14:paraId="6E60365F" w14:textId="300C7314" w:rsidR="00154A96" w:rsidRDefault="00154A96" w:rsidP="004759D2">
      <w:pPr>
        <w:rPr>
          <w:lang w:eastAsia="en-AU"/>
        </w:rPr>
      </w:pPr>
    </w:p>
    <w:p w14:paraId="68A797DC" w14:textId="35013373" w:rsidR="00154A96" w:rsidRDefault="00154A96" w:rsidP="004759D2">
      <w:pPr>
        <w:rPr>
          <w:lang w:eastAsia="en-AU"/>
        </w:rPr>
      </w:pPr>
    </w:p>
    <w:p w14:paraId="0A1FA370" w14:textId="52FB8D8C" w:rsidR="00154A96" w:rsidRDefault="00154A96" w:rsidP="00A11336">
      <w:pPr>
        <w:pStyle w:val="ListParagraph"/>
        <w:numPr>
          <w:ilvl w:val="0"/>
          <w:numId w:val="10"/>
        </w:numPr>
        <w:rPr>
          <w:lang w:eastAsia="en-AU"/>
        </w:rPr>
      </w:pPr>
      <w:r>
        <w:rPr>
          <w:lang w:eastAsia="en-AU"/>
        </w:rPr>
        <w:t xml:space="preserve">The object will be lifted from its source location and placed on </w:t>
      </w:r>
      <w:r w:rsidR="000C2636">
        <w:rPr>
          <w:lang w:eastAsia="en-AU"/>
        </w:rPr>
        <w:t>the</w:t>
      </w:r>
      <w:r>
        <w:rPr>
          <w:lang w:eastAsia="en-AU"/>
        </w:rPr>
        <w:t xml:space="preserve"> </w:t>
      </w:r>
      <w:r w:rsidR="00704C36">
        <w:rPr>
          <w:lang w:eastAsia="en-AU"/>
        </w:rPr>
        <w:t>two</w:t>
      </w:r>
      <w:r>
        <w:rPr>
          <w:lang w:eastAsia="en-AU"/>
        </w:rPr>
        <w:t xml:space="preserve"> wheel</w:t>
      </w:r>
      <w:r w:rsidR="00704C36">
        <w:rPr>
          <w:lang w:eastAsia="en-AU"/>
        </w:rPr>
        <w:t xml:space="preserve"> hand </w:t>
      </w:r>
      <w:r>
        <w:rPr>
          <w:lang w:eastAsia="en-AU"/>
        </w:rPr>
        <w:t>trolley</w:t>
      </w:r>
      <w:r w:rsidR="00704C36">
        <w:rPr>
          <w:lang w:eastAsia="en-AU"/>
        </w:rPr>
        <w:t>.</w:t>
      </w:r>
    </w:p>
    <w:p w14:paraId="27DCA689" w14:textId="030A2FF0" w:rsidR="00154A96" w:rsidRDefault="00855063" w:rsidP="00A11336">
      <w:pPr>
        <w:pStyle w:val="ListParagraph"/>
        <w:numPr>
          <w:ilvl w:val="0"/>
          <w:numId w:val="10"/>
        </w:numPr>
        <w:rPr>
          <w:lang w:eastAsia="en-AU"/>
        </w:rPr>
      </w:pPr>
      <w:r>
        <w:rPr>
          <w:lang w:eastAsia="en-AU"/>
        </w:rPr>
        <w:t>The object will be transported on the trolley over a distance of up to approximately 20 metres</w:t>
      </w:r>
      <w:r w:rsidR="00704C36">
        <w:rPr>
          <w:lang w:eastAsia="en-AU"/>
        </w:rPr>
        <w:t>.</w:t>
      </w:r>
    </w:p>
    <w:p w14:paraId="66AEC3B4" w14:textId="5DF67456" w:rsidR="00855063" w:rsidRDefault="00855063" w:rsidP="00A11336">
      <w:pPr>
        <w:pStyle w:val="ListParagraph"/>
        <w:numPr>
          <w:ilvl w:val="0"/>
          <w:numId w:val="10"/>
        </w:numPr>
        <w:rPr>
          <w:lang w:eastAsia="en-AU"/>
        </w:rPr>
      </w:pPr>
      <w:r>
        <w:rPr>
          <w:lang w:eastAsia="en-AU"/>
        </w:rPr>
        <w:t>The transportation path will include at least one (1) designated point where a barricade must be erected. The barricade is required to prevent people from crossing the transportation route whilst the object transportation is in progress</w:t>
      </w:r>
      <w:r w:rsidR="00704C36">
        <w:rPr>
          <w:lang w:eastAsia="en-AU"/>
        </w:rPr>
        <w:t>.</w:t>
      </w:r>
    </w:p>
    <w:p w14:paraId="0C1D3232" w14:textId="3F570553" w:rsidR="00855063" w:rsidRDefault="00855063" w:rsidP="00A11336">
      <w:pPr>
        <w:pStyle w:val="ListParagraph"/>
        <w:numPr>
          <w:ilvl w:val="0"/>
          <w:numId w:val="10"/>
        </w:numPr>
        <w:rPr>
          <w:lang w:eastAsia="en-AU"/>
        </w:rPr>
      </w:pPr>
      <w:r>
        <w:rPr>
          <w:lang w:eastAsia="en-AU"/>
        </w:rPr>
        <w:t xml:space="preserve">The object will be lifted from the trolley on to a shelf at waist height at the destination location. </w:t>
      </w:r>
    </w:p>
    <w:p w14:paraId="087414ED" w14:textId="7C8AA343" w:rsidR="00855063" w:rsidRDefault="00855063" w:rsidP="00A11336">
      <w:pPr>
        <w:pStyle w:val="ListParagraph"/>
        <w:numPr>
          <w:ilvl w:val="0"/>
          <w:numId w:val="10"/>
        </w:numPr>
        <w:rPr>
          <w:lang w:eastAsia="en-AU"/>
        </w:rPr>
      </w:pPr>
      <w:r>
        <w:rPr>
          <w:lang w:eastAsia="en-AU"/>
        </w:rPr>
        <w:t xml:space="preserve">At the completion of the manual handling task the </w:t>
      </w:r>
      <w:r w:rsidR="00416DB3">
        <w:rPr>
          <w:lang w:eastAsia="en-AU"/>
        </w:rPr>
        <w:t xml:space="preserve">trolley and </w:t>
      </w:r>
      <w:r>
        <w:rPr>
          <w:lang w:eastAsia="en-AU"/>
        </w:rPr>
        <w:t>barricade equipment must be removed and returned to its storage location</w:t>
      </w:r>
      <w:r w:rsidR="00704C36">
        <w:rPr>
          <w:lang w:eastAsia="en-AU"/>
        </w:rPr>
        <w:t>.</w:t>
      </w:r>
      <w:r>
        <w:rPr>
          <w:lang w:eastAsia="en-AU"/>
        </w:rPr>
        <w:t xml:space="preserve"> </w:t>
      </w:r>
    </w:p>
    <w:p w14:paraId="486AB58D" w14:textId="77777777" w:rsidR="00E5314A" w:rsidRDefault="00E5314A">
      <w:pPr>
        <w:tabs>
          <w:tab w:val="clear" w:pos="284"/>
        </w:tabs>
        <w:spacing w:before="0" w:after="200" w:line="276" w:lineRule="auto"/>
        <w:rPr>
          <w:lang w:eastAsia="en-AU"/>
        </w:rPr>
      </w:pPr>
      <w:r>
        <w:rPr>
          <w:lang w:eastAsia="en-AU"/>
        </w:rPr>
        <w:br w:type="page"/>
      </w:r>
    </w:p>
    <w:p w14:paraId="6DA64B0E" w14:textId="549A8EF2" w:rsidR="00E5314A" w:rsidRDefault="00E5314A" w:rsidP="00E5314A">
      <w:pPr>
        <w:pStyle w:val="ListParagraph"/>
        <w:rPr>
          <w:lang w:eastAsia="en-AU"/>
        </w:rPr>
      </w:pPr>
    </w:p>
    <w:p w14:paraId="005DE5CB" w14:textId="695DC34C" w:rsidR="00327A58" w:rsidRPr="00327A58" w:rsidRDefault="00327A58" w:rsidP="006F6EB8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left="0"/>
        <w:rPr>
          <w:b/>
          <w:lang w:eastAsia="en-AU"/>
        </w:rPr>
      </w:pPr>
      <w:r>
        <w:rPr>
          <w:b/>
          <w:color w:val="FFFFFF" w:themeColor="background1"/>
          <w:lang w:eastAsia="en-AU"/>
        </w:rPr>
        <w:t>Task 1</w:t>
      </w:r>
      <w:r w:rsidR="00E5314A">
        <w:rPr>
          <w:b/>
          <w:color w:val="FFFFFF" w:themeColor="background1"/>
          <w:lang w:eastAsia="en-AU"/>
        </w:rPr>
        <w:t xml:space="preserve"> – Workplace Inspection</w:t>
      </w:r>
    </w:p>
    <w:p w14:paraId="455337EC" w14:textId="72B92CDF" w:rsidR="00BE2592" w:rsidRDefault="00BE2592" w:rsidP="00C96097">
      <w:pPr>
        <w:rPr>
          <w:lang w:eastAsia="en-AU"/>
        </w:rPr>
      </w:pPr>
      <w:r>
        <w:rPr>
          <w:lang w:eastAsia="en-AU"/>
        </w:rPr>
        <w:t xml:space="preserve">The student is required to carry out a workplace </w:t>
      </w:r>
      <w:r w:rsidR="00AB1F1E">
        <w:rPr>
          <w:lang w:eastAsia="en-AU"/>
        </w:rPr>
        <w:t xml:space="preserve">(workshop) </w:t>
      </w:r>
      <w:r>
        <w:rPr>
          <w:lang w:eastAsia="en-AU"/>
        </w:rPr>
        <w:t>inspection where th</w:t>
      </w:r>
      <w:r w:rsidR="0005710A">
        <w:rPr>
          <w:lang w:eastAsia="en-AU"/>
        </w:rPr>
        <w:t>e details of a) to f)</w:t>
      </w:r>
      <w:r w:rsidR="00800ADA">
        <w:rPr>
          <w:lang w:eastAsia="en-AU"/>
        </w:rPr>
        <w:t xml:space="preserve"> </w:t>
      </w:r>
      <w:r w:rsidR="00BB2ACB">
        <w:rPr>
          <w:lang w:eastAsia="en-AU"/>
        </w:rPr>
        <w:t>in the scenario</w:t>
      </w:r>
      <w:r w:rsidR="00800ADA">
        <w:rPr>
          <w:lang w:eastAsia="en-AU"/>
        </w:rPr>
        <w:t xml:space="preserve">, </w:t>
      </w:r>
      <w:r w:rsidR="0005710A">
        <w:rPr>
          <w:lang w:eastAsia="en-AU"/>
        </w:rPr>
        <w:t xml:space="preserve">will be provided by the assessor or teacher. </w:t>
      </w:r>
      <w:r w:rsidR="002E1DD7">
        <w:rPr>
          <w:lang w:eastAsia="en-AU"/>
        </w:rPr>
        <w:t>Each student is required to:</w:t>
      </w:r>
    </w:p>
    <w:p w14:paraId="3EA33F1E" w14:textId="7D3B8527" w:rsidR="0005710A" w:rsidRDefault="008023D7" w:rsidP="00A11336">
      <w:pPr>
        <w:pStyle w:val="ListParagraph"/>
        <w:numPr>
          <w:ilvl w:val="0"/>
          <w:numId w:val="11"/>
        </w:numPr>
        <w:rPr>
          <w:lang w:eastAsia="en-AU"/>
        </w:rPr>
      </w:pPr>
      <w:r>
        <w:rPr>
          <w:lang w:eastAsia="en-AU"/>
        </w:rPr>
        <w:t>(R</w:t>
      </w:r>
      <w:r w:rsidR="00B7477B">
        <w:rPr>
          <w:lang w:eastAsia="en-AU"/>
        </w:rPr>
        <w:t>S</w:t>
      </w:r>
      <w:r>
        <w:rPr>
          <w:lang w:eastAsia="en-AU"/>
        </w:rPr>
        <w:t>4</w:t>
      </w:r>
      <w:r w:rsidR="003056C9">
        <w:rPr>
          <w:lang w:eastAsia="en-AU"/>
        </w:rPr>
        <w:t>, PC1.4</w:t>
      </w:r>
      <w:r>
        <w:rPr>
          <w:lang w:eastAsia="en-AU"/>
        </w:rPr>
        <w:t xml:space="preserve">) </w:t>
      </w:r>
      <w:r w:rsidR="00800ADA">
        <w:rPr>
          <w:lang w:eastAsia="en-AU"/>
        </w:rPr>
        <w:t xml:space="preserve">select and wear the correct PPE before entering the </w:t>
      </w:r>
      <w:r w:rsidR="00416DB3">
        <w:rPr>
          <w:lang w:eastAsia="en-AU"/>
        </w:rPr>
        <w:t>workshop</w:t>
      </w:r>
      <w:r w:rsidR="00800ADA">
        <w:rPr>
          <w:lang w:eastAsia="en-AU"/>
        </w:rPr>
        <w:t xml:space="preserve"> location for the inspection</w:t>
      </w:r>
      <w:r w:rsidR="003056C9">
        <w:rPr>
          <w:lang w:eastAsia="en-AU"/>
        </w:rPr>
        <w:t>.</w:t>
      </w:r>
      <w:r w:rsidR="00800ADA">
        <w:rPr>
          <w:lang w:eastAsia="en-AU"/>
        </w:rPr>
        <w:t xml:space="preserve"> </w:t>
      </w:r>
    </w:p>
    <w:p w14:paraId="1A3C6C2C" w14:textId="50C2F947" w:rsidR="00800ADA" w:rsidRDefault="008023D7" w:rsidP="00A11336">
      <w:pPr>
        <w:pStyle w:val="ListParagraph"/>
        <w:numPr>
          <w:ilvl w:val="0"/>
          <w:numId w:val="11"/>
        </w:numPr>
        <w:rPr>
          <w:lang w:eastAsia="en-AU"/>
        </w:rPr>
      </w:pPr>
      <w:r>
        <w:rPr>
          <w:lang w:eastAsia="en-AU"/>
        </w:rPr>
        <w:t>(R</w:t>
      </w:r>
      <w:r w:rsidR="00B7477B">
        <w:rPr>
          <w:lang w:eastAsia="en-AU"/>
        </w:rPr>
        <w:t>S</w:t>
      </w:r>
      <w:r>
        <w:rPr>
          <w:lang w:eastAsia="en-AU"/>
        </w:rPr>
        <w:t xml:space="preserve">13) </w:t>
      </w:r>
      <w:r w:rsidR="00800ADA">
        <w:rPr>
          <w:lang w:eastAsia="en-AU"/>
        </w:rPr>
        <w:t>listen to the assessor or teachers explanation of the manual handling activity</w:t>
      </w:r>
      <w:r w:rsidR="003056C9">
        <w:rPr>
          <w:lang w:eastAsia="en-AU"/>
        </w:rPr>
        <w:t>.</w:t>
      </w:r>
      <w:r w:rsidR="00800ADA">
        <w:rPr>
          <w:lang w:eastAsia="en-AU"/>
        </w:rPr>
        <w:t xml:space="preserve"> </w:t>
      </w:r>
    </w:p>
    <w:p w14:paraId="49D774B0" w14:textId="7EE6ED45" w:rsidR="003056C9" w:rsidRDefault="003056C9" w:rsidP="00B47C79">
      <w:pPr>
        <w:pStyle w:val="ListParagraph"/>
        <w:numPr>
          <w:ilvl w:val="0"/>
          <w:numId w:val="11"/>
        </w:numPr>
        <w:rPr>
          <w:lang w:eastAsia="en-AU"/>
        </w:rPr>
      </w:pPr>
      <w:r>
        <w:rPr>
          <w:lang w:eastAsia="en-AU"/>
        </w:rPr>
        <w:t>(RS1, PC1.1)</w:t>
      </w:r>
      <w:r w:rsidR="00445E03">
        <w:rPr>
          <w:lang w:eastAsia="en-AU"/>
        </w:rPr>
        <w:t xml:space="preserve"> </w:t>
      </w:r>
      <w:r>
        <w:rPr>
          <w:lang w:eastAsia="en-AU"/>
        </w:rPr>
        <w:t>l</w:t>
      </w:r>
      <w:r w:rsidR="00C96097">
        <w:rPr>
          <w:lang w:eastAsia="en-AU"/>
        </w:rPr>
        <w:t xml:space="preserve">isten to the instruction provided on the safe working practices involved for the </w:t>
      </w:r>
      <w:r>
        <w:rPr>
          <w:lang w:eastAsia="en-AU"/>
        </w:rPr>
        <w:t xml:space="preserve">use of the </w:t>
      </w:r>
      <w:r w:rsidR="00C96097">
        <w:rPr>
          <w:lang w:eastAsia="en-AU"/>
        </w:rPr>
        <w:t>2 wheel</w:t>
      </w:r>
      <w:r>
        <w:rPr>
          <w:lang w:eastAsia="en-AU"/>
        </w:rPr>
        <w:t xml:space="preserve"> hand</w:t>
      </w:r>
      <w:r w:rsidR="00C96097">
        <w:rPr>
          <w:lang w:eastAsia="en-AU"/>
        </w:rPr>
        <w:t xml:space="preserve"> trolley</w:t>
      </w:r>
      <w:r>
        <w:rPr>
          <w:lang w:eastAsia="en-AU"/>
        </w:rPr>
        <w:t>.</w:t>
      </w:r>
      <w:r w:rsidR="00C96097">
        <w:rPr>
          <w:lang w:eastAsia="en-AU"/>
        </w:rPr>
        <w:t xml:space="preserve"> </w:t>
      </w:r>
    </w:p>
    <w:p w14:paraId="4FCECD60" w14:textId="0E34F2D6" w:rsidR="003056C9" w:rsidRDefault="003056C9" w:rsidP="00B47C79">
      <w:pPr>
        <w:pStyle w:val="ListParagraph"/>
        <w:numPr>
          <w:ilvl w:val="0"/>
          <w:numId w:val="11"/>
        </w:numPr>
        <w:rPr>
          <w:lang w:eastAsia="en-AU"/>
        </w:rPr>
      </w:pPr>
      <w:r>
        <w:rPr>
          <w:lang w:eastAsia="en-AU"/>
        </w:rPr>
        <w:t>(RS13) check and clarify any task related information.</w:t>
      </w:r>
    </w:p>
    <w:p w14:paraId="3B7EFB37" w14:textId="7D3154AF" w:rsidR="0005710A" w:rsidRDefault="001F5DE2" w:rsidP="00A11336">
      <w:pPr>
        <w:pStyle w:val="ListParagraph"/>
        <w:numPr>
          <w:ilvl w:val="0"/>
          <w:numId w:val="11"/>
        </w:numPr>
        <w:rPr>
          <w:lang w:eastAsia="en-AU"/>
        </w:rPr>
      </w:pPr>
      <w:r>
        <w:rPr>
          <w:lang w:eastAsia="en-AU"/>
        </w:rPr>
        <w:t>(R</w:t>
      </w:r>
      <w:r w:rsidR="00B7477B">
        <w:rPr>
          <w:lang w:eastAsia="en-AU"/>
        </w:rPr>
        <w:t>S</w:t>
      </w:r>
      <w:r>
        <w:rPr>
          <w:lang w:eastAsia="en-AU"/>
        </w:rPr>
        <w:t>6</w:t>
      </w:r>
      <w:r w:rsidR="003056C9">
        <w:rPr>
          <w:lang w:eastAsia="en-AU"/>
        </w:rPr>
        <w:t>, PC1.6</w:t>
      </w:r>
      <w:r>
        <w:rPr>
          <w:lang w:eastAsia="en-AU"/>
        </w:rPr>
        <w:t xml:space="preserve">) </w:t>
      </w:r>
      <w:r w:rsidR="00AB3CDD">
        <w:rPr>
          <w:lang w:eastAsia="en-AU"/>
        </w:rPr>
        <w:t>e</w:t>
      </w:r>
      <w:r w:rsidR="002E1DD7">
        <w:rPr>
          <w:lang w:eastAsia="en-AU"/>
        </w:rPr>
        <w:t>nsure safety signs in the workplace are followed</w:t>
      </w:r>
      <w:r w:rsidR="003056C9">
        <w:rPr>
          <w:lang w:eastAsia="en-AU"/>
        </w:rPr>
        <w:t>.</w:t>
      </w:r>
    </w:p>
    <w:p w14:paraId="141739F4" w14:textId="434D66A5" w:rsidR="002E1DD7" w:rsidRDefault="002E1DD7" w:rsidP="00E5314A">
      <w:pPr>
        <w:pStyle w:val="ListParagraph"/>
        <w:rPr>
          <w:lang w:eastAsia="en-AU"/>
        </w:rPr>
      </w:pPr>
    </w:p>
    <w:p w14:paraId="33962BAA" w14:textId="45BB8CA9" w:rsidR="00C14C9D" w:rsidRDefault="00C14C9D" w:rsidP="00C14C9D">
      <w:pPr>
        <w:rPr>
          <w:lang w:eastAsia="en-AU"/>
        </w:rPr>
      </w:pPr>
    </w:p>
    <w:p w14:paraId="4FB068B6" w14:textId="0311EF86" w:rsidR="00E5314A" w:rsidRPr="00327A58" w:rsidRDefault="00E5314A" w:rsidP="006F6EB8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left="0"/>
        <w:rPr>
          <w:b/>
          <w:lang w:eastAsia="en-AU"/>
        </w:rPr>
      </w:pPr>
      <w:r>
        <w:rPr>
          <w:b/>
          <w:color w:val="FFFFFF" w:themeColor="background1"/>
          <w:lang w:eastAsia="en-AU"/>
        </w:rPr>
        <w:t>Task 2 – Carry out a Risk Assessment</w:t>
      </w:r>
    </w:p>
    <w:p w14:paraId="46977E2C" w14:textId="58BCE208" w:rsidR="00CE3651" w:rsidRDefault="00A81D40" w:rsidP="00C14C9D">
      <w:pPr>
        <w:rPr>
          <w:lang w:eastAsia="en-AU"/>
        </w:rPr>
      </w:pPr>
      <w:r>
        <w:rPr>
          <w:lang w:eastAsia="en-AU"/>
        </w:rPr>
        <w:t>U</w:t>
      </w:r>
      <w:r w:rsidR="00C14C9D">
        <w:rPr>
          <w:lang w:eastAsia="en-AU"/>
        </w:rPr>
        <w:t>sing the Job Safety Environment Analysis (JSEA) template provided on the following pag</w:t>
      </w:r>
      <w:r w:rsidR="007E7A51">
        <w:rPr>
          <w:lang w:eastAsia="en-AU"/>
        </w:rPr>
        <w:t>es</w:t>
      </w:r>
      <w:r w:rsidR="00CE3651">
        <w:rPr>
          <w:lang w:eastAsia="en-AU"/>
        </w:rPr>
        <w:t>:</w:t>
      </w:r>
      <w:r w:rsidR="007E7A51">
        <w:rPr>
          <w:lang w:eastAsia="en-AU"/>
        </w:rPr>
        <w:t xml:space="preserve"> </w:t>
      </w:r>
    </w:p>
    <w:p w14:paraId="33EBC40B" w14:textId="7FEEF168" w:rsidR="00B60CA5" w:rsidRDefault="00AB3CDD" w:rsidP="00A11336">
      <w:pPr>
        <w:pStyle w:val="ListParagraph"/>
        <w:numPr>
          <w:ilvl w:val="0"/>
          <w:numId w:val="12"/>
        </w:numPr>
        <w:rPr>
          <w:lang w:eastAsia="en-AU"/>
        </w:rPr>
      </w:pPr>
      <w:r>
        <w:rPr>
          <w:lang w:eastAsia="en-AU"/>
        </w:rPr>
        <w:t>(</w:t>
      </w:r>
      <w:r w:rsidR="00A81D40">
        <w:rPr>
          <w:lang w:eastAsia="en-AU"/>
        </w:rPr>
        <w:t>RS9,</w:t>
      </w:r>
      <w:r w:rsidR="005E7E1C">
        <w:rPr>
          <w:lang w:eastAsia="en-AU"/>
        </w:rPr>
        <w:t xml:space="preserve"> </w:t>
      </w:r>
      <w:r w:rsidR="00A77576">
        <w:rPr>
          <w:lang w:eastAsia="en-AU"/>
        </w:rPr>
        <w:t xml:space="preserve">RS12, </w:t>
      </w:r>
      <w:r w:rsidR="005E7E1C">
        <w:rPr>
          <w:lang w:eastAsia="en-AU"/>
        </w:rPr>
        <w:t>PC1.3,</w:t>
      </w:r>
      <w:r w:rsidR="00A81D40">
        <w:rPr>
          <w:lang w:eastAsia="en-AU"/>
        </w:rPr>
        <w:t xml:space="preserve"> </w:t>
      </w:r>
      <w:r>
        <w:rPr>
          <w:lang w:eastAsia="en-AU"/>
        </w:rPr>
        <w:t>PC2.1) c</w:t>
      </w:r>
      <w:r w:rsidR="00C14C9D">
        <w:rPr>
          <w:lang w:eastAsia="en-AU"/>
        </w:rPr>
        <w:t xml:space="preserve">omplete </w:t>
      </w:r>
      <w:r w:rsidR="007E7A51">
        <w:rPr>
          <w:lang w:eastAsia="en-AU"/>
        </w:rPr>
        <w:t xml:space="preserve">the JSEA </w:t>
      </w:r>
      <w:r w:rsidR="00C14C9D">
        <w:rPr>
          <w:lang w:eastAsia="en-AU"/>
        </w:rPr>
        <w:t>for the manual handling task</w:t>
      </w:r>
      <w:r w:rsidR="007E7A51">
        <w:rPr>
          <w:lang w:eastAsia="en-AU"/>
        </w:rPr>
        <w:t xml:space="preserve"> and submit to your assessor or teacher for checking</w:t>
      </w:r>
      <w:r w:rsidR="00CE3651">
        <w:rPr>
          <w:lang w:eastAsia="en-AU"/>
        </w:rPr>
        <w:t>.</w:t>
      </w:r>
    </w:p>
    <w:p w14:paraId="0AD32558" w14:textId="77777777" w:rsidR="003769DB" w:rsidRDefault="003769DB">
      <w:pPr>
        <w:tabs>
          <w:tab w:val="clear" w:pos="284"/>
        </w:tabs>
        <w:spacing w:before="0" w:after="200" w:line="276" w:lineRule="auto"/>
        <w:rPr>
          <w:lang w:eastAsia="en-AU"/>
        </w:rPr>
        <w:sectPr w:rsidR="003769DB" w:rsidSect="00C41A9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0E20D768" w14:textId="77777777" w:rsidR="00A11336" w:rsidRPr="00323F6E" w:rsidRDefault="00A11336" w:rsidP="00A11336">
      <w:pPr>
        <w:tabs>
          <w:tab w:val="left" w:pos="12049"/>
          <w:tab w:val="right" w:pos="14351"/>
        </w:tabs>
        <w:spacing w:after="0" w:line="240" w:lineRule="auto"/>
        <w:rPr>
          <w:b/>
          <w:color w:val="4596CA"/>
          <w:sz w:val="52"/>
          <w:szCs w:val="52"/>
        </w:rPr>
      </w:pPr>
      <w:r w:rsidRPr="00323F6E">
        <w:rPr>
          <w:b/>
          <w:noProof/>
          <w:color w:val="4596CA"/>
          <w:sz w:val="52"/>
          <w:szCs w:val="52"/>
          <w:lang w:eastAsia="en-A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C614B4" wp14:editId="6F152C35">
                <wp:simplePos x="0" y="0"/>
                <wp:positionH relativeFrom="column">
                  <wp:posOffset>-102870</wp:posOffset>
                </wp:positionH>
                <wp:positionV relativeFrom="paragraph">
                  <wp:posOffset>-163197</wp:posOffset>
                </wp:positionV>
                <wp:extent cx="4476903" cy="410642"/>
                <wp:effectExtent l="0" t="114300" r="38100" b="2794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6903" cy="410642"/>
                          <a:chOff x="0" y="0"/>
                          <a:chExt cx="4476903" cy="410642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36576" y="87782"/>
                            <a:ext cx="444032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rot="5400000">
                            <a:off x="-124359" y="248717"/>
                            <a:ext cx="32385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rot="8100000">
                            <a:off x="0" y="0"/>
                            <a:ext cx="2514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8EED2" id="Group 3" o:spid="_x0000_s1026" style="position:absolute;margin-left:-8.1pt;margin-top:-12.85pt;width:352.5pt;height:32.35pt;z-index:251660288" coordsize="44769,4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">
                <v:line id="Straight Connector 4" o:spid="_x0000_s1027" style="position:absolute;visibility:visible;mso-wrap-style:square" from="365,877" to="44769,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" strokecolor="gray [1629]" strokeweight="1.5pt"/>
                <v:line id="Straight Connector 5" o:spid="_x0000_s1028" style="position:absolute;rotation:90;visibility:visible;mso-wrap-style:square" from="-1245,2487" to="1994,2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" strokecolor="gray [1629]" strokeweight="1.5pt"/>
                <v:line id="Straight Connector 6" o:spid="_x0000_s1029" style="position:absolute;rotation:135;visibility:visible;mso-wrap-style:square" from="0,0" to="251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" strokecolor="gray [1629]" strokeweight="1.5pt"/>
              </v:group>
            </w:pict>
          </mc:Fallback>
        </mc:AlternateContent>
      </w:r>
      <w:r w:rsidRPr="00323F6E">
        <w:rPr>
          <w:b/>
          <w:color w:val="4596CA"/>
          <w:sz w:val="52"/>
          <w:szCs w:val="52"/>
        </w:rPr>
        <w:t>RISK ASSESSMENT</w:t>
      </w:r>
      <w:r>
        <w:rPr>
          <w:b/>
          <w:color w:val="4596CA"/>
          <w:sz w:val="52"/>
          <w:szCs w:val="52"/>
        </w:rPr>
        <w:t xml:space="preserve"> / JSEA</w:t>
      </w:r>
    </w:p>
    <w:p w14:paraId="1CF4739F" w14:textId="77777777" w:rsidR="00A11336" w:rsidRDefault="00A11336" w:rsidP="00A11336">
      <w:pPr>
        <w:pStyle w:val="RiskTableText"/>
        <w:tabs>
          <w:tab w:val="left" w:leader="underscore" w:pos="9214"/>
          <w:tab w:val="left" w:leader="underscore" w:pos="15451"/>
        </w:tabs>
        <w:spacing w:before="120" w:after="120"/>
        <w:rPr>
          <w:rFonts w:asciiTheme="minorHAnsi" w:hAnsiTheme="minorHAnsi"/>
          <w:b/>
          <w:sz w:val="20"/>
          <w:szCs w:val="16"/>
        </w:rPr>
      </w:pPr>
      <w:r>
        <w:rPr>
          <w:rFonts w:asciiTheme="minorHAnsi" w:hAnsiTheme="minorHAnsi"/>
          <w:b/>
          <w:sz w:val="20"/>
          <w:szCs w:val="16"/>
        </w:rPr>
        <w:t>Situation</w:t>
      </w:r>
      <w:r w:rsidRPr="00AB6F05">
        <w:rPr>
          <w:rFonts w:asciiTheme="minorHAnsi" w:hAnsiTheme="minorHAnsi"/>
          <w:b/>
          <w:i/>
          <w:sz w:val="20"/>
          <w:szCs w:val="16"/>
        </w:rPr>
        <w:t xml:space="preserve">: </w:t>
      </w:r>
      <w:r w:rsidRPr="00AB6F05">
        <w:rPr>
          <w:rFonts w:asciiTheme="minorHAnsi" w:hAnsiTheme="minorHAnsi"/>
          <w:i/>
          <w:sz w:val="20"/>
          <w:szCs w:val="16"/>
        </w:rPr>
        <w:t>Assessment Scenario – Oil spill in workshop</w:t>
      </w:r>
      <w:r w:rsidRPr="00821152">
        <w:rPr>
          <w:rFonts w:asciiTheme="minorHAnsi" w:hAnsiTheme="minorHAnsi"/>
          <w:sz w:val="20"/>
          <w:szCs w:val="16"/>
        </w:rPr>
        <w:tab/>
      </w:r>
      <w:r>
        <w:rPr>
          <w:rFonts w:asciiTheme="minorHAnsi" w:hAnsiTheme="minorHAnsi"/>
          <w:b/>
          <w:sz w:val="20"/>
          <w:szCs w:val="16"/>
        </w:rPr>
        <w:t xml:space="preserve"> Location</w:t>
      </w:r>
      <w:r w:rsidRPr="00D33F68">
        <w:rPr>
          <w:rFonts w:asciiTheme="minorHAnsi" w:hAnsiTheme="minorHAnsi"/>
          <w:b/>
          <w:sz w:val="20"/>
          <w:szCs w:val="16"/>
        </w:rPr>
        <w:t>:</w:t>
      </w:r>
      <w:r>
        <w:rPr>
          <w:rFonts w:asciiTheme="minorHAnsi" w:hAnsiTheme="minorHAnsi"/>
          <w:b/>
          <w:sz w:val="20"/>
          <w:szCs w:val="16"/>
        </w:rPr>
        <w:t xml:space="preserve"> </w:t>
      </w:r>
      <w:r w:rsidRPr="00AB6F05">
        <w:rPr>
          <w:rFonts w:asciiTheme="minorHAnsi" w:hAnsiTheme="minorHAnsi"/>
          <w:i/>
          <w:sz w:val="20"/>
          <w:szCs w:val="16"/>
        </w:rPr>
        <w:t>TAFE NSW</w:t>
      </w:r>
      <w:r w:rsidRPr="00821152">
        <w:rPr>
          <w:rFonts w:asciiTheme="minorHAnsi" w:hAnsiTheme="minorHAnsi"/>
          <w:sz w:val="20"/>
          <w:szCs w:val="16"/>
        </w:rPr>
        <w:tab/>
      </w:r>
    </w:p>
    <w:p w14:paraId="69044F22" w14:textId="3FFCACFF" w:rsidR="00A11336" w:rsidRPr="00694509" w:rsidRDefault="00A11336" w:rsidP="00A11336">
      <w:pPr>
        <w:pStyle w:val="RiskTableText"/>
        <w:tabs>
          <w:tab w:val="left" w:leader="underscore" w:pos="5103"/>
          <w:tab w:val="left" w:leader="underscore" w:pos="12191"/>
          <w:tab w:val="left" w:leader="underscore" w:pos="15451"/>
        </w:tabs>
        <w:spacing w:before="120" w:after="120"/>
        <w:rPr>
          <w:rFonts w:asciiTheme="minorHAnsi" w:hAnsiTheme="minorHAnsi"/>
          <w:b/>
          <w:sz w:val="20"/>
          <w:szCs w:val="16"/>
        </w:rPr>
      </w:pPr>
      <w:r w:rsidRPr="00E5314A">
        <w:rPr>
          <w:rFonts w:asciiTheme="minorHAnsi" w:hAnsiTheme="minorHAnsi"/>
          <w:b/>
          <w:color w:val="auto"/>
          <w:sz w:val="20"/>
          <w:szCs w:val="16"/>
        </w:rPr>
        <w:t xml:space="preserve">Conducted by: </w:t>
      </w:r>
      <w:r w:rsidRPr="005D2DA9">
        <w:rPr>
          <w:color w:val="FF0000"/>
          <w:sz w:val="20"/>
        </w:rPr>
        <w:t>Students Name</w:t>
      </w:r>
      <w:r w:rsidRPr="00740FC4">
        <w:rPr>
          <w:rFonts w:asciiTheme="minorHAnsi" w:hAnsiTheme="minorHAnsi"/>
          <w:sz w:val="20"/>
          <w:szCs w:val="16"/>
        </w:rPr>
        <w:tab/>
      </w:r>
      <w:r>
        <w:rPr>
          <w:rFonts w:asciiTheme="minorHAnsi" w:hAnsiTheme="minorHAnsi"/>
          <w:b/>
          <w:sz w:val="20"/>
          <w:szCs w:val="16"/>
        </w:rPr>
        <w:t>In C</w:t>
      </w:r>
      <w:r w:rsidRPr="00694509">
        <w:rPr>
          <w:rFonts w:asciiTheme="minorHAnsi" w:hAnsiTheme="minorHAnsi"/>
          <w:b/>
          <w:sz w:val="20"/>
          <w:szCs w:val="16"/>
        </w:rPr>
        <w:t>onsultation with:</w:t>
      </w:r>
      <w:r>
        <w:rPr>
          <w:rFonts w:asciiTheme="minorHAnsi" w:hAnsiTheme="minorHAnsi"/>
          <w:b/>
          <w:sz w:val="20"/>
          <w:szCs w:val="16"/>
        </w:rPr>
        <w:t xml:space="preserve"> </w:t>
      </w:r>
      <w:r w:rsidRPr="00AB6F05">
        <w:rPr>
          <w:rFonts w:asciiTheme="minorHAnsi" w:hAnsiTheme="minorHAnsi"/>
          <w:i/>
          <w:sz w:val="20"/>
          <w:szCs w:val="16"/>
        </w:rPr>
        <w:t>Assessor or teacher</w:t>
      </w:r>
      <w:r w:rsidR="00E5314A">
        <w:rPr>
          <w:rFonts w:asciiTheme="minorHAnsi" w:hAnsiTheme="minorHAnsi"/>
          <w:i/>
          <w:sz w:val="20"/>
          <w:szCs w:val="16"/>
        </w:rPr>
        <w:t xml:space="preserve">   </w:t>
      </w:r>
      <w:r w:rsidRPr="00E5314A">
        <w:rPr>
          <w:rFonts w:asciiTheme="minorHAnsi" w:hAnsiTheme="minorHAnsi"/>
          <w:b/>
          <w:color w:val="auto"/>
          <w:sz w:val="20"/>
          <w:szCs w:val="16"/>
        </w:rPr>
        <w:t>Date Conducted</w:t>
      </w:r>
      <w:r w:rsidRPr="00AB6F05">
        <w:rPr>
          <w:rFonts w:asciiTheme="minorHAnsi" w:hAnsiTheme="minorHAnsi"/>
          <w:b/>
          <w:color w:val="7030A0"/>
          <w:sz w:val="20"/>
          <w:szCs w:val="16"/>
        </w:rPr>
        <w:t>:</w:t>
      </w:r>
      <w:r>
        <w:rPr>
          <w:rFonts w:asciiTheme="minorHAnsi" w:hAnsiTheme="minorHAnsi"/>
          <w:b/>
          <w:color w:val="7030A0"/>
          <w:sz w:val="20"/>
          <w:szCs w:val="16"/>
        </w:rPr>
        <w:t xml:space="preserve"> </w:t>
      </w:r>
      <w:r>
        <w:rPr>
          <w:color w:val="FF0000"/>
          <w:sz w:val="20"/>
        </w:rPr>
        <w:t>DATE OF ASSESSMENT</w:t>
      </w:r>
      <w:r>
        <w:rPr>
          <w:rFonts w:asciiTheme="minorHAnsi" w:hAnsiTheme="minorHAnsi"/>
          <w:sz w:val="20"/>
          <w:szCs w:val="16"/>
        </w:rPr>
        <w:tab/>
      </w:r>
    </w:p>
    <w:p w14:paraId="655CCA47" w14:textId="77777777" w:rsidR="00A11336" w:rsidRDefault="00A11336" w:rsidP="00A11336">
      <w:pPr>
        <w:pStyle w:val="RiskTableText"/>
        <w:tabs>
          <w:tab w:val="left" w:leader="underscore" w:pos="5103"/>
          <w:tab w:val="left" w:pos="5954"/>
          <w:tab w:val="left" w:leader="underscore" w:pos="12333"/>
          <w:tab w:val="left" w:leader="underscore" w:pos="15451"/>
        </w:tabs>
        <w:spacing w:before="120"/>
        <w:rPr>
          <w:rFonts w:asciiTheme="minorHAnsi" w:hAnsiTheme="minorHAnsi"/>
          <w:sz w:val="20"/>
          <w:szCs w:val="16"/>
        </w:rPr>
      </w:pPr>
      <w:r w:rsidRPr="00233029">
        <w:rPr>
          <w:rFonts w:asciiTheme="minorHAnsi" w:hAnsiTheme="minorHAnsi"/>
          <w:b/>
          <w:sz w:val="20"/>
          <w:szCs w:val="16"/>
        </w:rPr>
        <w:t>Reviewed by</w:t>
      </w:r>
      <w:r>
        <w:rPr>
          <w:rFonts w:asciiTheme="minorHAnsi" w:hAnsiTheme="minorHAnsi"/>
          <w:sz w:val="20"/>
          <w:szCs w:val="16"/>
        </w:rPr>
        <w:t xml:space="preserve">: </w:t>
      </w:r>
      <w:r w:rsidRPr="005D2DA9">
        <w:rPr>
          <w:rFonts w:asciiTheme="minorHAnsi" w:hAnsiTheme="minorHAnsi"/>
          <w:color w:val="FF0000"/>
          <w:sz w:val="20"/>
          <w:szCs w:val="16"/>
        </w:rPr>
        <w:t>assessor or teacher</w:t>
      </w:r>
      <w:r w:rsidRPr="00233029">
        <w:rPr>
          <w:rFonts w:asciiTheme="minorHAnsi" w:hAnsiTheme="minorHAnsi"/>
          <w:sz w:val="20"/>
          <w:szCs w:val="16"/>
        </w:rPr>
        <w:tab/>
      </w:r>
      <w:r w:rsidRPr="00233029">
        <w:rPr>
          <w:rFonts w:asciiTheme="minorHAnsi" w:hAnsiTheme="minorHAnsi"/>
          <w:b/>
          <w:sz w:val="20"/>
          <w:szCs w:val="16"/>
        </w:rPr>
        <w:t>Comments</w:t>
      </w:r>
      <w:r>
        <w:rPr>
          <w:rFonts w:asciiTheme="minorHAnsi" w:hAnsiTheme="minorHAnsi"/>
          <w:b/>
          <w:sz w:val="20"/>
          <w:szCs w:val="16"/>
        </w:rPr>
        <w:t>:</w:t>
      </w:r>
      <w:r w:rsidRPr="00233029">
        <w:rPr>
          <w:rFonts w:asciiTheme="minorHAnsi" w:hAnsiTheme="minorHAnsi"/>
          <w:sz w:val="20"/>
          <w:szCs w:val="16"/>
        </w:rPr>
        <w:tab/>
      </w:r>
      <w:r w:rsidRPr="00233029">
        <w:rPr>
          <w:rFonts w:asciiTheme="minorHAnsi" w:hAnsiTheme="minorHAnsi"/>
          <w:b/>
          <w:sz w:val="20"/>
          <w:szCs w:val="16"/>
        </w:rPr>
        <w:t>Date Reviewed:</w:t>
      </w:r>
      <w:r>
        <w:rPr>
          <w:rFonts w:asciiTheme="minorHAnsi" w:hAnsiTheme="minorHAnsi"/>
          <w:b/>
          <w:sz w:val="20"/>
          <w:szCs w:val="16"/>
        </w:rPr>
        <w:t xml:space="preserve"> </w:t>
      </w:r>
      <w:r w:rsidRPr="00AB6F05">
        <w:rPr>
          <w:rFonts w:asciiTheme="minorHAnsi" w:hAnsiTheme="minorHAnsi"/>
          <w:sz w:val="20"/>
          <w:szCs w:val="16"/>
        </w:rPr>
        <w:t>date of marking</w:t>
      </w:r>
      <w:r w:rsidRPr="00233029">
        <w:rPr>
          <w:rFonts w:asciiTheme="minorHAnsi" w:hAnsiTheme="minorHAnsi"/>
          <w:sz w:val="20"/>
          <w:szCs w:val="16"/>
        </w:rPr>
        <w:tab/>
      </w:r>
    </w:p>
    <w:p w14:paraId="33C8FA75" w14:textId="77777777" w:rsidR="00A11336" w:rsidRPr="00391009" w:rsidRDefault="00A11336" w:rsidP="00A11336">
      <w:pPr>
        <w:pStyle w:val="Chcklist"/>
        <w:spacing w:before="120"/>
      </w:pPr>
      <w:r>
        <w:rPr>
          <w:b/>
        </w:rPr>
        <w:t>Reason for</w:t>
      </w:r>
      <w:r w:rsidRPr="00107DFB">
        <w:rPr>
          <w:b/>
        </w:rPr>
        <w:t xml:space="preserve"> this risk assessment</w:t>
      </w:r>
    </w:p>
    <w:tbl>
      <w:tblPr>
        <w:tblStyle w:val="TableGrid"/>
        <w:tblW w:w="5002" w:type="pct"/>
        <w:tblInd w:w="-5" w:type="dxa"/>
        <w:tblLook w:val="04A0" w:firstRow="1" w:lastRow="0" w:firstColumn="1" w:lastColumn="0" w:noHBand="0" w:noVBand="1"/>
      </w:tblPr>
      <w:tblGrid>
        <w:gridCol w:w="1569"/>
        <w:gridCol w:w="963"/>
        <w:gridCol w:w="611"/>
        <w:gridCol w:w="235"/>
        <w:gridCol w:w="1145"/>
        <w:gridCol w:w="165"/>
        <w:gridCol w:w="1154"/>
        <w:gridCol w:w="868"/>
        <w:gridCol w:w="2216"/>
        <w:gridCol w:w="975"/>
        <w:gridCol w:w="944"/>
        <w:gridCol w:w="3163"/>
      </w:tblGrid>
      <w:tr w:rsidR="00A11336" w:rsidRPr="00D35BB1" w14:paraId="7ED04511" w14:textId="77777777" w:rsidTr="0047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37"/>
        </w:trPr>
        <w:tc>
          <w:tcPr>
            <w:tcW w:w="8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3D2D3A" w14:textId="77777777" w:rsidR="00A11336" w:rsidRPr="005D2DA9" w:rsidRDefault="00A43B4A" w:rsidP="004759D2">
            <w:pPr>
              <w:pStyle w:val="Chcklist"/>
            </w:pPr>
            <w:sdt>
              <w:sdtPr>
                <w:id w:val="-72760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 w:rsidRPr="005D2DA9">
              <w:t xml:space="preserve">  Workplace Change </w:t>
            </w:r>
          </w:p>
          <w:p w14:paraId="05FCD1EE" w14:textId="77777777" w:rsidR="00A11336" w:rsidRPr="005D2DA9" w:rsidRDefault="00A43B4A" w:rsidP="004759D2">
            <w:pPr>
              <w:pStyle w:val="Chcklist"/>
              <w:rPr>
                <w:color w:val="FF0000"/>
              </w:rPr>
            </w:pPr>
            <w:sdt>
              <w:sdtPr>
                <w:rPr>
                  <w:color w:val="FF0000"/>
                </w:rPr>
                <w:id w:val="-10277166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 w:rsidRPr="005D2DA9">
              <w:rPr>
                <w:color w:val="FF0000"/>
              </w:rPr>
              <w:t xml:space="preserve">  Work task / activity</w:t>
            </w:r>
          </w:p>
          <w:p w14:paraId="4F0E525B" w14:textId="77777777" w:rsidR="00A11336" w:rsidRPr="00322253" w:rsidRDefault="00A43B4A" w:rsidP="004759D2">
            <w:pPr>
              <w:pStyle w:val="Chcklist"/>
            </w:pPr>
            <w:sdt>
              <w:sdtPr>
                <w:id w:val="135692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 xml:space="preserve">New </w:t>
            </w:r>
            <w:r w:rsidR="00A11336">
              <w:t>building/ f</w:t>
            </w:r>
            <w:r w:rsidR="00A11336" w:rsidRPr="00322253">
              <w:t>acility</w:t>
            </w:r>
          </w:p>
          <w:p w14:paraId="737A3E0E" w14:textId="77777777" w:rsidR="00A11336" w:rsidRPr="00322253" w:rsidRDefault="00A11336" w:rsidP="004759D2">
            <w:pPr>
              <w:pStyle w:val="Chcklist"/>
            </w:pPr>
          </w:p>
        </w:tc>
        <w:tc>
          <w:tcPr>
            <w:tcW w:w="7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AB867D" w14:textId="77777777" w:rsidR="00A11336" w:rsidRPr="00322253" w:rsidRDefault="00A43B4A" w:rsidP="004759D2">
            <w:pPr>
              <w:pStyle w:val="Chcklist"/>
            </w:pPr>
            <w:sdt>
              <w:sdtPr>
                <w:id w:val="-385490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>P</w:t>
            </w:r>
            <w:r w:rsidR="00A11336">
              <w:t xml:space="preserve">rocure </w:t>
            </w:r>
            <w:r w:rsidR="00A11336" w:rsidRPr="00322253">
              <w:t xml:space="preserve">new plant </w:t>
            </w:r>
          </w:p>
          <w:p w14:paraId="5653365C" w14:textId="77777777" w:rsidR="00A11336" w:rsidRDefault="00A43B4A" w:rsidP="004759D2">
            <w:pPr>
              <w:pStyle w:val="Chcklist"/>
            </w:pPr>
            <w:sdt>
              <w:sdtPr>
                <w:id w:val="-982232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>Commission</w:t>
            </w:r>
            <w:r w:rsidR="00A11336">
              <w:t xml:space="preserve"> </w:t>
            </w:r>
            <w:r w:rsidR="00A11336" w:rsidRPr="00322253">
              <w:t xml:space="preserve">new plant </w:t>
            </w:r>
          </w:p>
          <w:p w14:paraId="5159562A" w14:textId="77777777" w:rsidR="00A11336" w:rsidRPr="00322253" w:rsidRDefault="00A43B4A" w:rsidP="004759D2">
            <w:pPr>
              <w:pStyle w:val="Chcklist"/>
            </w:pPr>
            <w:sdt>
              <w:sdtPr>
                <w:id w:val="65703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Decommission plant</w:t>
            </w:r>
          </w:p>
        </w:tc>
        <w:tc>
          <w:tcPr>
            <w:tcW w:w="7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4B74ED" w14:textId="77777777" w:rsidR="00A11336" w:rsidRDefault="00A43B4A" w:rsidP="004759D2">
            <w:pPr>
              <w:pStyle w:val="Chcklist"/>
            </w:pPr>
            <w:sdt>
              <w:sdtPr>
                <w:id w:val="-120655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New chemical or storage</w:t>
            </w:r>
          </w:p>
          <w:p w14:paraId="48D1A8F9" w14:textId="77777777" w:rsidR="00A11336" w:rsidRDefault="00A43B4A" w:rsidP="004759D2">
            <w:pPr>
              <w:pStyle w:val="Chcklist"/>
            </w:pPr>
            <w:sdt>
              <w:sdtPr>
                <w:id w:val="-160773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 w:rsidRPr="00962523">
              <w:t xml:space="preserve">  Ma</w:t>
            </w:r>
            <w:r w:rsidR="00A11336">
              <w:t>intenance activity</w:t>
            </w:r>
          </w:p>
          <w:p w14:paraId="2E4C427B" w14:textId="77777777" w:rsidR="00A11336" w:rsidRDefault="00A43B4A" w:rsidP="004759D2">
            <w:pPr>
              <w:pStyle w:val="Chcklist"/>
            </w:pPr>
            <w:sdt>
              <w:sdtPr>
                <w:id w:val="-41278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96252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 w:rsidRPr="00962523">
              <w:t xml:space="preserve">  </w:t>
            </w:r>
            <w:r w:rsidR="00A11336">
              <w:t>Lease or contract</w:t>
            </w:r>
          </w:p>
          <w:p w14:paraId="3E9F4359" w14:textId="77777777" w:rsidR="00A11336" w:rsidRDefault="00A11336" w:rsidP="004759D2">
            <w:pPr>
              <w:pStyle w:val="Chcklist"/>
            </w:pPr>
          </w:p>
          <w:p w14:paraId="7EE77EED" w14:textId="77777777" w:rsidR="00A11336" w:rsidRDefault="00A11336" w:rsidP="004759D2">
            <w:pPr>
              <w:pStyle w:val="Chcklist"/>
            </w:pPr>
          </w:p>
          <w:p w14:paraId="11FD42E3" w14:textId="77777777" w:rsidR="00A11336" w:rsidRPr="00962523" w:rsidRDefault="00A11336" w:rsidP="004759D2">
            <w:pPr>
              <w:pStyle w:val="Chcklist"/>
            </w:pPr>
          </w:p>
          <w:p w14:paraId="3BFBAA73" w14:textId="77777777" w:rsidR="00A11336" w:rsidRPr="00962523" w:rsidRDefault="00A11336" w:rsidP="004759D2">
            <w:pPr>
              <w:pStyle w:val="Chcklist"/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C6C928" w14:textId="77777777" w:rsidR="00A11336" w:rsidRPr="00322253" w:rsidRDefault="00A43B4A" w:rsidP="004759D2">
            <w:pPr>
              <w:pStyle w:val="Chcklist"/>
            </w:pPr>
            <w:sdt>
              <w:sdtPr>
                <w:id w:val="139963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>Staff work travel</w:t>
            </w:r>
          </w:p>
          <w:p w14:paraId="251FD308" w14:textId="77777777" w:rsidR="00A11336" w:rsidRPr="00322253" w:rsidRDefault="00A43B4A" w:rsidP="004759D2">
            <w:pPr>
              <w:pStyle w:val="Chcklist"/>
            </w:pPr>
            <w:sdt>
              <w:sdtPr>
                <w:id w:val="-607499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>Rem</w:t>
            </w:r>
            <w:r w:rsidR="00A11336">
              <w:t xml:space="preserve">ote or lone working </w:t>
            </w:r>
            <w:r w:rsidR="00A11336" w:rsidRPr="00322253">
              <w:t xml:space="preserve"> </w:t>
            </w:r>
          </w:p>
          <w:p w14:paraId="50EFA908" w14:textId="77777777" w:rsidR="00A11336" w:rsidRPr="00322253" w:rsidRDefault="00A43B4A" w:rsidP="004759D2">
            <w:pPr>
              <w:pStyle w:val="Chcklist"/>
            </w:pPr>
            <w:sdt>
              <w:sdtPr>
                <w:id w:val="91891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>Public ev</w:t>
            </w:r>
            <w:r w:rsidR="00A11336">
              <w:t xml:space="preserve">ent 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346A8E" w14:textId="77777777" w:rsidR="00A11336" w:rsidRDefault="00A43B4A" w:rsidP="004759D2">
            <w:pPr>
              <w:pStyle w:val="Chcklist"/>
            </w:pPr>
            <w:sdt>
              <w:sdtPr>
                <w:id w:val="207824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Student excursion </w:t>
            </w:r>
          </w:p>
          <w:p w14:paraId="16E88A7A" w14:textId="77777777" w:rsidR="00A11336" w:rsidRPr="00322253" w:rsidRDefault="00A43B4A" w:rsidP="004759D2">
            <w:pPr>
              <w:pStyle w:val="Chcklist"/>
            </w:pPr>
            <w:sdt>
              <w:sdtPr>
                <w:id w:val="-12733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Student </w:t>
            </w:r>
            <w:r w:rsidR="00A11336" w:rsidRPr="00322253">
              <w:t xml:space="preserve">off-site activity    </w:t>
            </w:r>
          </w:p>
          <w:p w14:paraId="72152955" w14:textId="77777777" w:rsidR="00A11336" w:rsidRPr="00322253" w:rsidRDefault="00A43B4A" w:rsidP="004759D2">
            <w:pPr>
              <w:pStyle w:val="Chcklist"/>
            </w:pPr>
            <w:sdt>
              <w:sdtPr>
                <w:id w:val="136571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322253">
              <w:t xml:space="preserve">Student work placement    </w:t>
            </w:r>
          </w:p>
          <w:p w14:paraId="30DF98DE" w14:textId="77777777" w:rsidR="00A11336" w:rsidRPr="00322253" w:rsidRDefault="00A11336" w:rsidP="004759D2">
            <w:pPr>
              <w:pStyle w:val="Chcklist"/>
            </w:pPr>
          </w:p>
          <w:p w14:paraId="0CF84136" w14:textId="77777777" w:rsidR="00A11336" w:rsidRDefault="00A11336" w:rsidP="004759D2">
            <w:pPr>
              <w:pStyle w:val="Chcklist"/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EA6FD0" w14:textId="77777777" w:rsidR="00A11336" w:rsidRPr="00322253" w:rsidRDefault="00A43B4A" w:rsidP="004759D2">
            <w:pPr>
              <w:pStyle w:val="Chcklist"/>
            </w:pPr>
            <w:sdt>
              <w:sdtPr>
                <w:id w:val="28940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225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Other </w:t>
            </w:r>
            <w:r w:rsidR="00A11336" w:rsidRPr="00107DFB">
              <w:rPr>
                <w:i/>
              </w:rPr>
              <w:t>(specify)</w:t>
            </w:r>
            <w:r w:rsidR="00A11336">
              <w:t xml:space="preserve"> - </w:t>
            </w:r>
          </w:p>
        </w:tc>
      </w:tr>
      <w:tr w:rsidR="00A11336" w:rsidRPr="00D35BB1" w14:paraId="0D9048F5" w14:textId="77777777" w:rsidTr="004759D2">
        <w:trPr>
          <w:trHeight w:hRule="exact" w:val="28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96CA"/>
          </w:tcPr>
          <w:p w14:paraId="16F69A75" w14:textId="77777777" w:rsidR="00A11336" w:rsidRPr="00233029" w:rsidRDefault="00A11336" w:rsidP="004759D2">
            <w:pPr>
              <w:pStyle w:val="Chcklist"/>
              <w:rPr>
                <w:rFonts w:cstheme="majorBidi"/>
                <w:b/>
                <w:smallCaps/>
                <w:color w:val="000000"/>
                <w:sz w:val="20"/>
                <w:szCs w:val="16"/>
              </w:rPr>
            </w:pPr>
            <w:r w:rsidRPr="00233029">
              <w:rPr>
                <w:b/>
                <w:color w:val="FFFFFF" w:themeColor="background1"/>
                <w:sz w:val="20"/>
                <w:szCs w:val="16"/>
              </w:rPr>
              <w:t>RISK ASSESSMENT SUMMARY</w:t>
            </w:r>
            <w:r>
              <w:rPr>
                <w:b/>
                <w:color w:val="FFFFFF" w:themeColor="background1"/>
                <w:sz w:val="20"/>
                <w:szCs w:val="16"/>
              </w:rPr>
              <w:t xml:space="preserve"> </w:t>
            </w:r>
          </w:p>
        </w:tc>
      </w:tr>
      <w:tr w:rsidR="00A11336" w:rsidRPr="00D35BB1" w14:paraId="2C166DEB" w14:textId="77777777" w:rsidTr="004759D2">
        <w:trPr>
          <w:trHeight w:hRule="exact" w:val="2381"/>
        </w:trPr>
        <w:tc>
          <w:tcPr>
            <w:tcW w:w="10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B994C" w14:textId="77777777" w:rsidR="00A11336" w:rsidRPr="00E5314A" w:rsidRDefault="00A11336" w:rsidP="004759D2">
            <w:pPr>
              <w:pStyle w:val="RiskTableText"/>
              <w:spacing w:after="120"/>
              <w:rPr>
                <w:rFonts w:asciiTheme="minorHAnsi" w:hAnsiTheme="minorHAnsi"/>
                <w:color w:val="auto"/>
                <w:sz w:val="20"/>
                <w:szCs w:val="16"/>
              </w:rPr>
            </w:pPr>
            <w:r w:rsidRPr="00E5314A">
              <w:rPr>
                <w:rFonts w:asciiTheme="minorHAnsi" w:hAnsiTheme="minorHAnsi"/>
                <w:color w:val="auto"/>
                <w:sz w:val="20"/>
                <w:szCs w:val="16"/>
              </w:rPr>
              <w:t>Plant involved</w:t>
            </w:r>
          </w:p>
          <w:p w14:paraId="3644DE96" w14:textId="77777777" w:rsidR="00A11336" w:rsidRPr="006309A2" w:rsidRDefault="00A11336" w:rsidP="004759D2">
            <w:pPr>
              <w:pStyle w:val="RiskTableText"/>
              <w:tabs>
                <w:tab w:val="left" w:leader="underscore" w:pos="3161"/>
              </w:tabs>
              <w:spacing w:after="120"/>
              <w:rPr>
                <w:color w:val="FF0000"/>
              </w:rPr>
            </w:pPr>
            <w:r w:rsidRPr="006309A2">
              <w:rPr>
                <w:color w:val="FF0000"/>
              </w:rPr>
              <w:t xml:space="preserve">Plant – </w:t>
            </w:r>
            <w:r>
              <w:rPr>
                <w:color w:val="FF0000"/>
              </w:rPr>
              <w:t>2 WHEELED TROLLEY</w:t>
            </w:r>
          </w:p>
          <w:p w14:paraId="0B1C0294" w14:textId="77777777" w:rsidR="00A11336" w:rsidRDefault="00A11336" w:rsidP="004759D2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tab/>
            </w:r>
          </w:p>
          <w:p w14:paraId="4C9B9253" w14:textId="77777777" w:rsidR="00A11336" w:rsidRDefault="00A11336" w:rsidP="004759D2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tab/>
            </w:r>
          </w:p>
          <w:p w14:paraId="07495A97" w14:textId="77777777" w:rsidR="00A11336" w:rsidRDefault="00A11336" w:rsidP="004759D2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tab/>
            </w:r>
          </w:p>
          <w:p w14:paraId="2424FD91" w14:textId="77777777" w:rsidR="00A11336" w:rsidRDefault="00A11336" w:rsidP="004759D2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tab/>
            </w:r>
          </w:p>
          <w:p w14:paraId="3A206BAF" w14:textId="77777777" w:rsidR="00A11336" w:rsidRPr="00E014DC" w:rsidRDefault="00A11336" w:rsidP="004759D2">
            <w:pPr>
              <w:pStyle w:val="RiskTableText"/>
              <w:tabs>
                <w:tab w:val="left" w:leader="underscore" w:pos="3161"/>
              </w:tabs>
              <w:spacing w:after="120"/>
            </w:pPr>
            <w:r>
              <w:tab/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E169" w14:textId="77777777" w:rsidR="00A11336" w:rsidRPr="006A2B6D" w:rsidRDefault="00A11336" w:rsidP="004759D2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  <w:r w:rsidRPr="006A2B6D">
              <w:rPr>
                <w:rFonts w:asciiTheme="minorHAnsi" w:hAnsiTheme="minorHAnsi"/>
                <w:b/>
                <w:sz w:val="20"/>
                <w:szCs w:val="16"/>
              </w:rPr>
              <w:t>licenses / permits</w:t>
            </w:r>
          </w:p>
          <w:p w14:paraId="2A071B8A" w14:textId="77777777" w:rsidR="00A11336" w:rsidRDefault="00A43B4A" w:rsidP="004759D2">
            <w:pPr>
              <w:pStyle w:val="Chcklist"/>
              <w:spacing w:after="60"/>
            </w:pPr>
            <w:sdt>
              <w:sdtPr>
                <w:id w:val="-1739016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Driver’s licence</w:t>
            </w:r>
          </w:p>
          <w:p w14:paraId="6DB83EEB" w14:textId="77777777" w:rsidR="00A11336" w:rsidRDefault="00A43B4A" w:rsidP="004759D2">
            <w:pPr>
              <w:pStyle w:val="Chcklist"/>
              <w:spacing w:after="60"/>
            </w:pPr>
            <w:sdt>
              <w:sdtPr>
                <w:id w:val="1442953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High Risk Work License</w:t>
            </w:r>
          </w:p>
          <w:p w14:paraId="5052A9A4" w14:textId="77777777" w:rsidR="00A11336" w:rsidRDefault="00A43B4A" w:rsidP="004759D2">
            <w:pPr>
              <w:pStyle w:val="Chcklist"/>
              <w:spacing w:after="60"/>
            </w:pPr>
            <w:sdt>
              <w:sdtPr>
                <w:id w:val="53447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Plant operators license</w:t>
            </w:r>
          </w:p>
          <w:p w14:paraId="0E42E48E" w14:textId="77777777" w:rsidR="00A11336" w:rsidRDefault="00A43B4A" w:rsidP="004759D2">
            <w:pPr>
              <w:pStyle w:val="Chcklist"/>
              <w:spacing w:after="60"/>
            </w:pPr>
            <w:sdt>
              <w:sdtPr>
                <w:id w:val="-95330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Work at heights</w:t>
            </w:r>
          </w:p>
          <w:p w14:paraId="3746C53F" w14:textId="77777777" w:rsidR="00A11336" w:rsidRDefault="00A43B4A" w:rsidP="004759D2">
            <w:pPr>
              <w:pStyle w:val="Chcklist"/>
              <w:spacing w:after="60"/>
            </w:pPr>
            <w:sdt>
              <w:sdtPr>
                <w:id w:val="-573355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Confined space entry permit</w:t>
            </w:r>
          </w:p>
          <w:p w14:paraId="3109DB6D" w14:textId="77777777" w:rsidR="00A11336" w:rsidRDefault="00A43B4A" w:rsidP="004759D2">
            <w:pPr>
              <w:pStyle w:val="Chcklist"/>
              <w:spacing w:after="60"/>
            </w:pPr>
            <w:sdt>
              <w:sdtPr>
                <w:id w:val="-128650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Hot work / permit to work</w:t>
            </w:r>
          </w:p>
          <w:p w14:paraId="6233C0C2" w14:textId="77777777" w:rsidR="00A11336" w:rsidRPr="00E014DC" w:rsidRDefault="00A43B4A" w:rsidP="004759D2">
            <w:pPr>
              <w:pStyle w:val="Chcklist"/>
              <w:spacing w:after="60"/>
            </w:pPr>
            <w:sdt>
              <w:sdtPr>
                <w:id w:val="-113439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11336">
              <w:t xml:space="preserve">  Not Applicable </w:t>
            </w:r>
          </w:p>
        </w:tc>
        <w:tc>
          <w:tcPr>
            <w:tcW w:w="1497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676BC59" w14:textId="77777777" w:rsidR="00A11336" w:rsidRPr="00E5314A" w:rsidRDefault="00A11336" w:rsidP="004759D2">
            <w:pPr>
              <w:pStyle w:val="RiskTableText"/>
              <w:spacing w:after="120"/>
              <w:rPr>
                <w:i/>
                <w:color w:val="auto"/>
              </w:rPr>
            </w:pPr>
            <w:r w:rsidRPr="00E5314A">
              <w:rPr>
                <w:rFonts w:asciiTheme="minorHAnsi" w:hAnsiTheme="minorHAnsi"/>
                <w:color w:val="auto"/>
                <w:sz w:val="20"/>
                <w:szCs w:val="16"/>
              </w:rPr>
              <w:t>What are the top 2 risks for this Scenario?</w:t>
            </w:r>
          </w:p>
          <w:p w14:paraId="4424956C" w14:textId="77777777" w:rsidR="00A11336" w:rsidRPr="005D2DA9" w:rsidRDefault="00A11336" w:rsidP="00A11336">
            <w:pPr>
              <w:pStyle w:val="RiskTableText"/>
              <w:numPr>
                <w:ilvl w:val="0"/>
                <w:numId w:val="19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Slip Trip Hazard</w:t>
            </w:r>
            <w:r>
              <w:rPr>
                <w:smallCaps w:val="0"/>
                <w:color w:val="FF0000"/>
                <w:sz w:val="20"/>
                <w:szCs w:val="16"/>
              </w:rPr>
              <w:t>s</w:t>
            </w:r>
          </w:p>
          <w:p w14:paraId="4A852A13" w14:textId="77777777" w:rsidR="00A11336" w:rsidRDefault="00A11336" w:rsidP="00A11336">
            <w:pPr>
              <w:pStyle w:val="RiskTableText"/>
              <w:numPr>
                <w:ilvl w:val="0"/>
                <w:numId w:val="19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Manual Handling</w:t>
            </w:r>
            <w:r>
              <w:rPr>
                <w:smallCaps w:val="0"/>
                <w:color w:val="FF0000"/>
                <w:sz w:val="20"/>
                <w:szCs w:val="16"/>
              </w:rPr>
              <w:t xml:space="preserve"> </w:t>
            </w:r>
          </w:p>
          <w:p w14:paraId="71ABEC92" w14:textId="77777777" w:rsidR="00A11336" w:rsidRPr="005D2DA9" w:rsidRDefault="00A11336" w:rsidP="00A11336">
            <w:pPr>
              <w:pStyle w:val="RiskTableText"/>
              <w:numPr>
                <w:ilvl w:val="0"/>
                <w:numId w:val="19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>
              <w:rPr>
                <w:smallCaps w:val="0"/>
                <w:color w:val="FF0000"/>
                <w:sz w:val="20"/>
                <w:szCs w:val="16"/>
              </w:rPr>
              <w:t>Pinch Points</w:t>
            </w:r>
          </w:p>
          <w:p w14:paraId="6B9F9CCA" w14:textId="77777777" w:rsidR="00A11336" w:rsidRPr="005D2DA9" w:rsidRDefault="00A11336" w:rsidP="00A11336">
            <w:pPr>
              <w:pStyle w:val="RiskTableText"/>
              <w:numPr>
                <w:ilvl w:val="0"/>
                <w:numId w:val="19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Airborne Shavings, Sparks</w:t>
            </w:r>
          </w:p>
          <w:p w14:paraId="654EE60B" w14:textId="77777777" w:rsidR="00A11336" w:rsidRPr="005D2DA9" w:rsidRDefault="00A11336" w:rsidP="00A11336">
            <w:pPr>
              <w:pStyle w:val="RiskTableText"/>
              <w:numPr>
                <w:ilvl w:val="0"/>
                <w:numId w:val="19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 xml:space="preserve">Noise </w:t>
            </w:r>
          </w:p>
          <w:p w14:paraId="1EDC2D28" w14:textId="77777777" w:rsidR="00A11336" w:rsidRDefault="00A11336" w:rsidP="00A11336">
            <w:pPr>
              <w:pStyle w:val="RiskTableText"/>
              <w:numPr>
                <w:ilvl w:val="0"/>
                <w:numId w:val="19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Operating Machinery</w:t>
            </w:r>
          </w:p>
          <w:p w14:paraId="7FBD265A" w14:textId="23A2E881" w:rsidR="00A11336" w:rsidRPr="005D2DA9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Any 2 two of the above</w:t>
            </w:r>
            <w:r w:rsidR="00E5314A">
              <w:rPr>
                <w:smallCaps w:val="0"/>
                <w:color w:val="FF0000"/>
                <w:sz w:val="20"/>
                <w:szCs w:val="16"/>
              </w:rPr>
              <w:t xml:space="preserve"> or similar</w:t>
            </w:r>
          </w:p>
          <w:p w14:paraId="16754E33" w14:textId="77777777" w:rsidR="00A11336" w:rsidRPr="00334548" w:rsidRDefault="00A11336" w:rsidP="004759D2">
            <w:pPr>
              <w:pStyle w:val="RiskTableText"/>
              <w:rPr>
                <w:smallCaps w:val="0"/>
                <w:sz w:val="20"/>
                <w:szCs w:val="16"/>
              </w:rPr>
            </w:pPr>
          </w:p>
        </w:tc>
        <w:tc>
          <w:tcPr>
            <w:tcW w:w="1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5A59D" w14:textId="77777777" w:rsidR="00A11336" w:rsidRPr="00E5314A" w:rsidRDefault="00A11336" w:rsidP="004759D2">
            <w:pPr>
              <w:pStyle w:val="RiskTableText"/>
              <w:spacing w:after="120"/>
              <w:rPr>
                <w:i/>
                <w:color w:val="auto"/>
              </w:rPr>
            </w:pPr>
            <w:r w:rsidRPr="00E5314A">
              <w:rPr>
                <w:rFonts w:asciiTheme="minorHAnsi" w:hAnsiTheme="minorHAnsi"/>
                <w:color w:val="auto"/>
                <w:sz w:val="20"/>
                <w:szCs w:val="16"/>
              </w:rPr>
              <w:t>What are the top 3 safety controls?</w:t>
            </w:r>
          </w:p>
          <w:p w14:paraId="63EF3C85" w14:textId="77777777" w:rsidR="00A11336" w:rsidRDefault="00A11336" w:rsidP="00A11336">
            <w:pPr>
              <w:pStyle w:val="Chcklist"/>
              <w:numPr>
                <w:ilvl w:val="0"/>
                <w:numId w:val="18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Check work area for trip hazards</w:t>
            </w:r>
          </w:p>
          <w:p w14:paraId="6BF194E7" w14:textId="77777777" w:rsidR="00A11336" w:rsidRDefault="00A11336" w:rsidP="00A11336">
            <w:pPr>
              <w:pStyle w:val="Chcklist"/>
              <w:numPr>
                <w:ilvl w:val="0"/>
                <w:numId w:val="18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Ensure correct manual handling practices are followed</w:t>
            </w:r>
          </w:p>
          <w:p w14:paraId="2DEA52E9" w14:textId="77777777" w:rsidR="00A11336" w:rsidRDefault="00A11336" w:rsidP="00A11336">
            <w:pPr>
              <w:pStyle w:val="Chcklist"/>
              <w:numPr>
                <w:ilvl w:val="0"/>
                <w:numId w:val="18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Barricade Area where designated walkways are impinged</w:t>
            </w:r>
          </w:p>
          <w:p w14:paraId="117B8B31" w14:textId="77777777" w:rsidR="00A11336" w:rsidRDefault="00A11336" w:rsidP="00A11336">
            <w:pPr>
              <w:pStyle w:val="Chcklist"/>
              <w:numPr>
                <w:ilvl w:val="0"/>
                <w:numId w:val="18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Wear correct PPE for workshop condtions</w:t>
            </w:r>
          </w:p>
          <w:p w14:paraId="4B978269" w14:textId="77777777" w:rsidR="00A11336" w:rsidRDefault="00A11336" w:rsidP="00A11336">
            <w:pPr>
              <w:pStyle w:val="Chcklist"/>
              <w:numPr>
                <w:ilvl w:val="0"/>
                <w:numId w:val="18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Stay clear of operating machinery</w:t>
            </w:r>
          </w:p>
          <w:p w14:paraId="63FE1B19" w14:textId="103D2123" w:rsidR="00A11336" w:rsidRPr="00E5314A" w:rsidRDefault="00E5314A" w:rsidP="00E5314A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E5314A">
              <w:rPr>
                <w:smallCaps w:val="0"/>
                <w:color w:val="FF0000"/>
                <w:sz w:val="20"/>
                <w:szCs w:val="16"/>
              </w:rPr>
              <w:t>Any 3 of the above or similar</w:t>
            </w:r>
          </w:p>
          <w:p w14:paraId="266281B3" w14:textId="77777777" w:rsidR="00A11336" w:rsidRPr="00233029" w:rsidRDefault="00A11336" w:rsidP="004759D2">
            <w:pPr>
              <w:pStyle w:val="Chcklist"/>
              <w:rPr>
                <w:b/>
                <w:smallCaps/>
                <w:sz w:val="20"/>
                <w:szCs w:val="16"/>
              </w:rPr>
            </w:pPr>
          </w:p>
        </w:tc>
      </w:tr>
      <w:tr w:rsidR="00A11336" w:rsidRPr="00D35BB1" w14:paraId="0299624F" w14:textId="77777777" w:rsidTr="004759D2">
        <w:trPr>
          <w:trHeight w:hRule="exact" w:val="283"/>
        </w:trPr>
        <w:tc>
          <w:tcPr>
            <w:tcW w:w="2005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83AB8E" w14:textId="77777777" w:rsidR="00A11336" w:rsidRPr="00EA370A" w:rsidRDefault="00A11336" w:rsidP="004759D2">
            <w:pPr>
              <w:pStyle w:val="RiskTableText"/>
            </w:pPr>
            <w:r w:rsidRPr="00E5314A">
              <w:rPr>
                <w:color w:val="auto"/>
                <w:sz w:val="20"/>
                <w:szCs w:val="16"/>
              </w:rPr>
              <w:t xml:space="preserve">Required Protective Clothing and PPE </w:t>
            </w:r>
          </w:p>
        </w:tc>
        <w:tc>
          <w:tcPr>
            <w:tcW w:w="14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968F7" w14:textId="77777777" w:rsidR="00A11336" w:rsidRPr="00CE5779" w:rsidRDefault="00A11336" w:rsidP="004759D2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</w:p>
        </w:tc>
        <w:tc>
          <w:tcPr>
            <w:tcW w:w="14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1C814F" w14:textId="77777777" w:rsidR="00A11336" w:rsidRDefault="00A11336" w:rsidP="004759D2">
            <w:pPr>
              <w:pStyle w:val="Chcklist"/>
              <w:rPr>
                <w:b/>
              </w:rPr>
            </w:pPr>
          </w:p>
        </w:tc>
      </w:tr>
      <w:tr w:rsidR="00A11336" w:rsidRPr="00D35BB1" w14:paraId="1D5C9140" w14:textId="77777777" w:rsidTr="004759D2">
        <w:trPr>
          <w:trHeight w:hRule="exact" w:val="1247"/>
        </w:trPr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5D236D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rPr>
                  <w:color w:val="FF0000"/>
                </w:rPr>
                <w:id w:val="480205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1A4DDFE6" wp14:editId="38932ABC">
                  <wp:extent cx="655155" cy="648000"/>
                  <wp:effectExtent l="0" t="0" r="0" b="0"/>
                  <wp:docPr id="66" name="Picture 12" descr="T:\ADMINISTRATION OH&amp;S UNIT\Safety Symbols\%OH&amp;S Safety Symbols Australian\Mandatory symbols\Ey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:\ADMINISTRATION OH&amp;S UNIT\Safety Symbols\%OH&amp;S Safety Symbols Australian\Mandatory symbols\Ey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155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4E550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rPr>
                  <w:color w:val="FF0000"/>
                </w:rPr>
                <w:id w:val="-7855724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00DB4046" wp14:editId="763D65F7">
                  <wp:extent cx="648000" cy="648000"/>
                  <wp:effectExtent l="0" t="0" r="0" b="0"/>
                  <wp:docPr id="64" name="Picture 14" descr="T:\ADMINISTRATION OH&amp;S UNIT\Safety Symbols\%OH&amp;S Safety Symbols Australian\Mandatory symbols\F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:\ADMINISTRATION OH&amp;S UNIT\Safety Symbols\%OH&amp;S Safety Symbols Australian\Mandatory symbols\F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E214E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id w:val="184458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C7D98D6" wp14:editId="695D2288">
                  <wp:extent cx="648000" cy="648000"/>
                  <wp:effectExtent l="0" t="0" r="0" b="0"/>
                  <wp:docPr id="59" name="Picture 19" descr="T:\ADMINISTRATION OH&amp;S UNIT\Safety Symbols\%OH&amp;S Safety Symbols Australian\Mandatory symbols\He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:\ADMINISTRATION OH&amp;S UNIT\Safety Symbols\%OH&amp;S Safety Symbols Australian\Mandatory symbols\He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D06EE7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id w:val="73606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35029E9D" wp14:editId="408BB365">
                  <wp:extent cx="648000" cy="648000"/>
                  <wp:effectExtent l="0" t="0" r="0" b="0"/>
                  <wp:docPr id="94" name="Picture 2" descr="T:\ADMINISTRATION OH&amp;S UNIT\Safety Symbols\%OH&amp;S Safety Symbols Australian\Mandatory symbols\Hear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ADMINISTRATION OH&amp;S UNIT\Safety Symbols\%OH&amp;S Safety Symbols Australian\Mandatory symbols\Hear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44EC" w14:textId="77777777" w:rsidR="00A11336" w:rsidRPr="005B06BF" w:rsidRDefault="00A11336" w:rsidP="004759D2">
            <w:pPr>
              <w:pStyle w:val="Chcklist"/>
            </w:pPr>
          </w:p>
        </w:tc>
        <w:tc>
          <w:tcPr>
            <w:tcW w:w="14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E3A3" w14:textId="77777777" w:rsidR="00A11336" w:rsidRPr="005B06BF" w:rsidRDefault="00A11336" w:rsidP="004759D2">
            <w:pPr>
              <w:pStyle w:val="Chcklist"/>
            </w:pPr>
          </w:p>
        </w:tc>
      </w:tr>
      <w:tr w:rsidR="00A11336" w:rsidRPr="00D35BB1" w14:paraId="52550E66" w14:textId="77777777" w:rsidTr="004759D2">
        <w:trPr>
          <w:trHeight w:hRule="exact" w:val="1247"/>
        </w:trPr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3CFE19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rPr>
                  <w:color w:val="FF0000"/>
                </w:rPr>
                <w:id w:val="878134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4A6DF2AC" wp14:editId="7703872C">
                  <wp:extent cx="640924" cy="648000"/>
                  <wp:effectExtent l="0" t="0" r="6985" b="0"/>
                  <wp:docPr id="92" name="Picture 4" descr="T:\ADMINISTRATION OH&amp;S UNIT\Safety Symbols\%OH&amp;S Safety Symbols Australian\Mandatory symbols\Protective cloth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:\ADMINISTRATION OH&amp;S UNIT\Safety Symbols\%OH&amp;S Safety Symbols Australian\Mandatory symbols\Protective cloth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924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CC140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id w:val="-879856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5D65A941" wp14:editId="201B0FA3">
                  <wp:extent cx="648000" cy="648000"/>
                  <wp:effectExtent l="0" t="0" r="0" b="0"/>
                  <wp:docPr id="73" name="Picture 5" descr="T:\ADMINISTRATION OH&amp;S UNIT\Safety Symbols\%OH&amp;S Safety Symbols Australian\Mandatory symbols\Respirato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:\ADMINISTRATION OH&amp;S UNIT\Safety Symbols\%OH&amp;S Safety Symbols Australian\Mandatory symbols\Respirato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889E" w14:textId="77777777" w:rsidR="00A11336" w:rsidRPr="00D37DD9" w:rsidRDefault="00A43B4A" w:rsidP="004759D2">
            <w:pPr>
              <w:pStyle w:val="RiskTableText"/>
              <w:jc w:val="center"/>
              <w:rPr>
                <w:b/>
              </w:rPr>
            </w:pPr>
            <w:sdt>
              <w:sdtPr>
                <w:id w:val="-208614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49339EB4" wp14:editId="5C5C4BF6">
                  <wp:extent cx="648000" cy="648000"/>
                  <wp:effectExtent l="0" t="0" r="0" b="0"/>
                  <wp:docPr id="71" name="Picture 7" descr="T:\ADMINISTRATION OH&amp;S UNIT\Safety Symbols\%OH&amp;S Safety Symbols Australian\Mandatory symbols\Ap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:\ADMINISTRATION OH&amp;S UNIT\Safety Symbols\%OH&amp;S Safety Symbols Australian\Mandatory symbols\Ap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8C1A7A" w14:textId="77777777" w:rsidR="00A11336" w:rsidRPr="00233029" w:rsidRDefault="00A43B4A" w:rsidP="004759D2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  <w:sdt>
              <w:sdtPr>
                <w:rPr>
                  <w:color w:val="FF0000"/>
                </w:rPr>
                <w:id w:val="-10936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11336">
              <w:t xml:space="preserve">  </w:t>
            </w:r>
            <w:r w:rsidR="00A11336">
              <w:rPr>
                <w:noProof/>
              </w:rPr>
              <w:drawing>
                <wp:inline distT="0" distB="0" distL="0" distR="0" wp14:anchorId="5BDAFDC6" wp14:editId="7B4673DC">
                  <wp:extent cx="648000" cy="648000"/>
                  <wp:effectExtent l="0" t="0" r="0" b="0"/>
                  <wp:docPr id="61" name="Picture 17" descr="T:\ADMINISTRATION OH&amp;S UNIT\Safety Symbols\%OH&amp;S Safety Symbols Australian\Mandatory symbols\H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:\ADMINISTRATION OH&amp;S UNIT\Safety Symbols\%OH&amp;S Safety Symbols Australian\Mandatory symbols\H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pct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7E05E36" w14:textId="77777777" w:rsidR="00A11336" w:rsidRDefault="00A11336" w:rsidP="004759D2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  <w:r w:rsidRPr="00233029">
              <w:rPr>
                <w:rFonts w:asciiTheme="minorHAnsi" w:hAnsiTheme="minorHAnsi"/>
                <w:b/>
                <w:sz w:val="20"/>
                <w:szCs w:val="16"/>
              </w:rPr>
              <w:t>Arrangements for First Aid and Emergencies</w:t>
            </w:r>
          </w:p>
          <w:p w14:paraId="778C097E" w14:textId="77777777" w:rsidR="00A11336" w:rsidRPr="006364A9" w:rsidRDefault="00A11336" w:rsidP="004759D2">
            <w:pPr>
              <w:tabs>
                <w:tab w:val="left" w:pos="2204"/>
              </w:tabs>
            </w:pPr>
            <w:r>
              <w:tab/>
            </w:r>
          </w:p>
        </w:tc>
      </w:tr>
      <w:tr w:rsidR="00A11336" w:rsidRPr="00D35BB1" w14:paraId="5A57C081" w14:textId="77777777" w:rsidTr="004759D2">
        <w:trPr>
          <w:trHeight w:hRule="exact" w:val="624"/>
        </w:trPr>
        <w:tc>
          <w:tcPr>
            <w:tcW w:w="2005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40FD" w14:textId="77777777" w:rsidR="00A11336" w:rsidRDefault="00A11336" w:rsidP="004759D2">
            <w:pPr>
              <w:pStyle w:val="RiskTableText"/>
              <w:rPr>
                <w:i/>
              </w:rPr>
            </w:pPr>
            <w:r>
              <w:rPr>
                <w:b/>
              </w:rPr>
              <w:lastRenderedPageBreak/>
              <w:t xml:space="preserve">  </w:t>
            </w:r>
            <w:sdt>
              <w:sdtPr>
                <w:id w:val="108064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b/>
              </w:rPr>
              <w:t xml:space="preserve">  Other  </w:t>
            </w:r>
            <w:r w:rsidRPr="00FA1833">
              <w:rPr>
                <w:i/>
              </w:rPr>
              <w:t>(specify)</w:t>
            </w:r>
            <w:r>
              <w:rPr>
                <w:i/>
              </w:rPr>
              <w:t xml:space="preserve"> - </w:t>
            </w:r>
          </w:p>
          <w:p w14:paraId="04C7ECE6" w14:textId="77777777" w:rsidR="00A11336" w:rsidRDefault="00A11336" w:rsidP="004759D2">
            <w:pPr>
              <w:pStyle w:val="RiskTableText"/>
              <w:jc w:val="center"/>
            </w:pPr>
          </w:p>
          <w:p w14:paraId="04D7F5DF" w14:textId="77777777" w:rsidR="00A11336" w:rsidRDefault="00A11336" w:rsidP="004759D2">
            <w:pPr>
              <w:pStyle w:val="RiskTableText"/>
              <w:tabs>
                <w:tab w:val="left" w:pos="2367"/>
                <w:tab w:val="center" w:pos="3064"/>
              </w:tabs>
            </w:pPr>
            <w:r>
              <w:tab/>
            </w:r>
            <w:r>
              <w:tab/>
            </w:r>
          </w:p>
        </w:tc>
        <w:tc>
          <w:tcPr>
            <w:tcW w:w="299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015F8" w14:textId="77777777" w:rsidR="00A11336" w:rsidRPr="00233029" w:rsidRDefault="00A11336" w:rsidP="004759D2">
            <w:pPr>
              <w:pStyle w:val="RiskTableText"/>
              <w:rPr>
                <w:rFonts w:asciiTheme="minorHAnsi" w:hAnsiTheme="minorHAnsi"/>
                <w:b/>
                <w:sz w:val="20"/>
                <w:szCs w:val="16"/>
              </w:rPr>
            </w:pPr>
          </w:p>
        </w:tc>
      </w:tr>
    </w:tbl>
    <w:p w14:paraId="738106FA" w14:textId="77777777" w:rsidR="00A11336" w:rsidRDefault="00A11336" w:rsidP="00A11336"/>
    <w:tbl>
      <w:tblPr>
        <w:tblStyle w:val="TableGrid"/>
        <w:tblW w:w="5002" w:type="pct"/>
        <w:tblInd w:w="-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976"/>
        <w:gridCol w:w="2977"/>
        <w:gridCol w:w="8045"/>
      </w:tblGrid>
      <w:tr w:rsidR="00A11336" w14:paraId="2D25C68E" w14:textId="77777777" w:rsidTr="0047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2354" w:type="pct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37F59729" w14:textId="77777777" w:rsidR="00A11336" w:rsidRPr="00766740" w:rsidRDefault="00A11336" w:rsidP="004759D2">
            <w:pPr>
              <w:spacing w:after="0" w:line="240" w:lineRule="auto"/>
              <w:jc w:val="center"/>
              <w:rPr>
                <w:rFonts w:cs="Arial"/>
                <w:b w:val="0"/>
                <w:smallCaps/>
              </w:rPr>
            </w:pPr>
            <w:r>
              <w:br w:type="page"/>
            </w:r>
            <w:r>
              <w:br w:type="page"/>
            </w:r>
            <w:r w:rsidRPr="0012266C">
              <w:rPr>
                <w:color w:val="7030A0"/>
              </w:rPr>
              <w:t>HAZARD CHECKLIST</w:t>
            </w:r>
          </w:p>
        </w:tc>
        <w:tc>
          <w:tcPr>
            <w:tcW w:w="2646" w:type="pct"/>
            <w:shd w:val="clear" w:color="auto" w:fill="000000" w:themeFill="text1"/>
          </w:tcPr>
          <w:p w14:paraId="63B4E0ED" w14:textId="77777777" w:rsidR="00A11336" w:rsidRPr="00766740" w:rsidRDefault="00A11336" w:rsidP="004759D2">
            <w:pPr>
              <w:spacing w:after="0" w:line="240" w:lineRule="auto"/>
              <w:jc w:val="center"/>
              <w:rPr>
                <w:rFonts w:cs="Arial"/>
                <w:b w:val="0"/>
                <w:bCs/>
              </w:rPr>
            </w:pPr>
            <w:r w:rsidRPr="00C31594">
              <w:rPr>
                <w:rFonts w:cs="Arial"/>
                <w:bCs/>
              </w:rPr>
              <w:t>RISK ASSESSMENT MATRIX</w:t>
            </w:r>
          </w:p>
        </w:tc>
      </w:tr>
      <w:tr w:rsidR="00A11336" w14:paraId="6D1335F3" w14:textId="77777777" w:rsidTr="004759D2">
        <w:trPr>
          <w:trHeight w:val="4706"/>
        </w:trPr>
        <w:tc>
          <w:tcPr>
            <w:tcW w:w="1177" w:type="pct"/>
            <w:vMerge w:val="restart"/>
            <w:tcBorders>
              <w:bottom w:val="single" w:sz="4" w:space="0" w:color="auto"/>
              <w:right w:val="nil"/>
            </w:tcBorders>
          </w:tcPr>
          <w:p w14:paraId="1D3F02FD" w14:textId="77777777" w:rsidR="00A11336" w:rsidRPr="00AA4163" w:rsidRDefault="00A11336" w:rsidP="004759D2">
            <w:pPr>
              <w:pStyle w:val="Chcklist"/>
              <w:rPr>
                <w:b/>
              </w:rPr>
            </w:pPr>
            <w:r w:rsidRPr="00AA4163">
              <w:rPr>
                <w:b/>
              </w:rPr>
              <w:t>Environment</w:t>
            </w:r>
          </w:p>
          <w:p w14:paraId="15626FBE" w14:textId="77777777" w:rsidR="00A11336" w:rsidRPr="00766740" w:rsidRDefault="00A43B4A" w:rsidP="004759D2">
            <w:pPr>
              <w:pStyle w:val="Chcklist"/>
            </w:pPr>
            <w:sdt>
              <w:sdtPr>
                <w:id w:val="133626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46753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 xml:space="preserve">Weather </w:t>
            </w:r>
          </w:p>
          <w:p w14:paraId="7C65789A" w14:textId="77777777" w:rsidR="00A11336" w:rsidRPr="00766740" w:rsidRDefault="00A43B4A" w:rsidP="004759D2">
            <w:pPr>
              <w:pStyle w:val="Chcklist"/>
            </w:pPr>
            <w:sdt>
              <w:sdtPr>
                <w:id w:val="-207911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46753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Hot or cold conditions</w:t>
            </w:r>
          </w:p>
          <w:p w14:paraId="5BD0AF12" w14:textId="77777777" w:rsidR="00A11336" w:rsidRPr="00766740" w:rsidRDefault="00A43B4A" w:rsidP="004759D2">
            <w:pPr>
              <w:pStyle w:val="Chcklist"/>
            </w:pPr>
            <w:sdt>
              <w:sdtPr>
                <w:id w:val="792329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>
              <w:t xml:space="preserve">  Air quality</w:t>
            </w:r>
          </w:p>
          <w:p w14:paraId="6FD91A95" w14:textId="77777777" w:rsidR="00A11336" w:rsidRPr="00766740" w:rsidRDefault="00A43B4A" w:rsidP="004759D2">
            <w:pPr>
              <w:pStyle w:val="Chcklist"/>
            </w:pPr>
            <w:sdt>
              <w:sdtPr>
                <w:id w:val="-20224635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11336">
              <w:t xml:space="preserve">  </w:t>
            </w:r>
            <w:r w:rsidR="00A11336" w:rsidRPr="00766740">
              <w:t>Noise</w:t>
            </w:r>
          </w:p>
          <w:p w14:paraId="76DDA62F" w14:textId="77777777" w:rsidR="00A11336" w:rsidRDefault="00A43B4A" w:rsidP="004759D2">
            <w:pPr>
              <w:pStyle w:val="Chcklist"/>
            </w:pPr>
            <w:sdt>
              <w:sdtPr>
                <w:id w:val="-176869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46753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UV exposure</w:t>
            </w:r>
          </w:p>
          <w:p w14:paraId="303D542F" w14:textId="77777777" w:rsidR="00A11336" w:rsidRPr="00751DDE" w:rsidRDefault="00A43B4A" w:rsidP="004759D2">
            <w:pPr>
              <w:pStyle w:val="Chcklist"/>
              <w:rPr>
                <w:color w:val="FF0000"/>
              </w:rPr>
            </w:pPr>
            <w:sdt>
              <w:sdtPr>
                <w:rPr>
                  <w:color w:val="FF0000"/>
                </w:rPr>
                <w:id w:val="-15556908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51DDE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 w:rsidRPr="00751DDE">
              <w:rPr>
                <w:color w:val="FF0000"/>
              </w:rPr>
              <w:t xml:space="preserve">  Slip/trip hazards</w:t>
            </w:r>
          </w:p>
          <w:p w14:paraId="3BD35356" w14:textId="77777777" w:rsidR="00A11336" w:rsidRPr="00467538" w:rsidRDefault="00A43B4A" w:rsidP="004759D2">
            <w:pPr>
              <w:pStyle w:val="Chcklist"/>
            </w:pPr>
            <w:sdt>
              <w:sdtPr>
                <w:id w:val="-1646967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46753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 w:rsidRPr="00467538">
              <w:t xml:space="preserve">  Drowning</w:t>
            </w:r>
          </w:p>
          <w:p w14:paraId="3530CFED" w14:textId="77777777" w:rsidR="00A11336" w:rsidRDefault="00A11336" w:rsidP="004759D2">
            <w:pPr>
              <w:pStyle w:val="Chcklist"/>
              <w:rPr>
                <w:b/>
              </w:rPr>
            </w:pPr>
          </w:p>
          <w:p w14:paraId="2CA58E17" w14:textId="77777777" w:rsidR="00A11336" w:rsidRPr="00D37DD9" w:rsidRDefault="00A11336" w:rsidP="004759D2">
            <w:pPr>
              <w:pStyle w:val="Chcklist"/>
              <w:rPr>
                <w:b/>
              </w:rPr>
            </w:pPr>
            <w:r w:rsidRPr="00D37DD9">
              <w:rPr>
                <w:b/>
              </w:rPr>
              <w:t>Substances</w:t>
            </w:r>
          </w:p>
          <w:p w14:paraId="6648DDC6" w14:textId="77777777" w:rsidR="00A11336" w:rsidRDefault="00A43B4A" w:rsidP="004759D2">
            <w:pPr>
              <w:pStyle w:val="Chcklist"/>
            </w:pPr>
            <w:sdt>
              <w:sdtPr>
                <w:id w:val="-180291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 xml:space="preserve">Hazardous chemicals </w:t>
            </w:r>
          </w:p>
          <w:p w14:paraId="1470D178" w14:textId="77777777" w:rsidR="00A11336" w:rsidRDefault="00A43B4A" w:rsidP="004759D2">
            <w:pPr>
              <w:pStyle w:val="Chcklist"/>
            </w:pPr>
            <w:sdt>
              <w:sdtPr>
                <w:id w:val="-83067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Explosives</w:t>
            </w:r>
            <w:r w:rsidR="00A11336" w:rsidRPr="00766740">
              <w:t xml:space="preserve"> </w:t>
            </w:r>
          </w:p>
          <w:p w14:paraId="4720A895" w14:textId="77777777" w:rsidR="00A11336" w:rsidRPr="005D2DA9" w:rsidRDefault="00A43B4A" w:rsidP="004759D2">
            <w:pPr>
              <w:pStyle w:val="Chcklist"/>
            </w:pPr>
            <w:sdt>
              <w:sdtPr>
                <w:rPr>
                  <w:color w:val="000000" w:themeColor="text1"/>
                </w:rPr>
                <w:id w:val="-52001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11336" w:rsidRPr="00751DDE">
              <w:rPr>
                <w:color w:val="FF0000"/>
              </w:rPr>
              <w:t xml:space="preserve">  </w:t>
            </w:r>
            <w:r w:rsidR="00A11336" w:rsidRPr="005D2DA9">
              <w:t>Flammable substances</w:t>
            </w:r>
          </w:p>
          <w:p w14:paraId="4AF03A9D" w14:textId="77777777" w:rsidR="00A11336" w:rsidRPr="00766740" w:rsidRDefault="00A43B4A" w:rsidP="004759D2">
            <w:pPr>
              <w:pStyle w:val="Chcklist"/>
            </w:pPr>
            <w:sdt>
              <w:sdtPr>
                <w:id w:val="-1593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Toxic substances/ pesticides</w:t>
            </w:r>
          </w:p>
          <w:p w14:paraId="7D0574BE" w14:textId="77777777" w:rsidR="00A11336" w:rsidRPr="00766740" w:rsidRDefault="00A43B4A" w:rsidP="004759D2">
            <w:pPr>
              <w:pStyle w:val="Chcklist"/>
            </w:pPr>
            <w:sdt>
              <w:sdtPr>
                <w:id w:val="203449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Inhalable / respirable dust</w:t>
            </w:r>
          </w:p>
          <w:p w14:paraId="555CA9D0" w14:textId="77777777" w:rsidR="00A11336" w:rsidRPr="00766740" w:rsidRDefault="00A43B4A" w:rsidP="004759D2">
            <w:pPr>
              <w:pStyle w:val="Chcklist"/>
            </w:pPr>
            <w:sdt>
              <w:sdtPr>
                <w:id w:val="-165042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Exhaust or other fumes</w:t>
            </w:r>
          </w:p>
          <w:p w14:paraId="5EEB7617" w14:textId="77777777" w:rsidR="00A11336" w:rsidRDefault="00A11336" w:rsidP="004759D2">
            <w:pPr>
              <w:pStyle w:val="Chcklist"/>
              <w:rPr>
                <w:b/>
              </w:rPr>
            </w:pPr>
          </w:p>
          <w:p w14:paraId="0A1E2EEB" w14:textId="77777777" w:rsidR="00A11336" w:rsidRPr="00D37DD9" w:rsidRDefault="00A11336" w:rsidP="004759D2">
            <w:pPr>
              <w:pStyle w:val="Chcklist"/>
              <w:rPr>
                <w:b/>
              </w:rPr>
            </w:pPr>
            <w:r w:rsidRPr="00D37DD9">
              <w:rPr>
                <w:b/>
              </w:rPr>
              <w:t>Physical</w:t>
            </w:r>
          </w:p>
          <w:p w14:paraId="42FAA9B0" w14:textId="77777777" w:rsidR="00A11336" w:rsidRPr="00766740" w:rsidRDefault="00A43B4A" w:rsidP="004759D2">
            <w:pPr>
              <w:pStyle w:val="Chcklist"/>
            </w:pPr>
            <w:sdt>
              <w:sdtPr>
                <w:id w:val="-119452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08651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Pressure</w:t>
            </w:r>
          </w:p>
          <w:p w14:paraId="254CA73F" w14:textId="77777777" w:rsidR="00A11336" w:rsidRDefault="00A43B4A" w:rsidP="004759D2">
            <w:pPr>
              <w:pStyle w:val="Chcklist"/>
            </w:pPr>
            <w:sdt>
              <w:sdtPr>
                <w:id w:val="-52062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08651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Stored energy</w:t>
            </w:r>
            <w:r w:rsidR="00A11336">
              <w:t xml:space="preserve"> – mechanical</w:t>
            </w:r>
          </w:p>
          <w:p w14:paraId="08B8DB5B" w14:textId="77777777" w:rsidR="00A11336" w:rsidRDefault="00A43B4A" w:rsidP="004759D2">
            <w:pPr>
              <w:pStyle w:val="Chcklist"/>
            </w:pPr>
            <w:sdt>
              <w:sdtPr>
                <w:id w:val="-1969889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08651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Stored energy</w:t>
            </w:r>
            <w:r w:rsidR="00A11336">
              <w:t xml:space="preserve"> - electrical</w:t>
            </w:r>
          </w:p>
          <w:p w14:paraId="36C3DFC4" w14:textId="77777777" w:rsidR="00A11336" w:rsidRPr="00BB63D9" w:rsidRDefault="00A43B4A" w:rsidP="004759D2">
            <w:pPr>
              <w:pStyle w:val="Chcklist"/>
            </w:pPr>
            <w:sdt>
              <w:sdtPr>
                <w:id w:val="-17434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08651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Stored energy</w:t>
            </w:r>
            <w:r w:rsidR="00A11336">
              <w:t xml:space="preserve"> – chemical</w:t>
            </w:r>
          </w:p>
          <w:p w14:paraId="136C3467" w14:textId="77777777" w:rsidR="00A11336" w:rsidRPr="00766740" w:rsidRDefault="00A43B4A" w:rsidP="004759D2">
            <w:pPr>
              <w:pStyle w:val="Chcklist"/>
            </w:pPr>
            <w:sdt>
              <w:sdtPr>
                <w:id w:val="30952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08651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Confined spaces</w:t>
            </w:r>
          </w:p>
          <w:p w14:paraId="392310DC" w14:textId="77777777" w:rsidR="00A11336" w:rsidRDefault="00A43B4A" w:rsidP="004759D2">
            <w:pPr>
              <w:pStyle w:val="Chcklist"/>
            </w:pPr>
            <w:sdt>
              <w:sdtPr>
                <w:id w:val="72033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Fall from height</w:t>
            </w:r>
          </w:p>
          <w:p w14:paraId="114A9FAB" w14:textId="77777777" w:rsidR="00A11336" w:rsidRPr="00214F80" w:rsidRDefault="00A43B4A" w:rsidP="004759D2">
            <w:pPr>
              <w:pStyle w:val="Chcklist"/>
              <w:rPr>
                <w:color w:val="FF0000"/>
              </w:rPr>
            </w:pPr>
            <w:sdt>
              <w:sdtPr>
                <w:rPr>
                  <w:color w:val="FF0000"/>
                </w:rPr>
                <w:id w:val="75678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214F80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 w:rsidRPr="00214F80">
              <w:rPr>
                <w:color w:val="FF0000"/>
              </w:rPr>
              <w:t xml:space="preserve"> Manual tasks / ergonomic</w:t>
            </w:r>
          </w:p>
          <w:p w14:paraId="76DC0B21" w14:textId="77777777" w:rsidR="00A11336" w:rsidRDefault="00A11336" w:rsidP="004759D2">
            <w:pPr>
              <w:pStyle w:val="Chcklist"/>
              <w:rPr>
                <w:b/>
              </w:rPr>
            </w:pPr>
          </w:p>
          <w:p w14:paraId="72A3F10A" w14:textId="77777777" w:rsidR="00A11336" w:rsidRPr="00D37DD9" w:rsidRDefault="00A11336" w:rsidP="004759D2">
            <w:pPr>
              <w:pStyle w:val="Chcklist"/>
              <w:rPr>
                <w:b/>
              </w:rPr>
            </w:pPr>
            <w:r w:rsidRPr="00D37DD9">
              <w:rPr>
                <w:b/>
              </w:rPr>
              <w:t>Electrical</w:t>
            </w:r>
          </w:p>
          <w:p w14:paraId="1662F6CF" w14:textId="77777777" w:rsidR="00A11336" w:rsidRPr="00766740" w:rsidRDefault="00A43B4A" w:rsidP="004759D2">
            <w:pPr>
              <w:pStyle w:val="Chcklist"/>
            </w:pPr>
            <w:sdt>
              <w:sdtPr>
                <w:id w:val="-21082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Overhead power lines</w:t>
            </w:r>
          </w:p>
          <w:p w14:paraId="6DA32582" w14:textId="77777777" w:rsidR="00A11336" w:rsidRPr="00766740" w:rsidRDefault="00A43B4A" w:rsidP="004759D2">
            <w:pPr>
              <w:pStyle w:val="Chcklist"/>
            </w:pPr>
            <w:sdt>
              <w:sdtPr>
                <w:id w:val="-30276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Underground power lines</w:t>
            </w:r>
          </w:p>
          <w:p w14:paraId="26E2E2EA" w14:textId="77777777" w:rsidR="00A11336" w:rsidRPr="00766740" w:rsidRDefault="00A43B4A" w:rsidP="004759D2">
            <w:pPr>
              <w:pStyle w:val="Chcklist"/>
            </w:pPr>
            <w:sdt>
              <w:sdtPr>
                <w:id w:val="-116871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Arc welding</w:t>
            </w:r>
          </w:p>
          <w:p w14:paraId="6927FA0E" w14:textId="77777777" w:rsidR="00A11336" w:rsidRPr="00766740" w:rsidRDefault="00A43B4A" w:rsidP="004759D2">
            <w:pPr>
              <w:pStyle w:val="Chcklist"/>
            </w:pPr>
            <w:sdt>
              <w:sdtPr>
                <w:id w:val="-867375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P</w:t>
            </w:r>
            <w:r w:rsidR="00A11336">
              <w:t>ower tools / leads</w:t>
            </w:r>
          </w:p>
          <w:p w14:paraId="3DB0DD21" w14:textId="77777777" w:rsidR="00A11336" w:rsidRPr="00766740" w:rsidRDefault="00A43B4A" w:rsidP="004759D2">
            <w:pPr>
              <w:pStyle w:val="Chcklist"/>
            </w:pPr>
            <w:sdt>
              <w:sdtPr>
                <w:id w:val="119588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Electrical work</w:t>
            </w:r>
          </w:p>
          <w:p w14:paraId="451FFFFF" w14:textId="77777777" w:rsidR="00A11336" w:rsidRPr="00766740" w:rsidRDefault="00A43B4A" w:rsidP="004759D2">
            <w:pPr>
              <w:pStyle w:val="Chcklist"/>
            </w:pPr>
            <w:sdt>
              <w:sdtPr>
                <w:id w:val="57687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 xml:space="preserve">Portable power generators    </w:t>
            </w:r>
          </w:p>
          <w:p w14:paraId="77ACBEA3" w14:textId="77777777" w:rsidR="00A11336" w:rsidRPr="00766740" w:rsidRDefault="00A43B4A" w:rsidP="004759D2">
            <w:pPr>
              <w:pStyle w:val="Chcklist"/>
            </w:pPr>
            <w:sdt>
              <w:sdtPr>
                <w:id w:val="-36351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 w:rsidRPr="00F05072">
              <w:t xml:space="preserve">  Wet environments</w:t>
            </w:r>
          </w:p>
        </w:tc>
        <w:tc>
          <w:tcPr>
            <w:tcW w:w="1177" w:type="pct"/>
            <w:vMerge w:val="restart"/>
            <w:tcBorders>
              <w:left w:val="nil"/>
              <w:bottom w:val="single" w:sz="4" w:space="0" w:color="auto"/>
            </w:tcBorders>
          </w:tcPr>
          <w:p w14:paraId="391A6DB9" w14:textId="77777777" w:rsidR="00A11336" w:rsidRPr="00233029" w:rsidRDefault="00A11336" w:rsidP="004759D2">
            <w:pPr>
              <w:pStyle w:val="Chcklist"/>
              <w:rPr>
                <w:b/>
              </w:rPr>
            </w:pPr>
            <w:r w:rsidRPr="00233029">
              <w:rPr>
                <w:b/>
              </w:rPr>
              <w:lastRenderedPageBreak/>
              <w:t>Psychological and Social</w:t>
            </w:r>
          </w:p>
          <w:p w14:paraId="45F02B72" w14:textId="77777777" w:rsidR="00A11336" w:rsidRPr="00766740" w:rsidRDefault="00A43B4A" w:rsidP="004759D2">
            <w:pPr>
              <w:pStyle w:val="Chcklist"/>
            </w:pPr>
            <w:sdt>
              <w:sdtPr>
                <w:id w:val="-207596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Stress</w:t>
            </w:r>
          </w:p>
          <w:p w14:paraId="29BF9B11" w14:textId="77777777" w:rsidR="00A11336" w:rsidRPr="00766740" w:rsidRDefault="00A43B4A" w:rsidP="004759D2">
            <w:pPr>
              <w:pStyle w:val="Chcklist"/>
            </w:pPr>
            <w:sdt>
              <w:sdtPr>
                <w:id w:val="132717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Fatigue</w:t>
            </w:r>
          </w:p>
          <w:p w14:paraId="36ACAF2C" w14:textId="77777777" w:rsidR="00A11336" w:rsidRPr="00766740" w:rsidRDefault="00A43B4A" w:rsidP="004759D2">
            <w:pPr>
              <w:pStyle w:val="Chcklist"/>
            </w:pPr>
            <w:sdt>
              <w:sdtPr>
                <w:id w:val="24600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Violence / aggression</w:t>
            </w:r>
          </w:p>
          <w:p w14:paraId="19C8F637" w14:textId="77777777" w:rsidR="00A11336" w:rsidRPr="00766740" w:rsidRDefault="00A43B4A" w:rsidP="004759D2">
            <w:pPr>
              <w:pStyle w:val="Chcklist"/>
            </w:pPr>
            <w:sdt>
              <w:sdtPr>
                <w:id w:val="160507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Drugs and alcohol</w:t>
            </w:r>
          </w:p>
          <w:p w14:paraId="4D9A5D8B" w14:textId="77777777" w:rsidR="00A11336" w:rsidRPr="00766740" w:rsidRDefault="00A43B4A" w:rsidP="004759D2">
            <w:pPr>
              <w:pStyle w:val="Chcklist"/>
            </w:pPr>
            <w:sdt>
              <w:sdtPr>
                <w:id w:val="486605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Isolation</w:t>
            </w:r>
          </w:p>
          <w:p w14:paraId="360374DD" w14:textId="77777777" w:rsidR="00A11336" w:rsidRDefault="00A43B4A" w:rsidP="004759D2">
            <w:pPr>
              <w:pStyle w:val="Chcklist"/>
            </w:pPr>
            <w:sdt>
              <w:sdtPr>
                <w:id w:val="-21142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Bullying and/or harassment</w:t>
            </w:r>
          </w:p>
          <w:p w14:paraId="3DA7142F" w14:textId="77777777" w:rsidR="00A11336" w:rsidRPr="00766740" w:rsidRDefault="00A43B4A" w:rsidP="004759D2">
            <w:pPr>
              <w:pStyle w:val="Chcklist"/>
              <w:rPr>
                <w:smallCaps/>
              </w:rPr>
            </w:pPr>
            <w:sdt>
              <w:sdtPr>
                <w:id w:val="-172574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E014DC">
              <w:t>Communication</w:t>
            </w:r>
            <w:r w:rsidR="00A11336">
              <w:t xml:space="preserve"> barriers</w:t>
            </w:r>
          </w:p>
          <w:p w14:paraId="4DBE1701" w14:textId="77777777" w:rsidR="00A11336" w:rsidRDefault="00A11336" w:rsidP="004759D2">
            <w:pPr>
              <w:pStyle w:val="Chcklist"/>
              <w:rPr>
                <w:b/>
              </w:rPr>
            </w:pPr>
          </w:p>
          <w:p w14:paraId="10856997" w14:textId="77777777" w:rsidR="00A11336" w:rsidRPr="00D37DD9" w:rsidRDefault="00A11336" w:rsidP="004759D2">
            <w:pPr>
              <w:pStyle w:val="Chcklist"/>
              <w:rPr>
                <w:b/>
              </w:rPr>
            </w:pPr>
            <w:r w:rsidRPr="00D37DD9">
              <w:rPr>
                <w:b/>
              </w:rPr>
              <w:t>Biological</w:t>
            </w:r>
          </w:p>
          <w:p w14:paraId="693092BB" w14:textId="77777777" w:rsidR="00A11336" w:rsidRDefault="00A43B4A" w:rsidP="004759D2">
            <w:pPr>
              <w:pStyle w:val="Chcklist"/>
            </w:pPr>
            <w:sdt>
              <w:sdtPr>
                <w:id w:val="-84747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Animal or insect bite</w:t>
            </w:r>
          </w:p>
          <w:p w14:paraId="0779F7B7" w14:textId="77777777" w:rsidR="00A11336" w:rsidRPr="00766740" w:rsidRDefault="00A43B4A" w:rsidP="004759D2">
            <w:pPr>
              <w:pStyle w:val="Chcklist"/>
            </w:pPr>
            <w:sdt>
              <w:sdtPr>
                <w:id w:val="13253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Riding or</w:t>
            </w:r>
            <w:r w:rsidR="00A11336" w:rsidRPr="00766740">
              <w:t xml:space="preserve"> handling</w:t>
            </w:r>
          </w:p>
          <w:p w14:paraId="6D20CA8B" w14:textId="77777777" w:rsidR="00A11336" w:rsidRPr="00766740" w:rsidRDefault="00A43B4A" w:rsidP="004759D2">
            <w:pPr>
              <w:pStyle w:val="Chcklist"/>
            </w:pPr>
            <w:sdt>
              <w:sdtPr>
                <w:id w:val="-185109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Zoonosis</w:t>
            </w:r>
          </w:p>
          <w:p w14:paraId="1E073700" w14:textId="77777777" w:rsidR="00A11336" w:rsidRPr="00766740" w:rsidRDefault="00A43B4A" w:rsidP="004759D2">
            <w:pPr>
              <w:pStyle w:val="Chcklist"/>
            </w:pPr>
            <w:sdt>
              <w:sdtPr>
                <w:id w:val="101326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17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Infectious agents</w:t>
            </w:r>
          </w:p>
          <w:p w14:paraId="15D5C242" w14:textId="77777777" w:rsidR="00A11336" w:rsidRDefault="00A43B4A" w:rsidP="004759D2">
            <w:pPr>
              <w:pStyle w:val="Chcklist"/>
            </w:pPr>
            <w:sdt>
              <w:sdtPr>
                <w:id w:val="-1484613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17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Needle-stick / sharps</w:t>
            </w:r>
          </w:p>
          <w:p w14:paraId="448A2DDA" w14:textId="77777777" w:rsidR="00A11336" w:rsidRDefault="00A43B4A" w:rsidP="004759D2">
            <w:pPr>
              <w:pStyle w:val="Chcklist"/>
            </w:pPr>
            <w:sdt>
              <w:sdtPr>
                <w:id w:val="345438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17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Bodily </w:t>
            </w:r>
            <w:r w:rsidR="00A11336" w:rsidRPr="0032177D">
              <w:t>fluids</w:t>
            </w:r>
          </w:p>
          <w:p w14:paraId="040DCFCD" w14:textId="77777777" w:rsidR="00A11336" w:rsidRPr="00766740" w:rsidRDefault="00A43B4A" w:rsidP="004759D2">
            <w:pPr>
              <w:pStyle w:val="Chcklist"/>
              <w:rPr>
                <w:smallCaps/>
              </w:rPr>
            </w:pPr>
            <w:sdt>
              <w:sdtPr>
                <w:id w:val="98428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3217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Contaminated waste</w:t>
            </w:r>
          </w:p>
          <w:p w14:paraId="20E9A984" w14:textId="77777777" w:rsidR="00A11336" w:rsidRDefault="00A11336" w:rsidP="004759D2">
            <w:pPr>
              <w:pStyle w:val="Chcklist"/>
              <w:rPr>
                <w:b/>
              </w:rPr>
            </w:pPr>
          </w:p>
          <w:p w14:paraId="3F18EFB7" w14:textId="77777777" w:rsidR="00A11336" w:rsidRPr="00D37DD9" w:rsidRDefault="00A11336" w:rsidP="004759D2">
            <w:pPr>
              <w:pStyle w:val="Chcklist"/>
              <w:rPr>
                <w:b/>
              </w:rPr>
            </w:pPr>
            <w:r w:rsidRPr="00D37DD9">
              <w:rPr>
                <w:b/>
              </w:rPr>
              <w:t>Mechanical</w:t>
            </w:r>
          </w:p>
          <w:p w14:paraId="3AB11340" w14:textId="77777777" w:rsidR="00A11336" w:rsidRPr="00766740" w:rsidRDefault="00A43B4A" w:rsidP="004759D2">
            <w:pPr>
              <w:pStyle w:val="Chcklist"/>
            </w:pPr>
            <w:sdt>
              <w:sdtPr>
                <w:id w:val="-27463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76674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Traffic</w:t>
            </w:r>
          </w:p>
          <w:p w14:paraId="363C5AF0" w14:textId="77777777" w:rsidR="00A11336" w:rsidRPr="00766740" w:rsidRDefault="00A43B4A" w:rsidP="004759D2">
            <w:pPr>
              <w:pStyle w:val="Chcklist"/>
            </w:pPr>
            <w:sdt>
              <w:sdtPr>
                <w:id w:val="-1705789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D</w:t>
            </w:r>
            <w:r w:rsidR="00A11336" w:rsidRPr="00766740">
              <w:t>riving</w:t>
            </w:r>
          </w:p>
          <w:p w14:paraId="4479771D" w14:textId="77777777" w:rsidR="00A11336" w:rsidRPr="00766740" w:rsidRDefault="00A43B4A" w:rsidP="004759D2">
            <w:pPr>
              <w:pStyle w:val="Chcklist"/>
            </w:pPr>
            <w:sdt>
              <w:sdtPr>
                <w:id w:val="-214342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Forklifts, Cranes etc.</w:t>
            </w:r>
          </w:p>
          <w:p w14:paraId="02DB69C8" w14:textId="77777777" w:rsidR="00A11336" w:rsidRPr="00214F80" w:rsidRDefault="00A43B4A" w:rsidP="004759D2">
            <w:pPr>
              <w:pStyle w:val="Chcklist"/>
              <w:rPr>
                <w:color w:val="FF0000"/>
              </w:rPr>
            </w:pPr>
            <w:sdt>
              <w:sdtPr>
                <w:rPr>
                  <w:color w:val="FF0000"/>
                </w:rPr>
                <w:id w:val="19333239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214F80">
                  <w:rPr>
                    <w:rFonts w:ascii="MS Gothic" w:eastAsia="MS Gothic" w:hAnsi="MS Gothic" w:hint="eastAsia"/>
                    <w:color w:val="FF0000"/>
                  </w:rPr>
                  <w:t>☒</w:t>
                </w:r>
              </w:sdtContent>
            </w:sdt>
            <w:r w:rsidR="00A11336" w:rsidRPr="00214F80">
              <w:rPr>
                <w:color w:val="FF0000"/>
              </w:rPr>
              <w:t xml:space="preserve">  Rotating / moving parts </w:t>
            </w:r>
          </w:p>
          <w:p w14:paraId="3675D3C1" w14:textId="77777777" w:rsidR="00A11336" w:rsidRPr="00766740" w:rsidRDefault="00A43B4A" w:rsidP="004759D2">
            <w:pPr>
              <w:pStyle w:val="Chcklist"/>
            </w:pPr>
            <w:sdt>
              <w:sdtPr>
                <w:id w:val="-141631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 xml:space="preserve">Crushing </w:t>
            </w:r>
          </w:p>
          <w:p w14:paraId="6149727F" w14:textId="77777777" w:rsidR="00A11336" w:rsidRPr="00766740" w:rsidRDefault="00A43B4A" w:rsidP="004759D2">
            <w:pPr>
              <w:pStyle w:val="Chcklist"/>
            </w:pPr>
            <w:sdt>
              <w:sdtPr>
                <w:id w:val="1045642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</w:t>
            </w:r>
            <w:r w:rsidR="00A11336" w:rsidRPr="00766740">
              <w:t>Shearing, cutting, stabbing</w:t>
            </w:r>
          </w:p>
          <w:p w14:paraId="59BA6BBE" w14:textId="77777777" w:rsidR="00A11336" w:rsidRPr="00766740" w:rsidRDefault="00A43B4A" w:rsidP="004759D2">
            <w:pPr>
              <w:pStyle w:val="Chcklist"/>
            </w:pPr>
            <w:sdt>
              <w:sdtPr>
                <w:id w:val="-12292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 w:rsidRPr="00766740">
              <w:t xml:space="preserve"> </w:t>
            </w:r>
            <w:r w:rsidR="00A11336">
              <w:t xml:space="preserve"> Vibration</w:t>
            </w:r>
          </w:p>
          <w:p w14:paraId="5FC450A8" w14:textId="77777777" w:rsidR="00A11336" w:rsidRDefault="00A11336" w:rsidP="004759D2">
            <w:pPr>
              <w:pStyle w:val="Chcklist"/>
              <w:rPr>
                <w:b/>
              </w:rPr>
            </w:pPr>
          </w:p>
          <w:p w14:paraId="095727CF" w14:textId="77777777" w:rsidR="00A11336" w:rsidRPr="00AA4163" w:rsidRDefault="00A11336" w:rsidP="004759D2">
            <w:pPr>
              <w:pStyle w:val="Chcklist"/>
              <w:rPr>
                <w:b/>
              </w:rPr>
            </w:pPr>
            <w:r w:rsidRPr="00AA4163">
              <w:rPr>
                <w:b/>
              </w:rPr>
              <w:t>Environmental</w:t>
            </w:r>
          </w:p>
          <w:p w14:paraId="6F9EDD74" w14:textId="77777777" w:rsidR="00A11336" w:rsidRPr="00766740" w:rsidRDefault="00A43B4A" w:rsidP="004759D2">
            <w:pPr>
              <w:pStyle w:val="Chcklist"/>
            </w:pPr>
            <w:sdt>
              <w:sdtPr>
                <w:id w:val="135863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Air emissions</w:t>
            </w:r>
          </w:p>
          <w:p w14:paraId="3CA2A041" w14:textId="77777777" w:rsidR="00A11336" w:rsidRPr="00766740" w:rsidRDefault="00A43B4A" w:rsidP="004759D2">
            <w:pPr>
              <w:pStyle w:val="Chcklist"/>
            </w:pPr>
            <w:sdt>
              <w:sdtPr>
                <w:id w:val="10354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Release to stormwater</w:t>
            </w:r>
          </w:p>
          <w:p w14:paraId="45EAB3DB" w14:textId="77777777" w:rsidR="00A11336" w:rsidRPr="00214F80" w:rsidRDefault="00A43B4A" w:rsidP="004759D2">
            <w:pPr>
              <w:pStyle w:val="Chcklist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7586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11336" w:rsidRPr="00214F80">
              <w:rPr>
                <w:color w:val="000000" w:themeColor="text1"/>
              </w:rPr>
              <w:t xml:space="preserve">  Oil spill</w:t>
            </w:r>
          </w:p>
          <w:p w14:paraId="5802B505" w14:textId="77777777" w:rsidR="00A11336" w:rsidRPr="00766740" w:rsidRDefault="00A43B4A" w:rsidP="004759D2">
            <w:pPr>
              <w:pStyle w:val="Chcklist"/>
            </w:pPr>
            <w:sdt>
              <w:sdtPr>
                <w:id w:val="154316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Soil/groundwater contamination</w:t>
            </w:r>
          </w:p>
          <w:p w14:paraId="7AE76032" w14:textId="77777777" w:rsidR="00A11336" w:rsidRPr="00766740" w:rsidRDefault="00A43B4A" w:rsidP="004759D2">
            <w:pPr>
              <w:pStyle w:val="Chcklist"/>
            </w:pPr>
            <w:sdt>
              <w:sdtPr>
                <w:id w:val="165949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0507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Asbestos</w:t>
            </w:r>
          </w:p>
          <w:p w14:paraId="19626723" w14:textId="77777777" w:rsidR="00A11336" w:rsidRDefault="00A43B4A" w:rsidP="004759D2">
            <w:pPr>
              <w:pStyle w:val="Chcklist"/>
            </w:pPr>
            <w:sdt>
              <w:sdtPr>
                <w:id w:val="182069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1336">
              <w:t xml:space="preserve">  Radioactive waste</w:t>
            </w:r>
            <w:r w:rsidR="00A11336" w:rsidRPr="00766740">
              <w:t xml:space="preserve"> </w:t>
            </w:r>
          </w:p>
          <w:p w14:paraId="6F1B5EB0" w14:textId="77777777" w:rsidR="00A11336" w:rsidRPr="00766740" w:rsidRDefault="00A43B4A" w:rsidP="004759D2">
            <w:pPr>
              <w:pStyle w:val="Chcklist"/>
            </w:pPr>
            <w:sdt>
              <w:sdtPr>
                <w:id w:val="-15856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336" w:rsidRPr="00F3611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11336">
              <w:t xml:space="preserve">  Waste d</w:t>
            </w:r>
            <w:r w:rsidR="00A11336" w:rsidRPr="00766740">
              <w:t>isposal</w:t>
            </w:r>
          </w:p>
          <w:p w14:paraId="080C6FE4" w14:textId="77777777" w:rsidR="00A11336" w:rsidRPr="00766740" w:rsidRDefault="00A11336" w:rsidP="004759D2">
            <w:pPr>
              <w:spacing w:after="0" w:line="240" w:lineRule="auto"/>
              <w:rPr>
                <w:smallCaps/>
              </w:rPr>
            </w:pPr>
          </w:p>
        </w:tc>
        <w:tc>
          <w:tcPr>
            <w:tcW w:w="2646" w:type="pct"/>
            <w:tcBorders>
              <w:bottom w:val="nil"/>
            </w:tcBorders>
          </w:tcPr>
          <w:tbl>
            <w:tblPr>
              <w:tblpPr w:leftFromText="180" w:rightFromText="180" w:vertAnchor="page" w:horzAnchor="margin" w:tblpY="131"/>
              <w:tblOverlap w:val="never"/>
              <w:tblW w:w="78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71"/>
              <w:gridCol w:w="1337"/>
              <w:gridCol w:w="1304"/>
              <w:gridCol w:w="1304"/>
              <w:gridCol w:w="1304"/>
              <w:gridCol w:w="1304"/>
            </w:tblGrid>
            <w:tr w:rsidR="00A11336" w:rsidRPr="00637E54" w14:paraId="0FE7C1DE" w14:textId="77777777" w:rsidTr="004759D2">
              <w:trPr>
                <w:cantSplit/>
                <w:trHeight w:val="283"/>
              </w:trPr>
              <w:tc>
                <w:tcPr>
                  <w:tcW w:w="1271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14:paraId="602D2B4F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553" w:type="dxa"/>
                  <w:gridSpan w:val="5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bottom"/>
                </w:tcPr>
                <w:p w14:paraId="3FE3595B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730076">
                    <w:rPr>
                      <w:rFonts w:cs="Arial"/>
                      <w:b/>
                      <w:bCs/>
                      <w:sz w:val="18"/>
                      <w:szCs w:val="18"/>
                    </w:rPr>
                    <w:t>CONSEQUENCE</w:t>
                  </w:r>
                </w:p>
              </w:tc>
            </w:tr>
            <w:tr w:rsidR="00A11336" w:rsidRPr="00637E54" w14:paraId="3B9FD1BB" w14:textId="77777777" w:rsidTr="004759D2">
              <w:trPr>
                <w:cantSplit/>
                <w:trHeight w:val="454"/>
              </w:trPr>
              <w:tc>
                <w:tcPr>
                  <w:tcW w:w="1271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  <w:vAlign w:val="bottom"/>
                </w:tcPr>
                <w:p w14:paraId="490511E7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sz w:val="18"/>
                      <w:szCs w:val="18"/>
                    </w:rPr>
                  </w:pPr>
                  <w:r w:rsidRPr="00730076">
                    <w:rPr>
                      <w:rFonts w:cs="Arial"/>
                      <w:b/>
                      <w:i/>
                      <w:sz w:val="18"/>
                      <w:szCs w:val="18"/>
                    </w:rPr>
                    <w:t>LIKELIHOOD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28CA3DB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18"/>
                    </w:rPr>
                    <w:t>Negligible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4876F9B3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7E54">
                    <w:rPr>
                      <w:rFonts w:cs="Arial"/>
                      <w:b/>
                      <w:bCs/>
                      <w:sz w:val="18"/>
                      <w:szCs w:val="18"/>
                    </w:rPr>
                    <w:t>Minor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17562C82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18"/>
                    </w:rPr>
                    <w:t>Medium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5FF640F4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7E54">
                    <w:rPr>
                      <w:rFonts w:cs="Arial"/>
                      <w:b/>
                      <w:bCs/>
                      <w:sz w:val="18"/>
                      <w:szCs w:val="18"/>
                    </w:rPr>
                    <w:t>Major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14:paraId="0526C6A8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7E54">
                    <w:rPr>
                      <w:rFonts w:cs="Arial"/>
                      <w:b/>
                      <w:bCs/>
                      <w:sz w:val="18"/>
                      <w:szCs w:val="18"/>
                    </w:rPr>
                    <w:t>Severe</w:t>
                  </w:r>
                </w:p>
              </w:tc>
            </w:tr>
            <w:tr w:rsidR="00A11336" w:rsidRPr="00637E54" w14:paraId="3D6B27B6" w14:textId="77777777" w:rsidTr="004759D2">
              <w:trPr>
                <w:cantSplit/>
                <w:trHeight w:val="737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7D3DBD55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 xml:space="preserve">Almost </w:t>
                  </w:r>
                  <w:r w:rsidRPr="00730076"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>Certain</w:t>
                  </w:r>
                </w:p>
              </w:tc>
              <w:tc>
                <w:tcPr>
                  <w:tcW w:w="1337" w:type="dxa"/>
                  <w:shd w:val="clear" w:color="auto" w:fill="FFFF00"/>
                  <w:vAlign w:val="center"/>
                </w:tcPr>
                <w:p w14:paraId="4495743E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t>9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34994CDC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>5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C000"/>
                  <w:vAlign w:val="center"/>
                </w:tcPr>
                <w:p w14:paraId="782661B2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18</w:t>
                  </w:r>
                  <w:r w:rsidRPr="00637E54">
                    <w:rPr>
                      <w:rFonts w:cs="Arial"/>
                      <w:b/>
                      <w:bCs/>
                      <w:sz w:val="20"/>
                    </w:rPr>
                    <w:br/>
                  </w:r>
                  <w:r w:rsidRPr="00637E54">
                    <w:rPr>
                      <w:rFonts w:cs="Arial"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0000"/>
                  <w:vAlign w:val="center"/>
                </w:tcPr>
                <w:p w14:paraId="737ED855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24523D">
                    <w:rPr>
                      <w:rFonts w:cs="Arial"/>
                      <w:b/>
                      <w:bCs/>
                      <w:color w:val="FFFFFF" w:themeColor="background1"/>
                      <w:sz w:val="20"/>
                    </w:rPr>
                    <w:t>23</w:t>
                  </w:r>
                  <w:r w:rsidRPr="0024523D">
                    <w:rPr>
                      <w:rFonts w:cs="Arial"/>
                      <w:b/>
                      <w:bCs/>
                      <w:color w:val="FFFFFF" w:themeColor="background1"/>
                      <w:sz w:val="20"/>
                    </w:rPr>
                    <w:br/>
                    <w:t>Critical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0000"/>
                  <w:vAlign w:val="center"/>
                </w:tcPr>
                <w:p w14:paraId="643E19A8" w14:textId="77777777" w:rsidR="00A11336" w:rsidRPr="0024523D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color w:val="FFFFFF" w:themeColor="background1"/>
                      <w:sz w:val="20"/>
                    </w:rPr>
                  </w:pPr>
                  <w:r w:rsidRPr="0024523D">
                    <w:rPr>
                      <w:rFonts w:cs="Arial"/>
                      <w:b/>
                      <w:bCs/>
                      <w:color w:val="FFFFFF" w:themeColor="background1"/>
                      <w:sz w:val="20"/>
                    </w:rPr>
                    <w:t>25</w:t>
                  </w:r>
                  <w:r w:rsidRPr="0024523D">
                    <w:rPr>
                      <w:rFonts w:cs="Arial"/>
                      <w:b/>
                      <w:bCs/>
                      <w:color w:val="FFFFFF" w:themeColor="background1"/>
                      <w:sz w:val="20"/>
                    </w:rPr>
                    <w:br/>
                    <w:t>Critical</w:t>
                  </w:r>
                </w:p>
              </w:tc>
            </w:tr>
            <w:tr w:rsidR="00A11336" w:rsidRPr="00637E54" w14:paraId="6B80018C" w14:textId="77777777" w:rsidTr="004759D2">
              <w:trPr>
                <w:cantSplit/>
                <w:trHeight w:val="737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52DF3740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>L</w:t>
                  </w:r>
                  <w:r w:rsidRPr="00730076"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>ikely</w:t>
                  </w:r>
                </w:p>
              </w:tc>
              <w:tc>
                <w:tcPr>
                  <w:tcW w:w="1337" w:type="dxa"/>
                  <w:shd w:val="clear" w:color="auto" w:fill="92D050"/>
                  <w:vAlign w:val="center"/>
                </w:tcPr>
                <w:p w14:paraId="58576CB0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7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</w:r>
                  <w:r>
                    <w:rPr>
                      <w:rFonts w:cs="Arial"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2CF17EFF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>2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47A1B50F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17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C000"/>
                  <w:vAlign w:val="center"/>
                </w:tcPr>
                <w:p w14:paraId="21ABD1AC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20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shd w:val="clear" w:color="auto" w:fill="FF0000"/>
                  <w:vAlign w:val="center"/>
                </w:tcPr>
                <w:p w14:paraId="5797896D" w14:textId="77777777" w:rsidR="00A11336" w:rsidRPr="0024523D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color w:val="FFFFFF" w:themeColor="background1"/>
                      <w:sz w:val="20"/>
                    </w:rPr>
                  </w:pPr>
                  <w:r w:rsidRPr="0024523D">
                    <w:rPr>
                      <w:rFonts w:cs="Arial"/>
                      <w:b/>
                      <w:bCs/>
                      <w:color w:val="FFFFFF" w:themeColor="background1"/>
                      <w:sz w:val="20"/>
                    </w:rPr>
                    <w:t>24</w:t>
                  </w:r>
                  <w:r w:rsidRPr="0024523D">
                    <w:rPr>
                      <w:rFonts w:cs="Arial"/>
                      <w:bCs/>
                      <w:color w:val="FFFFFF" w:themeColor="background1"/>
                      <w:sz w:val="20"/>
                    </w:rPr>
                    <w:br/>
                  </w:r>
                  <w:r w:rsidRPr="0024523D">
                    <w:rPr>
                      <w:rFonts w:cs="Arial"/>
                      <w:b/>
                      <w:bCs/>
                      <w:color w:val="FFFFFF" w:themeColor="background1"/>
                      <w:sz w:val="20"/>
                    </w:rPr>
                    <w:t>Critical</w:t>
                  </w:r>
                </w:p>
              </w:tc>
            </w:tr>
            <w:tr w:rsidR="00A11336" w:rsidRPr="00637E54" w14:paraId="67FB431E" w14:textId="77777777" w:rsidTr="004759D2">
              <w:trPr>
                <w:cantSplit/>
                <w:trHeight w:val="737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28C847BB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>Possible</w:t>
                  </w:r>
                </w:p>
              </w:tc>
              <w:tc>
                <w:tcPr>
                  <w:tcW w:w="1337" w:type="dxa"/>
                  <w:shd w:val="clear" w:color="auto" w:fill="92D050"/>
                  <w:vAlign w:val="center"/>
                </w:tcPr>
                <w:p w14:paraId="26748BC1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t>4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60223524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t>10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tcBorders>
                    <w:bottom w:val="nil"/>
                  </w:tcBorders>
                  <w:shd w:val="clear" w:color="auto" w:fill="FFFF00"/>
                  <w:vAlign w:val="center"/>
                </w:tcPr>
                <w:p w14:paraId="1B5D919A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>3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6FA78D85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19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High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09ED1996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22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High</w:t>
                  </w:r>
                </w:p>
              </w:tc>
            </w:tr>
            <w:tr w:rsidR="00A11336" w:rsidRPr="00637E54" w14:paraId="35568D99" w14:textId="77777777" w:rsidTr="004759D2">
              <w:trPr>
                <w:cantSplit/>
                <w:trHeight w:val="737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2D4AB582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</w:pPr>
                  <w:r w:rsidRPr="00730076"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>Unlikely</w:t>
                  </w:r>
                </w:p>
              </w:tc>
              <w:tc>
                <w:tcPr>
                  <w:tcW w:w="1337" w:type="dxa"/>
                  <w:shd w:val="clear" w:color="auto" w:fill="BCE292"/>
                  <w:vAlign w:val="center"/>
                </w:tcPr>
                <w:p w14:paraId="26220D60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2</w:t>
                  </w:r>
                  <w:r w:rsidRPr="0024523D">
                    <w:rPr>
                      <w:rFonts w:cs="Arial"/>
                      <w:bCs/>
                      <w:sz w:val="20"/>
                      <w:shd w:val="clear" w:color="auto" w:fill="BCE292"/>
                    </w:rPr>
                    <w:br/>
                  </w:r>
                  <w:r>
                    <w:rPr>
                      <w:rFonts w:cs="Arial"/>
                      <w:bCs/>
                      <w:sz w:val="20"/>
                    </w:rPr>
                    <w:t>Very l</w:t>
                  </w:r>
                  <w:r w:rsidRPr="00637E54">
                    <w:rPr>
                      <w:rFonts w:cs="Arial"/>
                      <w:bCs/>
                      <w:sz w:val="20"/>
                    </w:rPr>
                    <w:t>ow</w:t>
                  </w:r>
                </w:p>
              </w:tc>
              <w:tc>
                <w:tcPr>
                  <w:tcW w:w="1304" w:type="dxa"/>
                  <w:shd w:val="clear" w:color="auto" w:fill="92D050"/>
                  <w:vAlign w:val="center"/>
                </w:tcPr>
                <w:p w14:paraId="0367EADA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5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44A971E8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11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33839A6A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14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  <w:tc>
                <w:tcPr>
                  <w:tcW w:w="1304" w:type="dxa"/>
                  <w:shd w:val="clear" w:color="auto" w:fill="FFC000"/>
                  <w:vAlign w:val="center"/>
                </w:tcPr>
                <w:p w14:paraId="5AC792C6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21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High</w:t>
                  </w:r>
                </w:p>
              </w:tc>
            </w:tr>
            <w:tr w:rsidR="00A11336" w:rsidRPr="00637E54" w14:paraId="5F212CCB" w14:textId="77777777" w:rsidTr="004759D2">
              <w:trPr>
                <w:cantSplit/>
                <w:trHeight w:val="737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5482EDFD" w14:textId="77777777" w:rsidR="00A11336" w:rsidRPr="00730076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</w:pPr>
                  <w:r w:rsidRPr="00730076">
                    <w:rPr>
                      <w:rFonts w:cs="Arial"/>
                      <w:b/>
                      <w:bCs/>
                      <w:i/>
                      <w:color w:val="000000"/>
                      <w:sz w:val="18"/>
                      <w:szCs w:val="18"/>
                    </w:rPr>
                    <w:t>Rare</w:t>
                  </w:r>
                </w:p>
              </w:tc>
              <w:tc>
                <w:tcPr>
                  <w:tcW w:w="1337" w:type="dxa"/>
                  <w:shd w:val="clear" w:color="auto" w:fill="BCE292"/>
                  <w:vAlign w:val="center"/>
                </w:tcPr>
                <w:p w14:paraId="3DF0E0B9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cs="Arial"/>
                      <w:bCs/>
                      <w:sz w:val="20"/>
                    </w:rPr>
                    <w:br/>
                    <w:t>Very l</w:t>
                  </w:r>
                  <w:r w:rsidRPr="00637E54">
                    <w:rPr>
                      <w:rFonts w:cs="Arial"/>
                      <w:bCs/>
                      <w:sz w:val="20"/>
                    </w:rPr>
                    <w:t>ow</w:t>
                  </w:r>
                </w:p>
              </w:tc>
              <w:tc>
                <w:tcPr>
                  <w:tcW w:w="1304" w:type="dxa"/>
                  <w:shd w:val="clear" w:color="auto" w:fill="BCE292"/>
                  <w:vAlign w:val="center"/>
                </w:tcPr>
                <w:p w14:paraId="5CE9DC91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t>3</w:t>
                  </w:r>
                  <w:r>
                    <w:rPr>
                      <w:rFonts w:cs="Arial"/>
                      <w:bCs/>
                      <w:sz w:val="20"/>
                    </w:rPr>
                    <w:br/>
                    <w:t>Very l</w:t>
                  </w:r>
                  <w:r w:rsidRPr="00637E54">
                    <w:rPr>
                      <w:rFonts w:cs="Arial"/>
                      <w:bCs/>
                      <w:sz w:val="20"/>
                    </w:rPr>
                    <w:t>ow</w:t>
                  </w:r>
                </w:p>
              </w:tc>
              <w:tc>
                <w:tcPr>
                  <w:tcW w:w="1304" w:type="dxa"/>
                  <w:shd w:val="clear" w:color="auto" w:fill="92D050"/>
                  <w:vAlign w:val="center"/>
                </w:tcPr>
                <w:p w14:paraId="12BF8BD5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6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Low</w:t>
                  </w:r>
                </w:p>
              </w:tc>
              <w:tc>
                <w:tcPr>
                  <w:tcW w:w="1304" w:type="dxa"/>
                  <w:shd w:val="clear" w:color="auto" w:fill="92D050"/>
                  <w:vAlign w:val="center"/>
                </w:tcPr>
                <w:p w14:paraId="59642618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t>8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</w:r>
                  <w:r>
                    <w:rPr>
                      <w:rFonts w:cs="Arial"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1304" w:type="dxa"/>
                  <w:shd w:val="clear" w:color="auto" w:fill="FFFF00"/>
                  <w:vAlign w:val="center"/>
                </w:tcPr>
                <w:p w14:paraId="72165E00" w14:textId="77777777" w:rsidR="00A11336" w:rsidRPr="00637E54" w:rsidRDefault="00A11336" w:rsidP="004759D2">
                  <w:pPr>
                    <w:spacing w:after="0" w:line="240" w:lineRule="auto"/>
                    <w:jc w:val="center"/>
                    <w:rPr>
                      <w:rFonts w:cs="Arial"/>
                      <w:bCs/>
                      <w:sz w:val="20"/>
                    </w:rPr>
                  </w:pPr>
                  <w:r w:rsidRPr="00637E54">
                    <w:rPr>
                      <w:rFonts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>6</w:t>
                  </w:r>
                  <w:r w:rsidRPr="00637E54">
                    <w:rPr>
                      <w:rFonts w:cs="Arial"/>
                      <w:bCs/>
                      <w:sz w:val="20"/>
                    </w:rPr>
                    <w:br/>
                    <w:t>Medium</w:t>
                  </w:r>
                </w:p>
              </w:tc>
            </w:tr>
          </w:tbl>
          <w:p w14:paraId="16C05F42" w14:textId="77777777" w:rsidR="00A11336" w:rsidRDefault="00A11336" w:rsidP="004759D2">
            <w:pPr>
              <w:jc w:val="center"/>
            </w:pPr>
          </w:p>
        </w:tc>
      </w:tr>
      <w:tr w:rsidR="00A11336" w14:paraId="1984823C" w14:textId="77777777" w:rsidTr="004759D2">
        <w:trPr>
          <w:trHeight w:val="3842"/>
        </w:trPr>
        <w:tc>
          <w:tcPr>
            <w:tcW w:w="1177" w:type="pct"/>
            <w:vMerge/>
            <w:tcBorders>
              <w:bottom w:val="single" w:sz="4" w:space="0" w:color="auto"/>
              <w:right w:val="nil"/>
            </w:tcBorders>
          </w:tcPr>
          <w:p w14:paraId="1509965A" w14:textId="77777777" w:rsidR="00A11336" w:rsidRPr="00766740" w:rsidRDefault="00A11336" w:rsidP="004759D2">
            <w:pPr>
              <w:pStyle w:val="Chcklist"/>
            </w:pPr>
          </w:p>
        </w:tc>
        <w:tc>
          <w:tcPr>
            <w:tcW w:w="1177" w:type="pct"/>
            <w:vMerge/>
            <w:tcBorders>
              <w:left w:val="nil"/>
              <w:bottom w:val="single" w:sz="4" w:space="0" w:color="auto"/>
            </w:tcBorders>
          </w:tcPr>
          <w:p w14:paraId="2BD9C3E7" w14:textId="77777777" w:rsidR="00A11336" w:rsidRPr="00766740" w:rsidRDefault="00A11336" w:rsidP="004759D2">
            <w:pPr>
              <w:spacing w:after="0" w:line="240" w:lineRule="auto"/>
            </w:pPr>
          </w:p>
        </w:tc>
        <w:tc>
          <w:tcPr>
            <w:tcW w:w="2646" w:type="pct"/>
            <w:tcBorders>
              <w:top w:val="nil"/>
              <w:bottom w:val="single" w:sz="4" w:space="0" w:color="auto"/>
            </w:tcBorders>
          </w:tcPr>
          <w:tbl>
            <w:tblPr>
              <w:tblStyle w:val="TableGrid"/>
              <w:tblW w:w="7796" w:type="dxa"/>
              <w:tblInd w:w="17" w:type="dxa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6525"/>
            </w:tblGrid>
            <w:tr w:rsidR="00A11336" w:rsidRPr="008535E4" w14:paraId="33ECBDB7" w14:textId="77777777" w:rsidTr="004759D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</w:trPr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000000" w:themeFill="text1"/>
                </w:tcPr>
                <w:p w14:paraId="5C3D3A26" w14:textId="77777777" w:rsidR="00A11336" w:rsidRPr="008535E4" w:rsidRDefault="00A11336" w:rsidP="004759D2">
                  <w:pPr>
                    <w:spacing w:after="0" w:line="240" w:lineRule="auto"/>
                    <w:rPr>
                      <w:b w:val="0"/>
                      <w:sz w:val="16"/>
                    </w:rPr>
                  </w:pPr>
                  <w:r>
                    <w:rPr>
                      <w:sz w:val="16"/>
                    </w:rPr>
                    <w:t>Likelihood description</w:t>
                  </w:r>
                </w:p>
              </w:tc>
            </w:tr>
            <w:tr w:rsidR="00A11336" w:rsidRPr="008535E4" w14:paraId="638A4E9B" w14:textId="77777777" w:rsidTr="004759D2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1C36DD44" w14:textId="77777777" w:rsidR="00A11336" w:rsidRPr="008535E4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>Almost certain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7FD32DA0" w14:textId="77777777" w:rsidR="00A11336" w:rsidRPr="008535E4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Expected to occur in most circumstances.</w:t>
                  </w:r>
                </w:p>
              </w:tc>
            </w:tr>
            <w:tr w:rsidR="00A11336" w:rsidRPr="008535E4" w14:paraId="276EBF78" w14:textId="77777777" w:rsidTr="004759D2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4BF67756" w14:textId="77777777" w:rsidR="00A11336" w:rsidRPr="008535E4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>Likely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494CEEB7" w14:textId="77777777" w:rsidR="00A11336" w:rsidRPr="008535E4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Can be expected to occur several times in the life of the particular work practice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A11336" w:rsidRPr="008535E4" w14:paraId="389221B8" w14:textId="77777777" w:rsidTr="004759D2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5EB42207" w14:textId="77777777" w:rsidR="00A11336" w:rsidRPr="008535E4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Possible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3F8A52AA" w14:textId="77777777" w:rsidR="00A11336" w:rsidRPr="008535E4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Might occur occasionally in the life of the particular work practice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A11336" w:rsidRPr="008535E4" w14:paraId="5EA792BD" w14:textId="77777777" w:rsidTr="004759D2">
              <w:trPr>
                <w:trHeight w:val="20"/>
              </w:trPr>
              <w:tc>
                <w:tcPr>
                  <w:tcW w:w="1271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14:paraId="59246124" w14:textId="77777777" w:rsidR="00A11336" w:rsidRPr="001860B3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Unlikely</w:t>
                  </w:r>
                </w:p>
              </w:tc>
              <w:tc>
                <w:tcPr>
                  <w:tcW w:w="6525" w:type="dxa"/>
                  <w:tcBorders>
                    <w:bottom w:val="single" w:sz="4" w:space="0" w:color="auto"/>
                  </w:tcBorders>
                </w:tcPr>
                <w:p w14:paraId="63AF7EFD" w14:textId="77777777" w:rsidR="00A11336" w:rsidRPr="008535E4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Not likely to occur, but could happen at some time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A11336" w:rsidRPr="008535E4" w14:paraId="281684AF" w14:textId="77777777" w:rsidTr="004759D2">
              <w:trPr>
                <w:trHeight w:val="170"/>
              </w:trPr>
              <w:tc>
                <w:tcPr>
                  <w:tcW w:w="1271" w:type="dxa"/>
                  <w:shd w:val="clear" w:color="auto" w:fill="EAF1DD" w:themeFill="accent3" w:themeFillTint="33"/>
                </w:tcPr>
                <w:p w14:paraId="5DB54CE7" w14:textId="77777777" w:rsidR="00A11336" w:rsidRPr="001860B3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Rare</w:t>
                  </w:r>
                </w:p>
              </w:tc>
              <w:tc>
                <w:tcPr>
                  <w:tcW w:w="6525" w:type="dxa"/>
                </w:tcPr>
                <w:p w14:paraId="0F541782" w14:textId="77777777" w:rsidR="00A11336" w:rsidRPr="008535E4" w:rsidRDefault="00A11336" w:rsidP="004759D2">
                  <w:pPr>
                    <w:spacing w:after="0" w:line="240" w:lineRule="auto"/>
                    <w:ind w:left="709" w:hanging="709"/>
                    <w:rPr>
                      <w:sz w:val="16"/>
                    </w:rPr>
                  </w:pPr>
                  <w:r w:rsidRPr="001B02E6">
                    <w:rPr>
                      <w:sz w:val="16"/>
                    </w:rPr>
                    <w:t>May happen but only in exceptional circumstances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A11336" w:rsidRPr="008535E4" w14:paraId="580ED887" w14:textId="77777777" w:rsidTr="004759D2">
              <w:trPr>
                <w:trHeight w:val="20"/>
              </w:trPr>
              <w:tc>
                <w:tcPr>
                  <w:tcW w:w="7796" w:type="dxa"/>
                  <w:gridSpan w:val="2"/>
                  <w:shd w:val="clear" w:color="auto" w:fill="000000" w:themeFill="text1"/>
                </w:tcPr>
                <w:p w14:paraId="02ECF8BB" w14:textId="77777777" w:rsidR="00A11336" w:rsidRPr="00FB7F36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Consequence description</w:t>
                  </w:r>
                </w:p>
              </w:tc>
            </w:tr>
            <w:tr w:rsidR="00A11336" w:rsidRPr="008535E4" w14:paraId="64609635" w14:textId="77777777" w:rsidTr="004759D2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4C958E88" w14:textId="77777777" w:rsidR="00A11336" w:rsidRPr="00FB7F36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Severe</w:t>
                  </w:r>
                </w:p>
              </w:tc>
              <w:tc>
                <w:tcPr>
                  <w:tcW w:w="6525" w:type="dxa"/>
                </w:tcPr>
                <w:p w14:paraId="2089DFEF" w14:textId="77777777" w:rsidR="00A11336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Fatality and/or severe injury resulting in amputation or life support.</w:t>
                  </w:r>
                </w:p>
              </w:tc>
            </w:tr>
            <w:tr w:rsidR="00A11336" w:rsidRPr="008535E4" w14:paraId="668D6074" w14:textId="77777777" w:rsidTr="004759D2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686F6CE8" w14:textId="77777777" w:rsidR="00A11336" w:rsidRPr="00FB7F36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Major</w:t>
                  </w:r>
                </w:p>
              </w:tc>
              <w:tc>
                <w:tcPr>
                  <w:tcW w:w="6525" w:type="dxa"/>
                </w:tcPr>
                <w:p w14:paraId="15B1F193" w14:textId="77777777" w:rsidR="00A11336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Hospital admission, and / or long periods off work and/or permanent impairment.</w:t>
                  </w:r>
                </w:p>
              </w:tc>
            </w:tr>
            <w:tr w:rsidR="00A11336" w:rsidRPr="008535E4" w14:paraId="3B512D81" w14:textId="77777777" w:rsidTr="004759D2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58BA29FD" w14:textId="77777777" w:rsidR="00A11336" w:rsidRPr="00FB7F36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Medium</w:t>
                  </w:r>
                </w:p>
              </w:tc>
              <w:tc>
                <w:tcPr>
                  <w:tcW w:w="6525" w:type="dxa"/>
                </w:tcPr>
                <w:p w14:paraId="78E9C5AB" w14:textId="77777777" w:rsidR="00A11336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Injury/illness requiring minor medical treatment, short duration lost time</w:t>
                  </w:r>
                  <w:r>
                    <w:rPr>
                      <w:sz w:val="16"/>
                    </w:rPr>
                    <w:t>.</w:t>
                  </w:r>
                </w:p>
              </w:tc>
            </w:tr>
            <w:tr w:rsidR="00A11336" w:rsidRPr="008535E4" w14:paraId="50810FE1" w14:textId="77777777" w:rsidTr="004759D2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344B756C" w14:textId="77777777" w:rsidR="00A11336" w:rsidRPr="00FB7F36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Minor</w:t>
                  </w:r>
                </w:p>
              </w:tc>
              <w:tc>
                <w:tcPr>
                  <w:tcW w:w="6525" w:type="dxa"/>
                </w:tcPr>
                <w:p w14:paraId="4DE4759E" w14:textId="77777777" w:rsidR="00A11336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First Aid treatment only. No lost time.</w:t>
                  </w:r>
                </w:p>
              </w:tc>
            </w:tr>
            <w:tr w:rsidR="00A11336" w:rsidRPr="008535E4" w14:paraId="2DD1017A" w14:textId="77777777" w:rsidTr="004759D2">
              <w:trPr>
                <w:trHeight w:val="20"/>
              </w:trPr>
              <w:tc>
                <w:tcPr>
                  <w:tcW w:w="1271" w:type="dxa"/>
                  <w:shd w:val="clear" w:color="auto" w:fill="C6D9F1" w:themeFill="text2" w:themeFillTint="33"/>
                </w:tcPr>
                <w:p w14:paraId="024B10A5" w14:textId="77777777" w:rsidR="00A11336" w:rsidRPr="00FB7F36" w:rsidRDefault="00A11336" w:rsidP="004759D2">
                  <w:pPr>
                    <w:spacing w:after="0" w:line="240" w:lineRule="auto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Negligible</w:t>
                  </w:r>
                </w:p>
              </w:tc>
              <w:tc>
                <w:tcPr>
                  <w:tcW w:w="6525" w:type="dxa"/>
                </w:tcPr>
                <w:p w14:paraId="14CA3E9E" w14:textId="77777777" w:rsidR="00A11336" w:rsidRDefault="00A11336" w:rsidP="004759D2">
                  <w:pPr>
                    <w:spacing w:after="0" w:line="240" w:lineRule="auto"/>
                    <w:rPr>
                      <w:sz w:val="16"/>
                    </w:rPr>
                  </w:pPr>
                  <w:r w:rsidRPr="008A0FB9">
                    <w:rPr>
                      <w:sz w:val="16"/>
                    </w:rPr>
                    <w:t>Does not require first aid. Minor discomfort.</w:t>
                  </w:r>
                </w:p>
              </w:tc>
            </w:tr>
          </w:tbl>
          <w:p w14:paraId="46327A24" w14:textId="77777777" w:rsidR="00A11336" w:rsidRDefault="00A11336" w:rsidP="004759D2"/>
        </w:tc>
      </w:tr>
    </w:tbl>
    <w:p w14:paraId="0B84F265" w14:textId="77777777" w:rsidR="00A11336" w:rsidRPr="00D35BB1" w:rsidRDefault="00A11336" w:rsidP="00A11336">
      <w:pPr>
        <w:rPr>
          <w:b/>
        </w:rPr>
      </w:pPr>
      <w:r>
        <w:rPr>
          <w:b/>
        </w:rPr>
        <w:br w:type="page"/>
      </w:r>
      <w:r w:rsidRPr="00D35BB1">
        <w:rPr>
          <w:b/>
        </w:rPr>
        <w:lastRenderedPageBreak/>
        <w:t>Risk Assessment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3144"/>
        <w:gridCol w:w="3127"/>
        <w:gridCol w:w="990"/>
        <w:gridCol w:w="5915"/>
        <w:gridCol w:w="735"/>
      </w:tblGrid>
      <w:tr w:rsidR="00A11336" w:rsidRPr="00D35BB1" w14:paraId="22F51252" w14:textId="77777777" w:rsidTr="004759D2">
        <w:trPr>
          <w:trHeight w:hRule="exact" w:val="510"/>
          <w:tblHeader/>
        </w:trPr>
        <w:tc>
          <w:tcPr>
            <w:tcW w:w="1130" w:type="pct"/>
            <w:shd w:val="clear" w:color="auto" w:fill="4596CA"/>
          </w:tcPr>
          <w:p w14:paraId="0653C1D2" w14:textId="77777777" w:rsidR="00A11336" w:rsidRPr="004521FB" w:rsidRDefault="00A11336" w:rsidP="004759D2">
            <w:pPr>
              <w:pStyle w:val="RiskTableText"/>
              <w:rPr>
                <w:rFonts w:asciiTheme="minorHAnsi" w:hAnsiTheme="minorHAnsi"/>
                <w:color w:val="7030A0"/>
              </w:rPr>
            </w:pPr>
            <w:r>
              <w:rPr>
                <w:rFonts w:asciiTheme="minorHAnsi" w:hAnsiTheme="minorHAnsi"/>
                <w:color w:val="7030A0"/>
                <w:sz w:val="20"/>
              </w:rPr>
              <w:t xml:space="preserve">Job Step </w:t>
            </w:r>
          </w:p>
        </w:tc>
        <w:tc>
          <w:tcPr>
            <w:tcW w:w="1124" w:type="pct"/>
            <w:shd w:val="clear" w:color="auto" w:fill="4596CA"/>
          </w:tcPr>
          <w:p w14:paraId="563F4072" w14:textId="77777777" w:rsidR="00A11336" w:rsidRPr="004521FB" w:rsidRDefault="00A11336" w:rsidP="004759D2">
            <w:pPr>
              <w:pStyle w:val="RiskTableText"/>
              <w:rPr>
                <w:rFonts w:asciiTheme="minorHAnsi" w:hAnsiTheme="minorHAnsi"/>
                <w:color w:val="7030A0"/>
              </w:rPr>
            </w:pPr>
            <w:r w:rsidRPr="004521FB">
              <w:rPr>
                <w:rFonts w:asciiTheme="minorHAnsi" w:hAnsiTheme="minorHAnsi"/>
                <w:color w:val="7030A0"/>
                <w:sz w:val="20"/>
              </w:rPr>
              <w:t>Hazards</w:t>
            </w:r>
          </w:p>
        </w:tc>
        <w:tc>
          <w:tcPr>
            <w:tcW w:w="356" w:type="pct"/>
            <w:shd w:val="clear" w:color="auto" w:fill="4596CA"/>
          </w:tcPr>
          <w:p w14:paraId="5398473B" w14:textId="77777777" w:rsidR="00A11336" w:rsidRPr="004521FB" w:rsidRDefault="00A11336" w:rsidP="004759D2">
            <w:pPr>
              <w:pStyle w:val="RiskTableText"/>
              <w:jc w:val="center"/>
              <w:rPr>
                <w:rFonts w:asciiTheme="minorHAnsi" w:hAnsiTheme="minorHAnsi"/>
                <w:color w:val="7030A0"/>
                <w:sz w:val="20"/>
                <w:szCs w:val="20"/>
              </w:rPr>
            </w:pPr>
            <w:r w:rsidRPr="004521FB">
              <w:rPr>
                <w:rFonts w:asciiTheme="minorHAnsi" w:hAnsiTheme="minorHAnsi"/>
                <w:color w:val="7030A0"/>
                <w:sz w:val="20"/>
                <w:szCs w:val="20"/>
              </w:rPr>
              <w:t>Risk Score</w:t>
            </w:r>
          </w:p>
          <w:p w14:paraId="13F178E7" w14:textId="77777777" w:rsidR="00A11336" w:rsidRPr="004521FB" w:rsidRDefault="00A11336" w:rsidP="004759D2">
            <w:pPr>
              <w:pStyle w:val="RiskTableText"/>
              <w:jc w:val="center"/>
              <w:rPr>
                <w:rFonts w:asciiTheme="minorHAnsi" w:hAnsiTheme="minorHAnsi"/>
                <w:color w:val="7030A0"/>
                <w:sz w:val="20"/>
                <w:szCs w:val="20"/>
              </w:rPr>
            </w:pPr>
          </w:p>
        </w:tc>
        <w:tc>
          <w:tcPr>
            <w:tcW w:w="2126" w:type="pct"/>
            <w:shd w:val="clear" w:color="auto" w:fill="4596CA"/>
          </w:tcPr>
          <w:p w14:paraId="31B800EC" w14:textId="77777777" w:rsidR="00A11336" w:rsidRPr="004521FB" w:rsidRDefault="00A11336" w:rsidP="004759D2">
            <w:pPr>
              <w:pStyle w:val="RiskTableText"/>
              <w:rPr>
                <w:rFonts w:asciiTheme="minorHAnsi" w:hAnsiTheme="minorHAnsi"/>
                <w:color w:val="7030A0"/>
              </w:rPr>
            </w:pPr>
            <w:r w:rsidRPr="004521FB">
              <w:rPr>
                <w:rFonts w:asciiTheme="minorHAnsi" w:hAnsiTheme="minorHAnsi"/>
                <w:color w:val="7030A0"/>
                <w:sz w:val="20"/>
              </w:rPr>
              <w:t>Controls</w:t>
            </w:r>
          </w:p>
          <w:p w14:paraId="7B0830C0" w14:textId="77777777" w:rsidR="00A11336" w:rsidRPr="004521FB" w:rsidRDefault="00A11336" w:rsidP="004759D2">
            <w:pPr>
              <w:pStyle w:val="RMPusertxt"/>
              <w:rPr>
                <w:rFonts w:asciiTheme="minorHAnsi" w:hAnsiTheme="minorHAnsi"/>
                <w:i/>
                <w:color w:val="7030A0"/>
              </w:rPr>
            </w:pPr>
          </w:p>
        </w:tc>
        <w:tc>
          <w:tcPr>
            <w:tcW w:w="264" w:type="pct"/>
            <w:shd w:val="clear" w:color="auto" w:fill="4596CA"/>
          </w:tcPr>
          <w:p w14:paraId="04433FD9" w14:textId="77777777" w:rsidR="00A11336" w:rsidRPr="004521FB" w:rsidRDefault="00A11336" w:rsidP="004759D2">
            <w:pPr>
              <w:pStyle w:val="RiskTableText"/>
              <w:jc w:val="center"/>
              <w:rPr>
                <w:rFonts w:asciiTheme="minorHAnsi" w:hAnsiTheme="minorHAnsi"/>
                <w:color w:val="7030A0"/>
                <w:sz w:val="20"/>
                <w:szCs w:val="20"/>
              </w:rPr>
            </w:pPr>
            <w:r w:rsidRPr="004521FB">
              <w:rPr>
                <w:rFonts w:asciiTheme="minorHAnsi" w:hAnsiTheme="minorHAnsi"/>
                <w:color w:val="7030A0"/>
                <w:sz w:val="20"/>
                <w:szCs w:val="20"/>
              </w:rPr>
              <w:t>New Score</w:t>
            </w:r>
          </w:p>
        </w:tc>
      </w:tr>
      <w:tr w:rsidR="00A11336" w:rsidRPr="00D35BB1" w14:paraId="44428BF6" w14:textId="77777777" w:rsidTr="004759D2">
        <w:trPr>
          <w:trHeight w:val="1361"/>
        </w:trPr>
        <w:tc>
          <w:tcPr>
            <w:tcW w:w="1130" w:type="pct"/>
          </w:tcPr>
          <w:p w14:paraId="2ECC86E4" w14:textId="77777777" w:rsidR="00A11336" w:rsidRPr="00392787" w:rsidRDefault="00A11336" w:rsidP="004759D2">
            <w:pPr>
              <w:spacing w:after="0" w:line="240" w:lineRule="auto"/>
              <w:rPr>
                <w:rFonts w:ascii="Calibri" w:eastAsia="Times New Roman" w:hAnsi="Calibri" w:cs="Arial"/>
                <w:sz w:val="16"/>
              </w:rPr>
            </w:pPr>
            <w:r>
              <w:t>Lift object from source location and place on a 2 wheel trolley</w:t>
            </w:r>
          </w:p>
          <w:p w14:paraId="775FAE05" w14:textId="77777777" w:rsidR="00A11336" w:rsidRPr="00D35BB1" w:rsidRDefault="00A11336" w:rsidP="004759D2">
            <w:pPr>
              <w:pStyle w:val="RMPusertxt"/>
              <w:rPr>
                <w:rFonts w:asciiTheme="minorHAnsi" w:hAnsiTheme="minorHAnsi"/>
              </w:rPr>
            </w:pPr>
          </w:p>
        </w:tc>
        <w:tc>
          <w:tcPr>
            <w:tcW w:w="1124" w:type="pct"/>
          </w:tcPr>
          <w:p w14:paraId="2CA3E3D0" w14:textId="77777777" w:rsidR="00A11336" w:rsidRDefault="00A11336" w:rsidP="00A11336">
            <w:pPr>
              <w:pStyle w:val="RiskTableText"/>
              <w:numPr>
                <w:ilvl w:val="0"/>
                <w:numId w:val="20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Manual Handling</w:t>
            </w:r>
            <w:r>
              <w:rPr>
                <w:smallCaps w:val="0"/>
                <w:color w:val="FF0000"/>
                <w:sz w:val="20"/>
                <w:szCs w:val="16"/>
              </w:rPr>
              <w:t xml:space="preserve"> </w:t>
            </w:r>
          </w:p>
          <w:p w14:paraId="26676EEB" w14:textId="77777777" w:rsidR="00A11336" w:rsidRDefault="00A11336" w:rsidP="00A11336">
            <w:pPr>
              <w:pStyle w:val="RiskTableText"/>
              <w:numPr>
                <w:ilvl w:val="0"/>
                <w:numId w:val="20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>
              <w:rPr>
                <w:smallCaps w:val="0"/>
                <w:color w:val="FF0000"/>
                <w:sz w:val="20"/>
                <w:szCs w:val="16"/>
              </w:rPr>
              <w:t>Pinch Points</w:t>
            </w:r>
          </w:p>
          <w:p w14:paraId="6916E45E" w14:textId="77777777" w:rsidR="00A11336" w:rsidRPr="005D2DA9" w:rsidRDefault="00A11336" w:rsidP="00A11336">
            <w:pPr>
              <w:pStyle w:val="RiskTableText"/>
              <w:numPr>
                <w:ilvl w:val="0"/>
                <w:numId w:val="20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>
              <w:rPr>
                <w:smallCaps w:val="0"/>
                <w:color w:val="FF0000"/>
                <w:sz w:val="20"/>
                <w:szCs w:val="16"/>
              </w:rPr>
              <w:t>Use of Workshop Safety equipment to transport load</w:t>
            </w:r>
          </w:p>
          <w:p w14:paraId="2E43D06D" w14:textId="77777777" w:rsidR="00A11336" w:rsidRPr="00D35BB1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ind w:left="360"/>
              <w:rPr>
                <w:rFonts w:asciiTheme="minorHAnsi" w:hAnsiTheme="minorHAnsi"/>
              </w:rPr>
            </w:pPr>
          </w:p>
        </w:tc>
        <w:tc>
          <w:tcPr>
            <w:tcW w:w="356" w:type="pct"/>
          </w:tcPr>
          <w:p w14:paraId="7A9FBD1C" w14:textId="77777777" w:rsidR="00A11336" w:rsidRPr="00937611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937611">
              <w:rPr>
                <w:smallCaps w:val="0"/>
                <w:color w:val="FF0000"/>
                <w:sz w:val="20"/>
                <w:szCs w:val="16"/>
              </w:rPr>
              <w:t>23 critical</w:t>
            </w:r>
          </w:p>
          <w:p w14:paraId="5D26E15E" w14:textId="77777777" w:rsidR="00A11336" w:rsidRDefault="00A11336" w:rsidP="004759D2">
            <w:pPr>
              <w:spacing w:after="0" w:line="240" w:lineRule="auto"/>
              <w:rPr>
                <w:i/>
                <w:color w:val="808080" w:themeColor="background1" w:themeShade="80"/>
              </w:rPr>
            </w:pPr>
          </w:p>
          <w:p w14:paraId="37A0B947" w14:textId="77777777" w:rsidR="00A11336" w:rsidRDefault="00A11336" w:rsidP="004759D2">
            <w:pPr>
              <w:spacing w:after="0" w:line="240" w:lineRule="auto"/>
              <w:rPr>
                <w:i/>
                <w:color w:val="808080" w:themeColor="background1" w:themeShade="80"/>
              </w:rPr>
            </w:pPr>
          </w:p>
          <w:p w14:paraId="2BF0A260" w14:textId="77777777" w:rsidR="00A11336" w:rsidRDefault="00A11336" w:rsidP="004759D2">
            <w:pPr>
              <w:spacing w:after="0" w:line="240" w:lineRule="auto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 xml:space="preserve">         </w:t>
            </w:r>
          </w:p>
          <w:p w14:paraId="4991FE96" w14:textId="77777777" w:rsidR="00A11336" w:rsidRDefault="00A11336" w:rsidP="004759D2">
            <w:pPr>
              <w:spacing w:after="0" w:line="240" w:lineRule="auto"/>
              <w:rPr>
                <w:i/>
                <w:color w:val="808080" w:themeColor="background1" w:themeShade="80"/>
              </w:rPr>
            </w:pPr>
          </w:p>
          <w:p w14:paraId="00E0A5CD" w14:textId="77777777" w:rsidR="00A11336" w:rsidRDefault="00A11336" w:rsidP="004759D2">
            <w:pPr>
              <w:spacing w:after="0" w:line="240" w:lineRule="auto"/>
              <w:rPr>
                <w:i/>
                <w:color w:val="808080" w:themeColor="background1" w:themeShade="80"/>
              </w:rPr>
            </w:pPr>
          </w:p>
          <w:p w14:paraId="45454CC4" w14:textId="77777777" w:rsidR="00A11336" w:rsidRPr="00D35BB1" w:rsidRDefault="00A11336" w:rsidP="004759D2">
            <w:pPr>
              <w:pStyle w:val="RMPusertxt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</w:rPr>
              <w:t xml:space="preserve">                  </w:t>
            </w:r>
            <w:r>
              <w:rPr>
                <w:rFonts w:ascii="Calibri" w:eastAsia="Times New Roman" w:hAnsi="Calibri"/>
                <w:sz w:val="20"/>
              </w:rPr>
              <w:t xml:space="preserve">        </w:t>
            </w:r>
          </w:p>
        </w:tc>
        <w:tc>
          <w:tcPr>
            <w:tcW w:w="2126" w:type="pct"/>
          </w:tcPr>
          <w:p w14:paraId="0E9EC3E3" w14:textId="77777777" w:rsidR="00A11336" w:rsidRPr="00D1532C" w:rsidRDefault="00A11336" w:rsidP="00A11336">
            <w:pPr>
              <w:pStyle w:val="RiskTableText"/>
              <w:numPr>
                <w:ilvl w:val="0"/>
                <w:numId w:val="24"/>
              </w:numPr>
              <w:tabs>
                <w:tab w:val="left" w:leader="underscore" w:pos="4467"/>
              </w:tabs>
              <w:spacing w:after="120"/>
              <w:rPr>
                <w:rFonts w:asciiTheme="minorHAnsi" w:hAnsiTheme="minorHAnsi"/>
                <w:color w:val="FF0000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>Attend workplace inspection under the supervision of the Assessor or Teacher</w:t>
            </w:r>
          </w:p>
          <w:p w14:paraId="7BCDA1BF" w14:textId="77777777" w:rsidR="00A11336" w:rsidRPr="00D1532C" w:rsidRDefault="00A11336" w:rsidP="00A11336">
            <w:pPr>
              <w:pStyle w:val="RiskTableText"/>
              <w:numPr>
                <w:ilvl w:val="0"/>
                <w:numId w:val="24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>Complete JSEA before commencing manual handling task</w:t>
            </w:r>
          </w:p>
          <w:p w14:paraId="1AC304C4" w14:textId="77777777" w:rsidR="00A11336" w:rsidRPr="00D1532C" w:rsidRDefault="00A11336" w:rsidP="00A11336">
            <w:pPr>
              <w:pStyle w:val="RiskTableText"/>
              <w:numPr>
                <w:ilvl w:val="0"/>
                <w:numId w:val="24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>Plan the lift</w:t>
            </w:r>
          </w:p>
          <w:p w14:paraId="469A87BA" w14:textId="77777777" w:rsidR="00A11336" w:rsidRPr="00D35BB1" w:rsidRDefault="00A11336" w:rsidP="00A11336">
            <w:pPr>
              <w:pStyle w:val="RiskTableText"/>
              <w:numPr>
                <w:ilvl w:val="0"/>
                <w:numId w:val="24"/>
              </w:numPr>
              <w:tabs>
                <w:tab w:val="left" w:leader="underscore" w:pos="4467"/>
              </w:tabs>
              <w:spacing w:after="120"/>
              <w:rPr>
                <w:rFonts w:asciiTheme="minorHAnsi" w:hAnsiTheme="minorHAnsi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>Follow correct manual handling practices are followed</w:t>
            </w:r>
          </w:p>
        </w:tc>
        <w:tc>
          <w:tcPr>
            <w:tcW w:w="264" w:type="pct"/>
          </w:tcPr>
          <w:p w14:paraId="3155D113" w14:textId="77777777" w:rsidR="00A11336" w:rsidRPr="00D35BB1" w:rsidRDefault="00A11336" w:rsidP="004759D2">
            <w:pPr>
              <w:pStyle w:val="RMPusertxt"/>
              <w:rPr>
                <w:rFonts w:asciiTheme="minorHAnsi" w:hAnsiTheme="minorHAnsi"/>
                <w:sz w:val="20"/>
                <w:szCs w:val="20"/>
              </w:rPr>
            </w:pPr>
            <w:r w:rsidRPr="00937611">
              <w:rPr>
                <w:i/>
                <w:color w:val="FF0000"/>
              </w:rPr>
              <w:t>5 low</w:t>
            </w:r>
          </w:p>
        </w:tc>
      </w:tr>
      <w:tr w:rsidR="00A11336" w:rsidRPr="00D35BB1" w14:paraId="2E6BEA01" w14:textId="77777777" w:rsidTr="004759D2">
        <w:trPr>
          <w:trHeight w:val="1361"/>
        </w:trPr>
        <w:tc>
          <w:tcPr>
            <w:tcW w:w="1130" w:type="pct"/>
          </w:tcPr>
          <w:p w14:paraId="48002FD6" w14:textId="77777777" w:rsidR="00A11336" w:rsidRDefault="00A11336" w:rsidP="004759D2">
            <w:pPr>
              <w:spacing w:after="0" w:line="240" w:lineRule="auto"/>
            </w:pPr>
            <w:r>
              <w:t>Transport item over designated route to destination location</w:t>
            </w:r>
          </w:p>
        </w:tc>
        <w:tc>
          <w:tcPr>
            <w:tcW w:w="1124" w:type="pct"/>
          </w:tcPr>
          <w:p w14:paraId="4A380BEB" w14:textId="77777777" w:rsidR="00A11336" w:rsidRPr="005D2DA9" w:rsidRDefault="00A11336" w:rsidP="00A11336">
            <w:pPr>
              <w:pStyle w:val="RiskTableText"/>
              <w:numPr>
                <w:ilvl w:val="0"/>
                <w:numId w:val="21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Slip Trip Hazard</w:t>
            </w:r>
            <w:r>
              <w:rPr>
                <w:smallCaps w:val="0"/>
                <w:color w:val="FF0000"/>
                <w:sz w:val="20"/>
                <w:szCs w:val="16"/>
              </w:rPr>
              <w:t>s</w:t>
            </w:r>
          </w:p>
          <w:p w14:paraId="632E14C7" w14:textId="77777777" w:rsidR="00A11336" w:rsidRPr="005D2DA9" w:rsidRDefault="00A11336" w:rsidP="00A11336">
            <w:pPr>
              <w:pStyle w:val="RiskTableText"/>
              <w:numPr>
                <w:ilvl w:val="0"/>
                <w:numId w:val="21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Airborne Shavings, Sparks</w:t>
            </w:r>
          </w:p>
          <w:p w14:paraId="79E01166" w14:textId="77777777" w:rsidR="00A11336" w:rsidRPr="005D2DA9" w:rsidRDefault="00A11336" w:rsidP="00A11336">
            <w:pPr>
              <w:pStyle w:val="RiskTableText"/>
              <w:numPr>
                <w:ilvl w:val="0"/>
                <w:numId w:val="21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 xml:space="preserve">Noise </w:t>
            </w:r>
          </w:p>
          <w:p w14:paraId="2408609B" w14:textId="77777777" w:rsidR="00A11336" w:rsidRDefault="00A11336" w:rsidP="00A11336">
            <w:pPr>
              <w:pStyle w:val="RiskTableText"/>
              <w:numPr>
                <w:ilvl w:val="0"/>
                <w:numId w:val="21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Operating Machinery</w:t>
            </w:r>
          </w:p>
          <w:p w14:paraId="706ED92C" w14:textId="77777777" w:rsidR="00A11336" w:rsidRPr="004521FB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</w:p>
        </w:tc>
        <w:tc>
          <w:tcPr>
            <w:tcW w:w="356" w:type="pct"/>
          </w:tcPr>
          <w:p w14:paraId="678E5608" w14:textId="77777777" w:rsidR="00A11336" w:rsidRPr="00937611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937611">
              <w:rPr>
                <w:smallCaps w:val="0"/>
                <w:color w:val="FF0000"/>
                <w:sz w:val="20"/>
                <w:szCs w:val="16"/>
              </w:rPr>
              <w:t>23 critical</w:t>
            </w:r>
          </w:p>
          <w:p w14:paraId="5A876438" w14:textId="77777777" w:rsidR="00A11336" w:rsidRPr="00937611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</w:p>
        </w:tc>
        <w:tc>
          <w:tcPr>
            <w:tcW w:w="2126" w:type="pct"/>
          </w:tcPr>
          <w:p w14:paraId="171CA717" w14:textId="77777777" w:rsidR="00A11336" w:rsidRDefault="00A11336" w:rsidP="00A11336">
            <w:pPr>
              <w:pStyle w:val="Chcklist"/>
              <w:numPr>
                <w:ilvl w:val="0"/>
                <w:numId w:val="23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 xml:space="preserve">Check transport route  for trip hazards clean and maintain as required </w:t>
            </w:r>
          </w:p>
          <w:p w14:paraId="4142E2AA" w14:textId="77777777" w:rsidR="00A11336" w:rsidRDefault="00A11336" w:rsidP="00A11336">
            <w:pPr>
              <w:pStyle w:val="Chcklist"/>
              <w:numPr>
                <w:ilvl w:val="0"/>
                <w:numId w:val="23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Barricade Area where designated walkways are impinged</w:t>
            </w:r>
          </w:p>
          <w:p w14:paraId="3DFE6E46" w14:textId="77777777" w:rsidR="00A11336" w:rsidRDefault="00A11336" w:rsidP="00A11336">
            <w:pPr>
              <w:pStyle w:val="Chcklist"/>
              <w:numPr>
                <w:ilvl w:val="0"/>
                <w:numId w:val="23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>Wear correct PPE for workshop condtions</w:t>
            </w:r>
          </w:p>
          <w:p w14:paraId="64D93717" w14:textId="77777777" w:rsidR="00A11336" w:rsidRDefault="00A11336" w:rsidP="00A11336">
            <w:pPr>
              <w:pStyle w:val="Chcklist"/>
              <w:numPr>
                <w:ilvl w:val="0"/>
                <w:numId w:val="23"/>
              </w:numPr>
              <w:tabs>
                <w:tab w:val="left" w:leader="underscore" w:pos="4521"/>
              </w:tabs>
              <w:spacing w:after="120"/>
              <w:rPr>
                <w:rFonts w:asciiTheme="majorHAnsi" w:hAnsiTheme="majorHAnsi" w:cstheme="majorBidi"/>
                <w:color w:val="FF0000"/>
                <w:sz w:val="20"/>
                <w:szCs w:val="16"/>
              </w:rPr>
            </w:pPr>
            <w:r>
              <w:rPr>
                <w:rFonts w:asciiTheme="majorHAnsi" w:hAnsiTheme="majorHAnsi" w:cstheme="majorBidi"/>
                <w:color w:val="FF0000"/>
                <w:sz w:val="20"/>
                <w:szCs w:val="16"/>
              </w:rPr>
              <w:t xml:space="preserve">Stay clear of operating machinery </w:t>
            </w:r>
          </w:p>
          <w:p w14:paraId="7C234804" w14:textId="77777777" w:rsidR="00A11336" w:rsidRPr="004521FB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</w:p>
        </w:tc>
        <w:tc>
          <w:tcPr>
            <w:tcW w:w="264" w:type="pct"/>
          </w:tcPr>
          <w:p w14:paraId="708EB969" w14:textId="77777777" w:rsidR="00A11336" w:rsidRPr="00937611" w:rsidRDefault="00A11336" w:rsidP="004759D2">
            <w:pPr>
              <w:pStyle w:val="RMPusertxt"/>
              <w:rPr>
                <w:i/>
                <w:color w:val="FF0000"/>
              </w:rPr>
            </w:pPr>
            <w:r w:rsidRPr="00937611">
              <w:rPr>
                <w:i/>
                <w:color w:val="FF0000"/>
              </w:rPr>
              <w:t>5 low</w:t>
            </w:r>
          </w:p>
        </w:tc>
      </w:tr>
      <w:tr w:rsidR="00A11336" w:rsidRPr="00D35BB1" w14:paraId="1A096494" w14:textId="77777777" w:rsidTr="004759D2">
        <w:trPr>
          <w:trHeight w:val="1361"/>
        </w:trPr>
        <w:tc>
          <w:tcPr>
            <w:tcW w:w="1130" w:type="pct"/>
          </w:tcPr>
          <w:p w14:paraId="7CFD01C0" w14:textId="77777777" w:rsidR="00A11336" w:rsidRDefault="00A11336" w:rsidP="004759D2">
            <w:pPr>
              <w:spacing w:after="0" w:line="240" w:lineRule="auto"/>
            </w:pPr>
            <w:r>
              <w:t xml:space="preserve">Lift item from trolley and place on shelf at destination location </w:t>
            </w:r>
          </w:p>
        </w:tc>
        <w:tc>
          <w:tcPr>
            <w:tcW w:w="1124" w:type="pct"/>
          </w:tcPr>
          <w:p w14:paraId="11391757" w14:textId="77777777" w:rsidR="00A11336" w:rsidRDefault="00A11336" w:rsidP="00A11336">
            <w:pPr>
              <w:pStyle w:val="RiskTableText"/>
              <w:numPr>
                <w:ilvl w:val="0"/>
                <w:numId w:val="22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5D2DA9">
              <w:rPr>
                <w:smallCaps w:val="0"/>
                <w:color w:val="FF0000"/>
                <w:sz w:val="20"/>
                <w:szCs w:val="16"/>
              </w:rPr>
              <w:t>Manual Handling</w:t>
            </w:r>
            <w:r>
              <w:rPr>
                <w:smallCaps w:val="0"/>
                <w:color w:val="FF0000"/>
                <w:sz w:val="20"/>
                <w:szCs w:val="16"/>
              </w:rPr>
              <w:t xml:space="preserve"> </w:t>
            </w:r>
          </w:p>
          <w:p w14:paraId="5641305B" w14:textId="77777777" w:rsidR="00A11336" w:rsidRPr="005D2DA9" w:rsidRDefault="00A11336" w:rsidP="00A11336">
            <w:pPr>
              <w:pStyle w:val="RiskTableText"/>
              <w:numPr>
                <w:ilvl w:val="0"/>
                <w:numId w:val="22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>
              <w:rPr>
                <w:smallCaps w:val="0"/>
                <w:color w:val="FF0000"/>
                <w:sz w:val="20"/>
                <w:szCs w:val="16"/>
              </w:rPr>
              <w:t>Pinch Points</w:t>
            </w:r>
          </w:p>
          <w:p w14:paraId="1DE90567" w14:textId="77777777" w:rsidR="00A11336" w:rsidRPr="004521FB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</w:p>
        </w:tc>
        <w:tc>
          <w:tcPr>
            <w:tcW w:w="356" w:type="pct"/>
          </w:tcPr>
          <w:p w14:paraId="0F80FAF1" w14:textId="77777777" w:rsidR="00A11336" w:rsidRPr="00937611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937611">
              <w:rPr>
                <w:smallCaps w:val="0"/>
                <w:color w:val="FF0000"/>
                <w:sz w:val="20"/>
                <w:szCs w:val="16"/>
              </w:rPr>
              <w:t>23 critical</w:t>
            </w:r>
          </w:p>
          <w:p w14:paraId="62279DB4" w14:textId="77777777" w:rsidR="00A11336" w:rsidRPr="00937611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</w:p>
        </w:tc>
        <w:tc>
          <w:tcPr>
            <w:tcW w:w="2126" w:type="pct"/>
          </w:tcPr>
          <w:p w14:paraId="24D9FE66" w14:textId="77777777" w:rsidR="00A11336" w:rsidRPr="00D1532C" w:rsidRDefault="00A11336" w:rsidP="00A11336">
            <w:pPr>
              <w:pStyle w:val="RiskTableText"/>
              <w:numPr>
                <w:ilvl w:val="0"/>
                <w:numId w:val="25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>Complete JSEA before commencing manual handling task</w:t>
            </w:r>
          </w:p>
          <w:p w14:paraId="5A015A22" w14:textId="77777777" w:rsidR="00A11336" w:rsidRPr="00D1532C" w:rsidRDefault="00A11336" w:rsidP="00A11336">
            <w:pPr>
              <w:pStyle w:val="RiskTableText"/>
              <w:numPr>
                <w:ilvl w:val="0"/>
                <w:numId w:val="25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 xml:space="preserve">Plan lift </w:t>
            </w:r>
          </w:p>
          <w:p w14:paraId="00EBA458" w14:textId="77777777" w:rsidR="00A11336" w:rsidRPr="00D1532C" w:rsidRDefault="00A11336" w:rsidP="00A11336">
            <w:pPr>
              <w:pStyle w:val="RiskTableText"/>
              <w:numPr>
                <w:ilvl w:val="0"/>
                <w:numId w:val="25"/>
              </w:numPr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  <w:r w:rsidRPr="00D1532C">
              <w:rPr>
                <w:smallCaps w:val="0"/>
                <w:color w:val="FF0000"/>
                <w:sz w:val="20"/>
                <w:szCs w:val="16"/>
              </w:rPr>
              <w:t xml:space="preserve">Follow correct manual handling procedures </w:t>
            </w:r>
          </w:p>
          <w:p w14:paraId="6B0C7D36" w14:textId="77777777" w:rsidR="00A11336" w:rsidRPr="004521FB" w:rsidRDefault="00A11336" w:rsidP="004759D2">
            <w:pPr>
              <w:pStyle w:val="RiskTableText"/>
              <w:tabs>
                <w:tab w:val="left" w:leader="underscore" w:pos="4467"/>
              </w:tabs>
              <w:spacing w:after="120"/>
              <w:rPr>
                <w:smallCaps w:val="0"/>
                <w:color w:val="FF0000"/>
                <w:sz w:val="20"/>
                <w:szCs w:val="16"/>
              </w:rPr>
            </w:pPr>
          </w:p>
        </w:tc>
        <w:tc>
          <w:tcPr>
            <w:tcW w:w="264" w:type="pct"/>
          </w:tcPr>
          <w:p w14:paraId="592C7821" w14:textId="77777777" w:rsidR="00A11336" w:rsidRDefault="00A11336" w:rsidP="004759D2">
            <w:pPr>
              <w:pStyle w:val="RMPusertxt"/>
              <w:rPr>
                <w:i/>
                <w:color w:val="FF0000"/>
              </w:rPr>
            </w:pPr>
            <w:r w:rsidRPr="00937611">
              <w:rPr>
                <w:i/>
                <w:color w:val="FF0000"/>
              </w:rPr>
              <w:t>5 low</w:t>
            </w:r>
          </w:p>
        </w:tc>
      </w:tr>
    </w:tbl>
    <w:p w14:paraId="75644C64" w14:textId="77777777" w:rsidR="00A11336" w:rsidRDefault="00A11336" w:rsidP="00A11336">
      <w:pPr>
        <w:rPr>
          <w:rFonts w:cs="Arial"/>
          <w:b/>
          <w:smallCaps/>
        </w:rPr>
      </w:pPr>
    </w:p>
    <w:p w14:paraId="23D3953C" w14:textId="77777777" w:rsidR="00A11336" w:rsidRDefault="00A11336" w:rsidP="00A11336">
      <w:pPr>
        <w:rPr>
          <w:rFonts w:cs="Arial"/>
          <w:b/>
          <w:smallCaps/>
        </w:rPr>
      </w:pPr>
    </w:p>
    <w:p w14:paraId="0710F0D9" w14:textId="77777777" w:rsidR="00A11336" w:rsidRPr="00D35BB1" w:rsidRDefault="00A11336" w:rsidP="00A11336">
      <w:pPr>
        <w:rPr>
          <w:rFonts w:cs="Arial"/>
          <w:b/>
          <w:smallCaps/>
        </w:rPr>
      </w:pPr>
    </w:p>
    <w:p w14:paraId="2FF46456" w14:textId="77777777" w:rsidR="00A11336" w:rsidRPr="00D35BB1" w:rsidRDefault="00A11336" w:rsidP="00A11336">
      <w:pPr>
        <w:rPr>
          <w:rFonts w:cs="Arial"/>
          <w:b/>
          <w:smallCaps/>
        </w:rPr>
      </w:pPr>
      <w:r w:rsidRPr="00D35BB1">
        <w:rPr>
          <w:rFonts w:cs="Arial"/>
          <w:b/>
          <w:smallCaps/>
        </w:rPr>
        <w:br w:type="page"/>
      </w:r>
      <w:r w:rsidRPr="00D35BB1">
        <w:rPr>
          <w:rFonts w:cs="Arial"/>
          <w:b/>
          <w:smallCaps/>
        </w:rPr>
        <w:lastRenderedPageBreak/>
        <w:t xml:space="preserve">Acknowledgement by Teachers / Other Staff </w:t>
      </w:r>
    </w:p>
    <w:p w14:paraId="4DBA173A" w14:textId="77777777" w:rsidR="00A11336" w:rsidRPr="00D35BB1" w:rsidRDefault="00A11336" w:rsidP="00A11336">
      <w:pPr>
        <w:rPr>
          <w:rFonts w:cs="Arial"/>
          <w:sz w:val="20"/>
        </w:rPr>
      </w:pPr>
      <w:r w:rsidRPr="00D35BB1">
        <w:rPr>
          <w:rFonts w:cs="Arial"/>
          <w:sz w:val="20"/>
        </w:rPr>
        <w:t>I have read and understood and/or been instruc</w:t>
      </w:r>
      <w:r>
        <w:rPr>
          <w:rFonts w:cs="Arial"/>
          <w:sz w:val="20"/>
        </w:rPr>
        <w:t>ted in this risk management assessment</w:t>
      </w:r>
      <w:r w:rsidRPr="00D35BB1">
        <w:rPr>
          <w:rFonts w:cs="Arial"/>
          <w:sz w:val="20"/>
        </w:rPr>
        <w:t xml:space="preserve"> and will implement all the requirements.</w:t>
      </w:r>
    </w:p>
    <w:tbl>
      <w:tblPr>
        <w:tblStyle w:val="TableGrid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94"/>
        <w:gridCol w:w="3894"/>
        <w:gridCol w:w="3893"/>
        <w:gridCol w:w="2311"/>
      </w:tblGrid>
      <w:tr w:rsidR="00A11336" w:rsidRPr="00D35BB1" w14:paraId="077709AB" w14:textId="77777777" w:rsidTr="0047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91" w:type="pct"/>
            <w:shd w:val="clear" w:color="auto" w:fill="4596CA"/>
          </w:tcPr>
          <w:p w14:paraId="7719D9B1" w14:textId="77777777" w:rsidR="00A11336" w:rsidRPr="003C5169" w:rsidRDefault="00A11336" w:rsidP="004759D2">
            <w:pPr>
              <w:pStyle w:val="RiskTableText"/>
              <w:rPr>
                <w:rFonts w:asciiTheme="minorHAnsi" w:hAnsiTheme="minorHAnsi"/>
                <w:b w:val="0"/>
                <w:color w:val="FFFFFF" w:themeColor="background1"/>
              </w:rPr>
            </w:pPr>
            <w:r w:rsidRPr="003C5169">
              <w:rPr>
                <w:rFonts w:asciiTheme="minorHAnsi" w:hAnsiTheme="minorHAnsi"/>
                <w:color w:val="FFFFFF" w:themeColor="background1"/>
              </w:rPr>
              <w:t>Name</w:t>
            </w:r>
          </w:p>
        </w:tc>
        <w:tc>
          <w:tcPr>
            <w:tcW w:w="1391" w:type="pct"/>
            <w:shd w:val="clear" w:color="auto" w:fill="4596CA"/>
          </w:tcPr>
          <w:p w14:paraId="35C16266" w14:textId="77777777" w:rsidR="00A11336" w:rsidRPr="003C5169" w:rsidRDefault="00A11336" w:rsidP="004759D2">
            <w:pPr>
              <w:pStyle w:val="RiskTableText"/>
              <w:rPr>
                <w:rFonts w:asciiTheme="minorHAnsi" w:hAnsiTheme="minorHAnsi"/>
                <w:b w:val="0"/>
                <w:color w:val="FFFFFF" w:themeColor="background1"/>
              </w:rPr>
            </w:pPr>
            <w:r w:rsidRPr="003C5169">
              <w:rPr>
                <w:rFonts w:asciiTheme="minorHAnsi" w:hAnsiTheme="minorHAnsi"/>
                <w:color w:val="FFFFFF" w:themeColor="background1"/>
              </w:rPr>
              <w:t>Signature</w:t>
            </w:r>
          </w:p>
        </w:tc>
        <w:tc>
          <w:tcPr>
            <w:tcW w:w="1391" w:type="pct"/>
            <w:shd w:val="clear" w:color="auto" w:fill="4596CA"/>
          </w:tcPr>
          <w:p w14:paraId="56E8A9B6" w14:textId="77777777" w:rsidR="00A11336" w:rsidRPr="003C5169" w:rsidRDefault="00A11336" w:rsidP="004759D2">
            <w:pPr>
              <w:pStyle w:val="RiskTableText"/>
              <w:rPr>
                <w:rFonts w:asciiTheme="minorHAnsi" w:hAnsiTheme="minorHAnsi"/>
                <w:b w:val="0"/>
                <w:color w:val="FFFFFF" w:themeColor="background1"/>
              </w:rPr>
            </w:pPr>
            <w:r w:rsidRPr="003C5169">
              <w:rPr>
                <w:rFonts w:asciiTheme="minorHAnsi" w:hAnsiTheme="minorHAnsi"/>
                <w:color w:val="FFFFFF" w:themeColor="background1"/>
              </w:rPr>
              <w:t>Role</w:t>
            </w:r>
          </w:p>
        </w:tc>
        <w:tc>
          <w:tcPr>
            <w:tcW w:w="826" w:type="pct"/>
            <w:shd w:val="clear" w:color="auto" w:fill="4596CA"/>
          </w:tcPr>
          <w:p w14:paraId="36C38FF9" w14:textId="77777777" w:rsidR="00A11336" w:rsidRPr="003C5169" w:rsidRDefault="00A11336" w:rsidP="004759D2">
            <w:pPr>
              <w:pStyle w:val="RiskTableText"/>
              <w:rPr>
                <w:rFonts w:asciiTheme="minorHAnsi" w:hAnsiTheme="minorHAnsi"/>
                <w:b w:val="0"/>
                <w:color w:val="FFFFFF" w:themeColor="background1"/>
              </w:rPr>
            </w:pPr>
            <w:r w:rsidRPr="003C5169">
              <w:rPr>
                <w:rFonts w:asciiTheme="minorHAnsi" w:hAnsiTheme="minorHAnsi"/>
                <w:color w:val="FFFFFF" w:themeColor="background1"/>
              </w:rPr>
              <w:t>Date</w:t>
            </w:r>
          </w:p>
        </w:tc>
      </w:tr>
      <w:tr w:rsidR="00A11336" w:rsidRPr="00D35BB1" w14:paraId="4B6BD4C4" w14:textId="77777777" w:rsidTr="004759D2">
        <w:trPr>
          <w:trHeight w:val="283"/>
        </w:trPr>
        <w:tc>
          <w:tcPr>
            <w:tcW w:w="1391" w:type="pct"/>
          </w:tcPr>
          <w:p w14:paraId="7CBAA029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1E9F4A32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5FEE1908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826" w:type="pct"/>
          </w:tcPr>
          <w:p w14:paraId="4C4342F0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</w:tr>
      <w:tr w:rsidR="00A11336" w:rsidRPr="00D35BB1" w14:paraId="6662809E" w14:textId="77777777" w:rsidTr="004759D2">
        <w:trPr>
          <w:trHeight w:val="283"/>
        </w:trPr>
        <w:tc>
          <w:tcPr>
            <w:tcW w:w="1391" w:type="pct"/>
          </w:tcPr>
          <w:p w14:paraId="02CE4C68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3F55E628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5D6B6519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826" w:type="pct"/>
          </w:tcPr>
          <w:p w14:paraId="7C125562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</w:tr>
      <w:tr w:rsidR="00A11336" w:rsidRPr="00D35BB1" w14:paraId="0FDC9A28" w14:textId="77777777" w:rsidTr="004759D2">
        <w:trPr>
          <w:trHeight w:val="283"/>
        </w:trPr>
        <w:tc>
          <w:tcPr>
            <w:tcW w:w="1391" w:type="pct"/>
          </w:tcPr>
          <w:p w14:paraId="6BED1C84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026BDC1C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7EE7BDDD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826" w:type="pct"/>
          </w:tcPr>
          <w:p w14:paraId="1B6BC120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</w:tr>
      <w:tr w:rsidR="00A11336" w:rsidRPr="00D35BB1" w14:paraId="688A853F" w14:textId="77777777" w:rsidTr="004759D2">
        <w:trPr>
          <w:trHeight w:val="283"/>
        </w:trPr>
        <w:tc>
          <w:tcPr>
            <w:tcW w:w="1391" w:type="pct"/>
          </w:tcPr>
          <w:p w14:paraId="1D12A67B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6F898E21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0B1E72D7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826" w:type="pct"/>
          </w:tcPr>
          <w:p w14:paraId="2A28567B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</w:tr>
      <w:tr w:rsidR="00A11336" w:rsidRPr="00D35BB1" w14:paraId="06AE75A7" w14:textId="77777777" w:rsidTr="004759D2">
        <w:trPr>
          <w:trHeight w:val="283"/>
        </w:trPr>
        <w:tc>
          <w:tcPr>
            <w:tcW w:w="1391" w:type="pct"/>
          </w:tcPr>
          <w:p w14:paraId="2526B68D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593611F1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1391" w:type="pct"/>
          </w:tcPr>
          <w:p w14:paraId="0A5B38C6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  <w:tc>
          <w:tcPr>
            <w:tcW w:w="826" w:type="pct"/>
          </w:tcPr>
          <w:p w14:paraId="689DBED2" w14:textId="77777777" w:rsidR="00A11336" w:rsidRPr="00D35BB1" w:rsidRDefault="00A11336" w:rsidP="004759D2">
            <w:pPr>
              <w:pStyle w:val="RiskTableText"/>
              <w:rPr>
                <w:rFonts w:asciiTheme="minorHAnsi" w:hAnsiTheme="minorHAnsi"/>
              </w:rPr>
            </w:pPr>
          </w:p>
        </w:tc>
      </w:tr>
    </w:tbl>
    <w:p w14:paraId="6DE448B4" w14:textId="77777777" w:rsidR="00A11336" w:rsidRPr="00D35BB1" w:rsidRDefault="00A11336" w:rsidP="00A11336">
      <w:pPr>
        <w:tabs>
          <w:tab w:val="left" w:pos="1701"/>
          <w:tab w:val="left" w:pos="3969"/>
          <w:tab w:val="left" w:pos="5245"/>
        </w:tabs>
        <w:rPr>
          <w:rFonts w:cs="Arial"/>
        </w:rPr>
      </w:pPr>
    </w:p>
    <w:p w14:paraId="3BCB920A" w14:textId="50108D42" w:rsidR="003769DB" w:rsidRDefault="003769D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2607F146" w14:textId="77777777" w:rsidR="00A11336" w:rsidRDefault="00A11336">
      <w:pPr>
        <w:tabs>
          <w:tab w:val="clear" w:pos="284"/>
        </w:tabs>
        <w:spacing w:before="0" w:after="200" w:line="276" w:lineRule="auto"/>
        <w:rPr>
          <w:lang w:eastAsia="en-AU"/>
        </w:rPr>
        <w:sectPr w:rsidR="00A11336" w:rsidSect="00C41A9C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09E2F922" w14:textId="3011B697" w:rsidR="003769DB" w:rsidRDefault="003769D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p w14:paraId="4C2A985F" w14:textId="30FCA38B" w:rsidR="006F6EB8" w:rsidRPr="00327A58" w:rsidRDefault="006F6EB8" w:rsidP="006F6EB8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left="0"/>
        <w:rPr>
          <w:b/>
          <w:lang w:eastAsia="en-AU"/>
        </w:rPr>
      </w:pPr>
      <w:r>
        <w:rPr>
          <w:b/>
          <w:color w:val="FFFFFF" w:themeColor="background1"/>
          <w:lang w:eastAsia="en-AU"/>
        </w:rPr>
        <w:t>Task 3 – Select Equipment</w:t>
      </w:r>
    </w:p>
    <w:p w14:paraId="2D18275F" w14:textId="6C9DCF04" w:rsidR="008F2486" w:rsidRPr="008F2486" w:rsidRDefault="008F2486" w:rsidP="000E5466">
      <w:pPr>
        <w:rPr>
          <w:lang w:eastAsia="en-AU"/>
        </w:rPr>
      </w:pPr>
      <w:r w:rsidRPr="008F2486">
        <w:rPr>
          <w:lang w:eastAsia="en-AU"/>
        </w:rPr>
        <w:t>(</w:t>
      </w:r>
      <w:r w:rsidR="00A81D40">
        <w:rPr>
          <w:lang w:eastAsia="en-AU"/>
        </w:rPr>
        <w:t>RS1, RS2</w:t>
      </w:r>
      <w:r w:rsidR="00945556">
        <w:rPr>
          <w:lang w:eastAsia="en-AU"/>
        </w:rPr>
        <w:t>,</w:t>
      </w:r>
      <w:r w:rsidR="005E7E1C">
        <w:rPr>
          <w:lang w:eastAsia="en-AU"/>
        </w:rPr>
        <w:t xml:space="preserve"> RS3,</w:t>
      </w:r>
      <w:r w:rsidR="00945556">
        <w:rPr>
          <w:lang w:eastAsia="en-AU"/>
        </w:rPr>
        <w:t xml:space="preserve"> </w:t>
      </w:r>
      <w:r w:rsidR="00A81D40">
        <w:rPr>
          <w:lang w:eastAsia="en-AU"/>
        </w:rPr>
        <w:t>PC1.1, PC1.2</w:t>
      </w:r>
      <w:r w:rsidR="00945556">
        <w:rPr>
          <w:lang w:eastAsia="en-AU"/>
        </w:rPr>
        <w:t xml:space="preserve">) </w:t>
      </w:r>
      <w:r>
        <w:rPr>
          <w:lang w:eastAsia="en-AU"/>
        </w:rPr>
        <w:t>The student is required to</w:t>
      </w:r>
      <w:r w:rsidR="00945556">
        <w:rPr>
          <w:lang w:eastAsia="en-AU"/>
        </w:rPr>
        <w:t>; wear the correct PPE,</w:t>
      </w:r>
      <w:r>
        <w:rPr>
          <w:lang w:eastAsia="en-AU"/>
        </w:rPr>
        <w:t xml:space="preserve"> follow safe work practices</w:t>
      </w:r>
      <w:r w:rsidR="00945556">
        <w:rPr>
          <w:lang w:eastAsia="en-AU"/>
        </w:rPr>
        <w:t>,</w:t>
      </w:r>
      <w:r>
        <w:rPr>
          <w:lang w:eastAsia="en-AU"/>
        </w:rPr>
        <w:t xml:space="preserve"> maintain a safe and clean workplace</w:t>
      </w:r>
      <w:r w:rsidR="00945556">
        <w:rPr>
          <w:lang w:eastAsia="en-AU"/>
        </w:rPr>
        <w:t xml:space="preserve"> and follow safety sign instructions</w:t>
      </w:r>
      <w:r>
        <w:rPr>
          <w:lang w:eastAsia="en-AU"/>
        </w:rPr>
        <w:t xml:space="preserve"> whilst carrying out the following tasks:</w:t>
      </w:r>
    </w:p>
    <w:p w14:paraId="6F0D2F8B" w14:textId="30BF72AB" w:rsidR="006839BF" w:rsidRDefault="008F2486" w:rsidP="00A11336">
      <w:pPr>
        <w:pStyle w:val="ListParagraph"/>
        <w:numPr>
          <w:ilvl w:val="0"/>
          <w:numId w:val="12"/>
        </w:numPr>
        <w:rPr>
          <w:lang w:eastAsia="en-AU"/>
        </w:rPr>
      </w:pPr>
      <w:r>
        <w:rPr>
          <w:lang w:eastAsia="en-AU"/>
        </w:rPr>
        <w:t>S</w:t>
      </w:r>
      <w:r w:rsidR="000C2636">
        <w:rPr>
          <w:lang w:eastAsia="en-AU"/>
        </w:rPr>
        <w:t xml:space="preserve">ource the barricade equipment and the </w:t>
      </w:r>
      <w:r w:rsidR="00093D93">
        <w:rPr>
          <w:lang w:eastAsia="en-AU"/>
        </w:rPr>
        <w:t>2 wheel trolley from their storage location</w:t>
      </w:r>
      <w:r w:rsidR="006839BF">
        <w:rPr>
          <w:lang w:eastAsia="en-AU"/>
        </w:rPr>
        <w:t>s</w:t>
      </w:r>
      <w:r w:rsidR="00093D93">
        <w:rPr>
          <w:lang w:eastAsia="en-AU"/>
        </w:rPr>
        <w:t xml:space="preserve">. </w:t>
      </w:r>
    </w:p>
    <w:p w14:paraId="49820225" w14:textId="1ED0AF9B" w:rsidR="006839BF" w:rsidRDefault="008F2486" w:rsidP="00A11336">
      <w:pPr>
        <w:pStyle w:val="ListParagraph"/>
        <w:numPr>
          <w:ilvl w:val="0"/>
          <w:numId w:val="12"/>
        </w:numPr>
        <w:rPr>
          <w:lang w:eastAsia="en-AU"/>
        </w:rPr>
      </w:pPr>
      <w:r>
        <w:rPr>
          <w:lang w:eastAsia="en-AU"/>
        </w:rPr>
        <w:t>E</w:t>
      </w:r>
      <w:r w:rsidR="00093D93">
        <w:rPr>
          <w:lang w:eastAsia="en-AU"/>
        </w:rPr>
        <w:t>stablish the barricade at its required location</w:t>
      </w:r>
      <w:r w:rsidR="006839BF">
        <w:rPr>
          <w:lang w:eastAsia="en-AU"/>
        </w:rPr>
        <w:t xml:space="preserve"> as specified in d) </w:t>
      </w:r>
      <w:r w:rsidR="00BB2ACB">
        <w:rPr>
          <w:lang w:eastAsia="en-AU"/>
        </w:rPr>
        <w:t>of the scenario</w:t>
      </w:r>
    </w:p>
    <w:p w14:paraId="32A72905" w14:textId="0D0E57CF" w:rsidR="000C2636" w:rsidRDefault="008F2486" w:rsidP="00A11336">
      <w:pPr>
        <w:pStyle w:val="ListParagraph"/>
        <w:numPr>
          <w:ilvl w:val="0"/>
          <w:numId w:val="12"/>
        </w:numPr>
        <w:rPr>
          <w:lang w:eastAsia="en-AU"/>
        </w:rPr>
      </w:pPr>
      <w:r>
        <w:rPr>
          <w:lang w:eastAsia="en-AU"/>
        </w:rPr>
        <w:t>M</w:t>
      </w:r>
      <w:r w:rsidR="00186C38">
        <w:rPr>
          <w:lang w:eastAsia="en-AU"/>
        </w:rPr>
        <w:t xml:space="preserve">ove the trolley to where it is required for the first lift. </w:t>
      </w:r>
    </w:p>
    <w:p w14:paraId="42A4E8BB" w14:textId="77777777" w:rsidR="00A52C5D" w:rsidRDefault="00A52C5D" w:rsidP="000E5466">
      <w:pPr>
        <w:rPr>
          <w:b/>
          <w:lang w:eastAsia="en-AU"/>
        </w:rPr>
      </w:pPr>
    </w:p>
    <w:p w14:paraId="0BBEA411" w14:textId="171D76AF" w:rsidR="006F6EB8" w:rsidRPr="00327A58" w:rsidRDefault="006F6EB8" w:rsidP="006F6EB8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left="0"/>
        <w:rPr>
          <w:b/>
          <w:lang w:eastAsia="en-AU"/>
        </w:rPr>
      </w:pPr>
      <w:r>
        <w:rPr>
          <w:b/>
          <w:color w:val="FFFFFF" w:themeColor="background1"/>
          <w:lang w:eastAsia="en-AU"/>
        </w:rPr>
        <w:t>Task 4 – Carry out Lifts and Transportation</w:t>
      </w:r>
    </w:p>
    <w:p w14:paraId="0780F713" w14:textId="5802FC0A" w:rsidR="00027B58" w:rsidRDefault="00AB3CDD" w:rsidP="000E5466">
      <w:pPr>
        <w:rPr>
          <w:lang w:eastAsia="en-AU"/>
        </w:rPr>
      </w:pPr>
      <w:r>
        <w:rPr>
          <w:lang w:eastAsia="en-AU"/>
        </w:rPr>
        <w:t>(</w:t>
      </w:r>
      <w:r w:rsidR="00A81D40">
        <w:rPr>
          <w:lang w:eastAsia="en-AU"/>
        </w:rPr>
        <w:t xml:space="preserve">RS1, </w:t>
      </w:r>
      <w:r>
        <w:rPr>
          <w:lang w:eastAsia="en-AU"/>
        </w:rPr>
        <w:t xml:space="preserve">PC1.1) </w:t>
      </w:r>
      <w:r w:rsidR="00186C38">
        <w:rPr>
          <w:lang w:eastAsia="en-AU"/>
        </w:rPr>
        <w:t xml:space="preserve">The </w:t>
      </w:r>
      <w:r w:rsidR="008F2486">
        <w:rPr>
          <w:lang w:eastAsia="en-AU"/>
        </w:rPr>
        <w:t>student</w:t>
      </w:r>
      <w:r w:rsidR="00186C38">
        <w:rPr>
          <w:lang w:eastAsia="en-AU"/>
        </w:rPr>
        <w:t xml:space="preserve"> is required to carry out the </w:t>
      </w:r>
      <w:r w:rsidR="00027B58">
        <w:rPr>
          <w:lang w:eastAsia="en-AU"/>
        </w:rPr>
        <w:t>manual handling tasks of lifting and transporting</w:t>
      </w:r>
      <w:r w:rsidR="00FF1C68">
        <w:rPr>
          <w:lang w:eastAsia="en-AU"/>
        </w:rPr>
        <w:t xml:space="preserve"> the object as specified from a) to f) in the scenario</w:t>
      </w:r>
      <w:r w:rsidR="00027B58">
        <w:rPr>
          <w:lang w:eastAsia="en-AU"/>
        </w:rPr>
        <w:t>.</w:t>
      </w:r>
    </w:p>
    <w:p w14:paraId="03085D18" w14:textId="4EF8578C" w:rsidR="00027B58" w:rsidRDefault="00AB3CDD" w:rsidP="00AB3CDD">
      <w:pPr>
        <w:spacing w:before="240"/>
        <w:rPr>
          <w:lang w:eastAsia="en-AU"/>
        </w:rPr>
      </w:pPr>
      <w:r>
        <w:rPr>
          <w:lang w:eastAsia="en-AU"/>
        </w:rPr>
        <w:t>(</w:t>
      </w:r>
      <w:r w:rsidR="00A81D40">
        <w:rPr>
          <w:lang w:eastAsia="en-AU"/>
        </w:rPr>
        <w:t xml:space="preserve">RS1, RS7, </w:t>
      </w:r>
      <w:r>
        <w:rPr>
          <w:lang w:eastAsia="en-AU"/>
        </w:rPr>
        <w:t xml:space="preserve">PC1.1, </w:t>
      </w:r>
      <w:r w:rsidR="00A81D40">
        <w:rPr>
          <w:lang w:eastAsia="en-AU"/>
        </w:rPr>
        <w:t>PC</w:t>
      </w:r>
      <w:r>
        <w:rPr>
          <w:lang w:eastAsia="en-AU"/>
        </w:rPr>
        <w:t xml:space="preserve">1.7) </w:t>
      </w:r>
      <w:r w:rsidR="00027B58">
        <w:rPr>
          <w:lang w:eastAsia="en-AU"/>
        </w:rPr>
        <w:t xml:space="preserve">The manual handling risks associated with the task are to be controlled as documented on the completed JSEA. </w:t>
      </w:r>
    </w:p>
    <w:p w14:paraId="12209528" w14:textId="3333589A" w:rsidR="00186C38" w:rsidRDefault="00AB3CDD" w:rsidP="000E5466">
      <w:pPr>
        <w:rPr>
          <w:lang w:eastAsia="en-AU"/>
        </w:rPr>
      </w:pPr>
      <w:r>
        <w:rPr>
          <w:lang w:eastAsia="en-AU"/>
        </w:rPr>
        <w:t>(</w:t>
      </w:r>
      <w:r w:rsidR="00A81D40">
        <w:rPr>
          <w:lang w:eastAsia="en-AU"/>
        </w:rPr>
        <w:t xml:space="preserve">RS1, RS7, </w:t>
      </w:r>
      <w:r>
        <w:rPr>
          <w:lang w:eastAsia="en-AU"/>
        </w:rPr>
        <w:t xml:space="preserve">PC1.1, </w:t>
      </w:r>
      <w:r w:rsidR="00A81D40">
        <w:rPr>
          <w:lang w:eastAsia="en-AU"/>
        </w:rPr>
        <w:t>PC</w:t>
      </w:r>
      <w:r>
        <w:rPr>
          <w:lang w:eastAsia="en-AU"/>
        </w:rPr>
        <w:t xml:space="preserve">1.7) </w:t>
      </w:r>
      <w:r w:rsidR="00027B58">
        <w:rPr>
          <w:lang w:eastAsia="en-AU"/>
        </w:rPr>
        <w:t>The correct manual handling (lifting) practices the student needs to demonstrate have been itemised in</w:t>
      </w:r>
      <w:r w:rsidR="002E38C4">
        <w:rPr>
          <w:lang w:eastAsia="en-AU"/>
        </w:rPr>
        <w:t xml:space="preserve"> </w:t>
      </w:r>
      <w:r w:rsidR="00A52C5D" w:rsidRPr="00A52C5D">
        <w:rPr>
          <w:lang w:eastAsia="en-AU"/>
        </w:rPr>
        <w:t>Task 4</w:t>
      </w:r>
      <w:r w:rsidR="002E38C4" w:rsidRPr="002E38C4">
        <w:rPr>
          <w:color w:val="FF0000"/>
          <w:lang w:eastAsia="en-AU"/>
        </w:rPr>
        <w:t xml:space="preserve"> </w:t>
      </w:r>
      <w:r w:rsidR="002E38C4">
        <w:rPr>
          <w:lang w:eastAsia="en-AU"/>
        </w:rPr>
        <w:t>of</w:t>
      </w:r>
      <w:r w:rsidR="00027B58">
        <w:rPr>
          <w:lang w:eastAsia="en-AU"/>
        </w:rPr>
        <w:t xml:space="preserve"> the Observation Checklist. </w:t>
      </w:r>
      <w:r w:rsidR="002E38C4">
        <w:rPr>
          <w:lang w:eastAsia="en-AU"/>
        </w:rPr>
        <w:t>The student should r</w:t>
      </w:r>
      <w:r w:rsidR="00027B58">
        <w:rPr>
          <w:lang w:eastAsia="en-AU"/>
        </w:rPr>
        <w:t xml:space="preserve">efer to </w:t>
      </w:r>
      <w:r w:rsidR="002E38C4">
        <w:rPr>
          <w:lang w:eastAsia="en-AU"/>
        </w:rPr>
        <w:t>observation checklist and follow the steps for each lift required.</w:t>
      </w:r>
    </w:p>
    <w:p w14:paraId="35EAA4C6" w14:textId="77777777" w:rsidR="00B5627B" w:rsidRDefault="00B5627B" w:rsidP="000E5466">
      <w:pPr>
        <w:rPr>
          <w:lang w:eastAsia="en-AU"/>
        </w:rPr>
      </w:pPr>
    </w:p>
    <w:p w14:paraId="768A9F24" w14:textId="26A9FB92" w:rsidR="00A1027B" w:rsidRPr="00327A58" w:rsidRDefault="00A1027B" w:rsidP="00A1027B">
      <w:pPr>
        <w:pStyle w:val="ListParagraph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shd w:val="clear" w:color="auto" w:fill="2D739F"/>
        <w:ind w:left="0"/>
        <w:rPr>
          <w:b/>
          <w:lang w:eastAsia="en-AU"/>
        </w:rPr>
      </w:pPr>
      <w:r>
        <w:rPr>
          <w:b/>
          <w:color w:val="FFFFFF" w:themeColor="background1"/>
          <w:lang w:eastAsia="en-AU"/>
        </w:rPr>
        <w:t>Task 5 – Store Equipment and Check for Conformance to Specification</w:t>
      </w:r>
    </w:p>
    <w:p w14:paraId="6AB04B89" w14:textId="71DD5773" w:rsidR="005B68A6" w:rsidRDefault="00B5627B" w:rsidP="00A11336">
      <w:pPr>
        <w:pStyle w:val="ListParagraph"/>
        <w:numPr>
          <w:ilvl w:val="0"/>
          <w:numId w:val="17"/>
        </w:numPr>
        <w:rPr>
          <w:lang w:eastAsia="en-AU"/>
        </w:rPr>
      </w:pPr>
      <w:r>
        <w:rPr>
          <w:lang w:eastAsia="en-AU"/>
        </w:rPr>
        <w:t xml:space="preserve"> </w:t>
      </w:r>
      <w:r w:rsidR="00AB3CDD">
        <w:rPr>
          <w:lang w:eastAsia="en-AU"/>
        </w:rPr>
        <w:t>(</w:t>
      </w:r>
      <w:r w:rsidR="00A81D40">
        <w:rPr>
          <w:lang w:eastAsia="en-AU"/>
        </w:rPr>
        <w:t xml:space="preserve">RS2, RS4, </w:t>
      </w:r>
      <w:r w:rsidR="00AB3CDD">
        <w:rPr>
          <w:lang w:eastAsia="en-AU"/>
        </w:rPr>
        <w:t xml:space="preserve">PC1.2, 1.4,) </w:t>
      </w:r>
      <w:r w:rsidR="005B68A6">
        <w:rPr>
          <w:lang w:eastAsia="en-AU"/>
        </w:rPr>
        <w:t>All of the barricade</w:t>
      </w:r>
      <w:r w:rsidR="00363A88">
        <w:rPr>
          <w:lang w:eastAsia="en-AU"/>
        </w:rPr>
        <w:t xml:space="preserve"> equipment, 2 wheel trolley and PPE must be returned to its storage location at the end of the </w:t>
      </w:r>
      <w:r w:rsidR="000F08DF">
        <w:rPr>
          <w:lang w:eastAsia="en-AU"/>
        </w:rPr>
        <w:t xml:space="preserve">manual handling task. </w:t>
      </w:r>
    </w:p>
    <w:p w14:paraId="3CDE91A6" w14:textId="602928BA" w:rsidR="008F2486" w:rsidRDefault="00FF1C68" w:rsidP="00A11336">
      <w:pPr>
        <w:pStyle w:val="ListParagraph"/>
        <w:numPr>
          <w:ilvl w:val="0"/>
          <w:numId w:val="16"/>
        </w:numPr>
        <w:rPr>
          <w:lang w:eastAsia="en-AU"/>
        </w:rPr>
      </w:pPr>
      <w:r>
        <w:rPr>
          <w:lang w:eastAsia="en-AU"/>
        </w:rPr>
        <w:t xml:space="preserve">(RS15) </w:t>
      </w:r>
      <w:r w:rsidR="008F2486">
        <w:rPr>
          <w:lang w:eastAsia="en-AU"/>
        </w:rPr>
        <w:t xml:space="preserve">Check (a to f) in specification and ensure that all tasks have been completed. </w:t>
      </w:r>
    </w:p>
    <w:p w14:paraId="3AC35CF5" w14:textId="77777777" w:rsidR="008F2486" w:rsidRDefault="008F2486" w:rsidP="000E5466">
      <w:pPr>
        <w:rPr>
          <w:lang w:eastAsia="en-AU"/>
        </w:rPr>
      </w:pPr>
    </w:p>
    <w:p w14:paraId="0E63DE4F" w14:textId="77777777" w:rsidR="000F08DF" w:rsidRDefault="009B59C9" w:rsidP="004759D2">
      <w:pPr>
        <w:rPr>
          <w:lang w:eastAsia="en-AU"/>
        </w:rPr>
        <w:sectPr w:rsidR="000F08DF" w:rsidSect="00C41A9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>
        <w:rPr>
          <w:lang w:eastAsia="en-AU"/>
        </w:rPr>
        <w:br w:type="page"/>
      </w:r>
    </w:p>
    <w:p w14:paraId="097F40EF" w14:textId="0B454C26" w:rsidR="004759D2" w:rsidRDefault="00A008A7" w:rsidP="004759D2">
      <w:pPr>
        <w:pStyle w:val="Heading2"/>
      </w:pPr>
      <w:r>
        <w:lastRenderedPageBreak/>
        <w:t>Part 2</w:t>
      </w:r>
      <w:r w:rsidR="009B59C9">
        <w:t>: Observation Checklist</w:t>
      </w:r>
    </w:p>
    <w:p w14:paraId="71EACE30" w14:textId="23499E85" w:rsidR="004759D2" w:rsidRDefault="009B59C9" w:rsidP="004759D2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The O</w:t>
      </w:r>
      <w:r w:rsidRPr="00F96562">
        <w:rPr>
          <w:sz w:val="22"/>
          <w:szCs w:val="22"/>
          <w:lang w:eastAsia="en-AU"/>
        </w:rPr>
        <w:t xml:space="preserve">bservation </w:t>
      </w:r>
      <w:r>
        <w:rPr>
          <w:sz w:val="22"/>
          <w:szCs w:val="22"/>
          <w:lang w:eastAsia="en-AU"/>
        </w:rPr>
        <w:t>C</w:t>
      </w:r>
      <w:r w:rsidRPr="00F96562">
        <w:rPr>
          <w:sz w:val="22"/>
          <w:szCs w:val="22"/>
          <w:lang w:eastAsia="en-AU"/>
        </w:rPr>
        <w:t>hecklist will be used by you to mark the students’ performance</w:t>
      </w:r>
      <w:r>
        <w:rPr>
          <w:sz w:val="22"/>
          <w:szCs w:val="22"/>
          <w:lang w:eastAsia="en-AU"/>
        </w:rPr>
        <w:t xml:space="preserve"> in any of the previous three event types. Use this C</w:t>
      </w:r>
      <w:r w:rsidRPr="00F96562">
        <w:rPr>
          <w:sz w:val="22"/>
          <w:szCs w:val="22"/>
          <w:lang w:eastAsia="en-AU"/>
        </w:rPr>
        <w:t xml:space="preserve">hecklist to understand what skills the student is required to demonstrate in this section of the assessment. </w:t>
      </w:r>
      <w:r w:rsidRPr="00853113">
        <w:rPr>
          <w:sz w:val="22"/>
          <w:szCs w:val="22"/>
          <w:lang w:eastAsia="en-AU"/>
        </w:rPr>
        <w:t xml:space="preserve">This </w:t>
      </w:r>
      <w:r>
        <w:rPr>
          <w:sz w:val="22"/>
          <w:szCs w:val="22"/>
          <w:lang w:eastAsia="en-AU"/>
        </w:rPr>
        <w:t>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  <w:r>
        <w:rPr>
          <w:sz w:val="22"/>
          <w:szCs w:val="22"/>
          <w:lang w:eastAsia="en-AU"/>
        </w:rPr>
        <w:t xml:space="preserve"> All the criteria must be met. The student’s demonstration </w:t>
      </w:r>
      <w:r w:rsidRPr="00676B26">
        <w:rPr>
          <w:sz w:val="22"/>
          <w:szCs w:val="22"/>
          <w:lang w:eastAsia="en-AU"/>
        </w:rPr>
        <w:t>will be used as part of the overall evid</w:t>
      </w:r>
      <w:r>
        <w:rPr>
          <w:sz w:val="22"/>
          <w:szCs w:val="22"/>
          <w:lang w:eastAsia="en-AU"/>
        </w:rPr>
        <w:t xml:space="preserve">ence requirements of the unit. You </w:t>
      </w:r>
      <w:r w:rsidRPr="00676B26">
        <w:rPr>
          <w:sz w:val="22"/>
          <w:szCs w:val="22"/>
          <w:lang w:eastAsia="en-AU"/>
        </w:rPr>
        <w:t>may ask questions while the demonstration is taking place or if appropriate directly after the task/activity has been completed.</w:t>
      </w:r>
    </w:p>
    <w:p w14:paraId="57F4FE93" w14:textId="6A6D1CA4" w:rsidR="004759D2" w:rsidRDefault="004759D2" w:rsidP="00B171A7">
      <w:pPr>
        <w:tabs>
          <w:tab w:val="clear" w:pos="284"/>
        </w:tabs>
        <w:spacing w:before="0" w:after="200" w:line="276" w:lineRule="auto"/>
      </w:pPr>
    </w:p>
    <w:tbl>
      <w:tblPr>
        <w:tblStyle w:val="TableGrid"/>
        <w:tblW w:w="14317" w:type="dxa"/>
        <w:tblInd w:w="-147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Caption w:val="Observation Checklist"/>
        <w:tblDescription w:val="Observation Checklist"/>
      </w:tblPr>
      <w:tblGrid>
        <w:gridCol w:w="843"/>
        <w:gridCol w:w="4402"/>
        <w:gridCol w:w="567"/>
        <w:gridCol w:w="567"/>
        <w:gridCol w:w="7938"/>
      </w:tblGrid>
      <w:tr w:rsidR="00D80097" w:rsidRPr="00527FBC" w14:paraId="6BC05ACA" w14:textId="77777777" w:rsidTr="00503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43" w:type="dxa"/>
          </w:tcPr>
          <w:p w14:paraId="6CD7200C" w14:textId="77777777" w:rsidR="004759D2" w:rsidRPr="00527FBC" w:rsidRDefault="009B59C9" w:rsidP="004759D2">
            <w:pPr>
              <w:jc w:val="center"/>
              <w:rPr>
                <w:sz w:val="18"/>
                <w:szCs w:val="18"/>
                <w:lang w:eastAsia="en-AU"/>
              </w:rPr>
            </w:pPr>
            <w:r w:rsidRPr="00527FBC">
              <w:rPr>
                <w:sz w:val="18"/>
                <w:szCs w:val="18"/>
                <w:lang w:eastAsia="en-AU"/>
              </w:rPr>
              <w:t>Task #</w:t>
            </w:r>
          </w:p>
        </w:tc>
        <w:tc>
          <w:tcPr>
            <w:tcW w:w="4402" w:type="dxa"/>
          </w:tcPr>
          <w:p w14:paraId="13F5539D" w14:textId="2CCCC168" w:rsidR="004759D2" w:rsidRPr="00527FBC" w:rsidRDefault="009B59C9" w:rsidP="004759D2">
            <w:pPr>
              <w:rPr>
                <w:sz w:val="18"/>
                <w:szCs w:val="18"/>
                <w:lang w:eastAsia="en-AU"/>
              </w:rPr>
            </w:pPr>
            <w:r w:rsidRPr="00527FBC">
              <w:rPr>
                <w:sz w:val="18"/>
                <w:szCs w:val="18"/>
                <w:lang w:eastAsia="en-AU"/>
              </w:rPr>
              <w:t>Task/Activity Performed</w:t>
            </w:r>
          </w:p>
        </w:tc>
        <w:tc>
          <w:tcPr>
            <w:tcW w:w="567" w:type="dxa"/>
          </w:tcPr>
          <w:p w14:paraId="45956D33" w14:textId="6144DD16" w:rsidR="004759D2" w:rsidRPr="00527FBC" w:rsidRDefault="009B59C9" w:rsidP="004759D2">
            <w:pPr>
              <w:jc w:val="center"/>
              <w:rPr>
                <w:sz w:val="18"/>
                <w:szCs w:val="18"/>
                <w:lang w:eastAsia="en-AU"/>
              </w:rPr>
            </w:pPr>
            <w:r w:rsidRPr="00527FBC">
              <w:rPr>
                <w:sz w:val="18"/>
                <w:szCs w:val="18"/>
                <w:lang w:eastAsia="en-AU"/>
              </w:rPr>
              <w:t>S</w:t>
            </w:r>
          </w:p>
        </w:tc>
        <w:tc>
          <w:tcPr>
            <w:tcW w:w="567" w:type="dxa"/>
          </w:tcPr>
          <w:p w14:paraId="108B1C17" w14:textId="0D6310CA" w:rsidR="004759D2" w:rsidRPr="00527FBC" w:rsidRDefault="009B59C9" w:rsidP="004759D2">
            <w:pPr>
              <w:jc w:val="center"/>
              <w:rPr>
                <w:sz w:val="18"/>
                <w:szCs w:val="18"/>
                <w:lang w:eastAsia="en-AU"/>
              </w:rPr>
            </w:pPr>
            <w:r w:rsidRPr="00527FBC">
              <w:rPr>
                <w:sz w:val="18"/>
                <w:szCs w:val="18"/>
                <w:lang w:eastAsia="en-AU"/>
              </w:rPr>
              <w:t>U/S</w:t>
            </w:r>
          </w:p>
        </w:tc>
        <w:tc>
          <w:tcPr>
            <w:tcW w:w="7938" w:type="dxa"/>
          </w:tcPr>
          <w:p w14:paraId="43C15AAC" w14:textId="2F2904B7" w:rsidR="004759D2" w:rsidRPr="00527FBC" w:rsidRDefault="009B59C9" w:rsidP="004759D2">
            <w:pPr>
              <w:rPr>
                <w:sz w:val="18"/>
                <w:szCs w:val="18"/>
                <w:lang w:eastAsia="en-AU"/>
              </w:rPr>
            </w:pPr>
            <w:r w:rsidRPr="00527FBC">
              <w:rPr>
                <w:sz w:val="18"/>
                <w:szCs w:val="18"/>
                <w:lang w:eastAsia="en-AU"/>
              </w:rPr>
              <w:t>Assessor Comments</w:t>
            </w:r>
            <w:r w:rsidRPr="00527FBC">
              <w:rPr>
                <w:sz w:val="18"/>
                <w:szCs w:val="18"/>
                <w:lang w:eastAsia="en-AU"/>
              </w:rPr>
              <w:br/>
              <w:t>(Describe the student’s ability in demonstrating the required skills and knowledge)</w:t>
            </w:r>
          </w:p>
        </w:tc>
      </w:tr>
      <w:tr w:rsidR="00CB6F27" w:rsidRPr="00EC51CE" w14:paraId="3ED9539D" w14:textId="77777777" w:rsidTr="005034D7">
        <w:trPr>
          <w:trHeight w:val="1520"/>
        </w:trPr>
        <w:tc>
          <w:tcPr>
            <w:tcW w:w="843" w:type="dxa"/>
            <w:vMerge w:val="restart"/>
            <w:vAlign w:val="top"/>
          </w:tcPr>
          <w:p w14:paraId="4D67DD36" w14:textId="77777777" w:rsidR="00CB6F27" w:rsidRPr="00EC51CE" w:rsidRDefault="00CB6F27" w:rsidP="00CB6F27">
            <w:pPr>
              <w:jc w:val="center"/>
              <w:rPr>
                <w:sz w:val="20"/>
                <w:szCs w:val="22"/>
                <w:lang w:eastAsia="en-AU"/>
              </w:rPr>
            </w:pPr>
            <w:r w:rsidRPr="00EC51CE">
              <w:rPr>
                <w:sz w:val="20"/>
                <w:szCs w:val="22"/>
                <w:lang w:eastAsia="en-AU"/>
              </w:rPr>
              <w:t>1</w:t>
            </w:r>
          </w:p>
        </w:tc>
        <w:tc>
          <w:tcPr>
            <w:tcW w:w="4402" w:type="dxa"/>
            <w:tcBorders>
              <w:bottom w:val="single" w:sz="4" w:space="0" w:color="auto"/>
            </w:tcBorders>
            <w:vAlign w:val="top"/>
          </w:tcPr>
          <w:p w14:paraId="02B32FEA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 xml:space="preserve">Workplace Inspection </w:t>
            </w:r>
          </w:p>
          <w:p w14:paraId="448C3841" w14:textId="7D13CCB9" w:rsidR="00CB6F27" w:rsidRPr="005034D7" w:rsidRDefault="00CB6F27" w:rsidP="00CB6F2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2"/>
                <w:lang w:eastAsia="en-AU"/>
              </w:rPr>
            </w:pPr>
            <w:r w:rsidRPr="00EC51CE">
              <w:rPr>
                <w:sz w:val="20"/>
                <w:szCs w:val="22"/>
                <w:lang w:eastAsia="en-AU"/>
              </w:rPr>
              <w:t>Select and wear the correct PPE for workshop environment</w:t>
            </w:r>
          </w:p>
          <w:p w14:paraId="645AF601" w14:textId="310B673F" w:rsidR="00CB6F27" w:rsidRPr="00EC51CE" w:rsidRDefault="00CB6F27" w:rsidP="00CB6F27">
            <w:pPr>
              <w:pStyle w:val="ListParagraph"/>
              <w:rPr>
                <w:i/>
                <w:sz w:val="20"/>
                <w:szCs w:val="22"/>
                <w:lang w:eastAsia="en-A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top"/>
          </w:tcPr>
          <w:p w14:paraId="59CFD4E5" w14:textId="1BDB5F35" w:rsidR="00CB6F27" w:rsidRDefault="00CB6F27" w:rsidP="00CB6F27">
            <w:pPr>
              <w:spacing w:line="240" w:lineRule="exact"/>
              <w:rPr>
                <w:i/>
                <w:sz w:val="22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450448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EA03E0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09C640D" w14:textId="3719B866" w:rsidR="00CB6F27" w:rsidRPr="005034D7" w:rsidRDefault="00CB6F27" w:rsidP="00CB6F27">
            <w:pPr>
              <w:spacing w:line="240" w:lineRule="exact"/>
              <w:rPr>
                <w:sz w:val="20"/>
                <w:szCs w:val="22"/>
                <w:lang w:eastAsia="en-A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top"/>
          </w:tcPr>
          <w:p w14:paraId="0F4DA889" w14:textId="0B48685A" w:rsidR="00CB6F27" w:rsidRDefault="00CB6F27" w:rsidP="00CB6F27">
            <w:pPr>
              <w:spacing w:line="240" w:lineRule="exact"/>
              <w:rPr>
                <w:i/>
                <w:sz w:val="22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295491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C6C66E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AB6F879" w14:textId="7D3692D0" w:rsidR="00CB6F27" w:rsidRPr="00EC51CE" w:rsidRDefault="00CB6F27" w:rsidP="00CB6F27">
            <w:pPr>
              <w:spacing w:line="240" w:lineRule="exact"/>
              <w:rPr>
                <w:i/>
                <w:sz w:val="20"/>
                <w:szCs w:val="22"/>
                <w:lang w:eastAsia="en-AU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top"/>
          </w:tcPr>
          <w:p w14:paraId="38672B2D" w14:textId="77777777" w:rsidR="00CB6F27" w:rsidRPr="00EC51CE" w:rsidRDefault="00CB6F27" w:rsidP="00CB6F27">
            <w:pPr>
              <w:rPr>
                <w:b/>
                <w:bCs/>
                <w:color w:val="7F7F7F" w:themeColor="text1" w:themeTint="80"/>
                <w:sz w:val="20"/>
                <w:szCs w:val="22"/>
              </w:rPr>
            </w:pPr>
            <w:r w:rsidRPr="00EC51CE">
              <w:rPr>
                <w:b/>
                <w:bCs/>
                <w:sz w:val="20"/>
                <w:szCs w:val="22"/>
              </w:rPr>
              <w:t>Date of Observation:</w:t>
            </w:r>
            <w:r w:rsidRPr="00EC51CE">
              <w:rPr>
                <w:b/>
                <w:bCs/>
                <w:color w:val="7F7F7F" w:themeColor="text1" w:themeTint="80"/>
                <w:sz w:val="20"/>
                <w:szCs w:val="22"/>
              </w:rPr>
              <w:t xml:space="preserve"> </w:t>
            </w:r>
          </w:p>
          <w:p w14:paraId="10BC187D" w14:textId="53675B30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Selects and wears the correct PPE for workshop environment</w:t>
            </w:r>
          </w:p>
          <w:p w14:paraId="36D9F003" w14:textId="0FF268CB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Min Requirements:</w:t>
            </w:r>
          </w:p>
          <w:p w14:paraId="01FF2C9C" w14:textId="77777777" w:rsidR="00CB6F27" w:rsidRPr="00EC51CE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Steel capped boots</w:t>
            </w:r>
          </w:p>
          <w:p w14:paraId="2E1ED35B" w14:textId="77777777" w:rsidR="00CB6F27" w:rsidRPr="00EC51CE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 xml:space="preserve">Drill pants, drill shirt or overalls, </w:t>
            </w:r>
          </w:p>
          <w:p w14:paraId="26B668A5" w14:textId="48F7AFF0" w:rsidR="00CB6F27" w:rsidRPr="00EC51CE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FF000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Safety glasses</w:t>
            </w:r>
          </w:p>
        </w:tc>
      </w:tr>
      <w:tr w:rsidR="00CB6F27" w:rsidRPr="00EC51CE" w14:paraId="18FD6DCE" w14:textId="77777777" w:rsidTr="005034D7">
        <w:trPr>
          <w:trHeight w:val="1701"/>
        </w:trPr>
        <w:tc>
          <w:tcPr>
            <w:tcW w:w="843" w:type="dxa"/>
            <w:vMerge/>
            <w:vAlign w:val="top"/>
          </w:tcPr>
          <w:p w14:paraId="27A4FF8A" w14:textId="77777777" w:rsidR="00CB6F27" w:rsidRPr="00EC51CE" w:rsidRDefault="00CB6F27" w:rsidP="00CB6F27">
            <w:pPr>
              <w:jc w:val="center"/>
              <w:rPr>
                <w:sz w:val="20"/>
                <w:szCs w:val="22"/>
                <w:lang w:eastAsia="en-AU"/>
              </w:rPr>
            </w:pPr>
          </w:p>
        </w:tc>
        <w:tc>
          <w:tcPr>
            <w:tcW w:w="4402" w:type="dxa"/>
            <w:tcBorders>
              <w:top w:val="single" w:sz="4" w:space="0" w:color="auto"/>
            </w:tcBorders>
            <w:vAlign w:val="top"/>
          </w:tcPr>
          <w:p w14:paraId="291C785F" w14:textId="77777777" w:rsidR="00CB6F27" w:rsidRPr="00EC51CE" w:rsidRDefault="00CB6F27" w:rsidP="00CB6F2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2"/>
                <w:lang w:eastAsia="en-AU"/>
              </w:rPr>
            </w:pPr>
            <w:r w:rsidRPr="00EC51CE">
              <w:rPr>
                <w:sz w:val="20"/>
                <w:szCs w:val="22"/>
                <w:lang w:eastAsia="en-AU"/>
              </w:rPr>
              <w:t>Listen to the assessor or teachers explanation of the manual handling activity using the opportunity to check and clarify any of the task related information</w:t>
            </w:r>
          </w:p>
          <w:p w14:paraId="4442ADC0" w14:textId="77777777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4D108567" w14:textId="77777777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0DDA946A" w14:textId="77777777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157C71BD" w14:textId="77777777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62242138" w14:textId="6B6B8261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1675B68E" w14:textId="64077333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781B2DCC" w14:textId="1F4BBB7A" w:rsidR="00CB6F27" w:rsidRPr="00EC51CE" w:rsidRDefault="00CB6F27" w:rsidP="00CB6F2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2"/>
                <w:lang w:eastAsia="en-AU"/>
              </w:rPr>
            </w:pPr>
            <w:r w:rsidRPr="00EC51CE">
              <w:rPr>
                <w:sz w:val="20"/>
                <w:szCs w:val="22"/>
                <w:lang w:eastAsia="en-AU"/>
              </w:rPr>
              <w:t>Listen to the instruction provided on the safe working practices involved for the 2 wheel trolley use</w:t>
            </w:r>
          </w:p>
          <w:p w14:paraId="45B8D967" w14:textId="0E0C76C2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5F792CA4" w14:textId="117C8129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46B282D1" w14:textId="37E3469E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495173B4" w14:textId="30D16C83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54D089D2" w14:textId="2D81D949" w:rsidR="00CB6F27" w:rsidRPr="00EC51CE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5F44176D" w14:textId="2C501002" w:rsidR="00CB6F27" w:rsidRDefault="00CB6F27" w:rsidP="00CB6F27">
            <w:pPr>
              <w:rPr>
                <w:sz w:val="20"/>
                <w:szCs w:val="22"/>
                <w:lang w:eastAsia="en-AU"/>
              </w:rPr>
            </w:pPr>
          </w:p>
          <w:p w14:paraId="1682F72B" w14:textId="498118FB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78A83277" w14:textId="77777777" w:rsidR="005034D7" w:rsidRPr="00EC51CE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7FEC1AB5" w14:textId="748510A9" w:rsidR="00CB6F27" w:rsidRPr="005034D7" w:rsidRDefault="00CB6F27" w:rsidP="005034D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2"/>
                <w:lang w:eastAsia="en-AU"/>
              </w:rPr>
            </w:pPr>
            <w:r w:rsidRPr="00EC51CE">
              <w:rPr>
                <w:sz w:val="20"/>
                <w:szCs w:val="22"/>
                <w:lang w:eastAsia="en-AU"/>
              </w:rPr>
              <w:lastRenderedPageBreak/>
              <w:t>Ensure safety signs in the workshop are followed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336738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14968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3C46E6A" w14:textId="0EE85AD0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53B59B3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3D7558F8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71F1D294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23BD4C7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6BDB9052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5268CD9F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1EC81C03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476F229E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205145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195B43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3B9A088" w14:textId="643B4BCC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7B65DAF7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5CB9CC2D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4C9EF07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65DBF45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5788F397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3E87B861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31E881DC" w14:textId="38D30FDA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1413ED3F" w14:textId="77777777" w:rsidR="005E3A12" w:rsidRDefault="005E3A12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1513651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8F682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FC9A032" w14:textId="21D51836" w:rsidR="00CB6F27" w:rsidRPr="00EC51CE" w:rsidRDefault="00CB6F27" w:rsidP="00CB6F27">
            <w:pPr>
              <w:rPr>
                <w:i/>
                <w:sz w:val="20"/>
                <w:szCs w:val="22"/>
                <w:lang w:eastAsia="en-A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509651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3A23F8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96616DC" w14:textId="279D673F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1AC5A07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6928A242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6C61FB9F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43F766A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430701B5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04997D8A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33A8C81C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40B7BFEF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-403680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00524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8C695BF" w14:textId="71111AC2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37069DB6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22D35163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0164AC67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69168420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6F27A7D8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2BCDDB4B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0447D7E5" w14:textId="58CAE273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7A5E2A98" w14:textId="77777777" w:rsidR="005E3A12" w:rsidRDefault="005E3A12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-1193843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7E82C8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4B1A5D3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37273C16" w14:textId="24D7589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746E6FEB" w14:textId="77777777" w:rsidR="005034D7" w:rsidRDefault="005034D7" w:rsidP="00CB6F27">
            <w:pPr>
              <w:rPr>
                <w:sz w:val="20"/>
                <w:szCs w:val="22"/>
                <w:lang w:eastAsia="en-AU"/>
              </w:rPr>
            </w:pPr>
          </w:p>
          <w:p w14:paraId="15135D2F" w14:textId="6857D925" w:rsidR="00CB6F27" w:rsidRPr="00EC51CE" w:rsidRDefault="00CB6F27" w:rsidP="00CB6F27">
            <w:pPr>
              <w:rPr>
                <w:i/>
                <w:sz w:val="20"/>
                <w:szCs w:val="22"/>
                <w:lang w:eastAsia="en-AU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top"/>
          </w:tcPr>
          <w:p w14:paraId="6127C63B" w14:textId="77777777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lastRenderedPageBreak/>
              <w:t>Listens to explanation of the manual handling activity using the opportunity to check and clarify any of the task related information</w:t>
            </w:r>
          </w:p>
          <w:p w14:paraId="4DEC9E39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Question</w:t>
            </w:r>
          </w:p>
          <w:p w14:paraId="097ED3EA" w14:textId="77777777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What is the weight of the object to be lifted?</w:t>
            </w:r>
          </w:p>
          <w:p w14:paraId="61947E5D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Response</w:t>
            </w:r>
          </w:p>
          <w:p w14:paraId="18C0A522" w14:textId="77777777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Approximately 15kg</w:t>
            </w:r>
          </w:p>
          <w:p w14:paraId="318BB9AE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Question</w:t>
            </w:r>
          </w:p>
          <w:p w14:paraId="585F281E" w14:textId="77777777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Where do the barricades need to be erected?</w:t>
            </w:r>
          </w:p>
          <w:p w14:paraId="5592F3EB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Response</w:t>
            </w:r>
          </w:p>
          <w:p w14:paraId="01A4633B" w14:textId="77777777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 xml:space="preserve">Where access to the transportation path is to be restricted </w:t>
            </w:r>
          </w:p>
          <w:p w14:paraId="25B67B34" w14:textId="77777777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Listens to the instruction provided on the safe working practices involved for the 2 wheel trolley use</w:t>
            </w:r>
          </w:p>
          <w:p w14:paraId="64A13DF6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Question</w:t>
            </w:r>
          </w:p>
          <w:p w14:paraId="18D2F42D" w14:textId="77777777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What are two (2) checks required before using the trolley?</w:t>
            </w:r>
          </w:p>
          <w:p w14:paraId="6FEE306C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Response</w:t>
            </w:r>
          </w:p>
          <w:p w14:paraId="1FC4836A" w14:textId="77777777" w:rsidR="00CB6F27" w:rsidRPr="00EC51CE" w:rsidRDefault="00CB6F27" w:rsidP="00CB6F27">
            <w:p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Tyres, Capacity, Frame, wheel bearing/rotation</w:t>
            </w:r>
          </w:p>
          <w:p w14:paraId="50F24DCD" w14:textId="77777777" w:rsidR="00CB6F27" w:rsidRPr="00EC51CE" w:rsidRDefault="00CB6F27" w:rsidP="00CB6F27">
            <w:pPr>
              <w:rPr>
                <w:b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Question</w:t>
            </w:r>
          </w:p>
          <w:p w14:paraId="7A9F9892" w14:textId="77777777" w:rsidR="00CB6F27" w:rsidRPr="00EC51CE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Is the trolley suitable for the planned manual handling task?</w:t>
            </w:r>
          </w:p>
          <w:p w14:paraId="57AD16D8" w14:textId="77777777" w:rsidR="00CB6F27" w:rsidRPr="00EC51CE" w:rsidRDefault="00CB6F27" w:rsidP="00CB6F27">
            <w:p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b/>
                <w:sz w:val="20"/>
                <w:szCs w:val="22"/>
                <w:lang w:eastAsia="en-AU"/>
              </w:rPr>
              <w:t>Response</w:t>
            </w:r>
          </w:p>
          <w:p w14:paraId="26523569" w14:textId="0E5ED2F5" w:rsidR="00CB6F27" w:rsidRDefault="00CB6F2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 xml:space="preserve">Yes </w:t>
            </w:r>
          </w:p>
          <w:p w14:paraId="66CFB7B3" w14:textId="77777777" w:rsidR="005034D7" w:rsidRPr="00EC51CE" w:rsidRDefault="005034D7" w:rsidP="00CB6F27">
            <w:pPr>
              <w:ind w:left="360"/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</w:p>
          <w:p w14:paraId="3AD7C7EC" w14:textId="77777777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lastRenderedPageBreak/>
              <w:t>Safety signs in the workshop are followed and could include:</w:t>
            </w:r>
          </w:p>
          <w:p w14:paraId="031D8D38" w14:textId="3D930042" w:rsidR="00CB6F27" w:rsidRPr="00EC51CE" w:rsidRDefault="00CB6F27" w:rsidP="00CB6F27">
            <w:pPr>
              <w:pStyle w:val="ListParagraph"/>
              <w:numPr>
                <w:ilvl w:val="1"/>
                <w:numId w:val="28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Eye protection required</w:t>
            </w:r>
          </w:p>
          <w:p w14:paraId="1FBF40B6" w14:textId="48FDF000" w:rsidR="00CB6F27" w:rsidRDefault="00CB6F27" w:rsidP="00CB6F27">
            <w:pPr>
              <w:pStyle w:val="ListParagraph"/>
              <w:numPr>
                <w:ilvl w:val="1"/>
                <w:numId w:val="28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Hearing protection required</w:t>
            </w:r>
          </w:p>
          <w:p w14:paraId="50ECF9F4" w14:textId="2312519E" w:rsidR="00CB6F27" w:rsidRDefault="00CB6F27" w:rsidP="00CB6F27">
            <w:pPr>
              <w:pStyle w:val="ListParagraph"/>
              <w:numPr>
                <w:ilvl w:val="1"/>
                <w:numId w:val="28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Steel cap Footwear</w:t>
            </w:r>
          </w:p>
          <w:p w14:paraId="22EA7E56" w14:textId="7C942D00" w:rsidR="00CB6F27" w:rsidRPr="005034D7" w:rsidRDefault="00CB6F27" w:rsidP="00CB6F27">
            <w:pPr>
              <w:pStyle w:val="ListParagraph"/>
              <w:numPr>
                <w:ilvl w:val="1"/>
                <w:numId w:val="28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Hi-Vis vest/clothing</w:t>
            </w:r>
          </w:p>
        </w:tc>
      </w:tr>
      <w:tr w:rsidR="00314A1D" w:rsidRPr="00EC51CE" w14:paraId="0FF79AC7" w14:textId="77777777" w:rsidTr="005034D7">
        <w:trPr>
          <w:trHeight w:val="1701"/>
        </w:trPr>
        <w:tc>
          <w:tcPr>
            <w:tcW w:w="843" w:type="dxa"/>
            <w:vAlign w:val="top"/>
          </w:tcPr>
          <w:p w14:paraId="35449623" w14:textId="681C6C14" w:rsidR="00314A1D" w:rsidRPr="00EC51CE" w:rsidRDefault="00314A1D" w:rsidP="00CB6F27">
            <w:pPr>
              <w:jc w:val="center"/>
              <w:rPr>
                <w:sz w:val="20"/>
                <w:szCs w:val="22"/>
                <w:lang w:eastAsia="en-AU"/>
              </w:rPr>
            </w:pPr>
            <w:r>
              <w:rPr>
                <w:sz w:val="20"/>
                <w:szCs w:val="22"/>
                <w:lang w:eastAsia="en-AU"/>
              </w:rPr>
              <w:lastRenderedPageBreak/>
              <w:t>2</w:t>
            </w:r>
          </w:p>
        </w:tc>
        <w:tc>
          <w:tcPr>
            <w:tcW w:w="4402" w:type="dxa"/>
            <w:tcBorders>
              <w:top w:val="single" w:sz="4" w:space="0" w:color="auto"/>
            </w:tcBorders>
            <w:vAlign w:val="top"/>
          </w:tcPr>
          <w:p w14:paraId="2573E29B" w14:textId="77777777" w:rsidR="00314A1D" w:rsidRDefault="00314A1D" w:rsidP="00314A1D">
            <w:pPr>
              <w:rPr>
                <w:b/>
                <w:sz w:val="22"/>
                <w:szCs w:val="18"/>
                <w:lang w:eastAsia="en-AU"/>
              </w:rPr>
            </w:pPr>
            <w:r>
              <w:rPr>
                <w:b/>
                <w:sz w:val="22"/>
                <w:szCs w:val="18"/>
                <w:lang w:eastAsia="en-AU"/>
              </w:rPr>
              <w:t>Carry out a Risk Assessment</w:t>
            </w:r>
          </w:p>
          <w:p w14:paraId="23408480" w14:textId="69C924A1" w:rsidR="00314A1D" w:rsidRPr="00314A1D" w:rsidRDefault="00314A1D" w:rsidP="00314A1D">
            <w:pPr>
              <w:rPr>
                <w:sz w:val="20"/>
                <w:szCs w:val="22"/>
                <w:lang w:eastAsia="en-AU"/>
              </w:rPr>
            </w:pPr>
            <w:r w:rsidRPr="00462A07">
              <w:rPr>
                <w:sz w:val="22"/>
                <w:szCs w:val="18"/>
                <w:lang w:eastAsia="en-AU"/>
              </w:rPr>
              <w:t>Complete the Job Safety Analysis (JSEA) on the template provided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341364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5834D3" w14:textId="77777777" w:rsidR="00314A1D" w:rsidRDefault="00314A1D" w:rsidP="00314A1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D27D66C" w14:textId="77777777" w:rsidR="00314A1D" w:rsidRDefault="00314A1D" w:rsidP="00D769BF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768456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6B711F" w14:textId="77777777" w:rsidR="00314A1D" w:rsidRDefault="00314A1D" w:rsidP="00314A1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C59E8B6" w14:textId="77777777" w:rsidR="00314A1D" w:rsidRDefault="00314A1D" w:rsidP="00D769BF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top"/>
          </w:tcPr>
          <w:p w14:paraId="20419B82" w14:textId="59C48BA8" w:rsidR="00314A1D" w:rsidRPr="00EC51CE" w:rsidRDefault="00314A1D" w:rsidP="00926CCA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</w:pPr>
            <w: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 xml:space="preserve">Refer to </w:t>
            </w:r>
            <w:r w:rsidR="00926CCA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 xml:space="preserve">the </w:t>
            </w:r>
            <w: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completed sample</w:t>
            </w:r>
            <w:r w:rsidR="00926CCA"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 xml:space="preserve"> benchmark </w:t>
            </w:r>
            <w:r>
              <w:rPr>
                <w:i/>
                <w:color w:val="808080" w:themeColor="background1" w:themeShade="80"/>
                <w:sz w:val="20"/>
                <w:szCs w:val="22"/>
                <w:lang w:eastAsia="en-AU"/>
              </w:rPr>
              <w:t>JSEA supplied</w:t>
            </w:r>
          </w:p>
        </w:tc>
      </w:tr>
      <w:tr w:rsidR="00CB6F27" w:rsidRPr="00EC51CE" w14:paraId="6C2E6D49" w14:textId="77777777" w:rsidTr="005034D7">
        <w:tc>
          <w:tcPr>
            <w:tcW w:w="843" w:type="dxa"/>
            <w:vAlign w:val="top"/>
          </w:tcPr>
          <w:p w14:paraId="3269876D" w14:textId="6EBB34A7" w:rsidR="00CB6F27" w:rsidRPr="00EC51CE" w:rsidRDefault="00CB6F27" w:rsidP="00CB6F27">
            <w:pPr>
              <w:jc w:val="center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lastRenderedPageBreak/>
              <w:t>3</w:t>
            </w:r>
          </w:p>
        </w:tc>
        <w:tc>
          <w:tcPr>
            <w:tcW w:w="4402" w:type="dxa"/>
            <w:vAlign w:val="top"/>
          </w:tcPr>
          <w:p w14:paraId="7F4B317C" w14:textId="77777777" w:rsidR="00CB6F27" w:rsidRPr="00CB6F27" w:rsidRDefault="00CB6F27" w:rsidP="00CB6F27">
            <w:pPr>
              <w:rPr>
                <w:b/>
                <w:sz w:val="22"/>
                <w:szCs w:val="18"/>
                <w:lang w:eastAsia="en-AU"/>
              </w:rPr>
            </w:pPr>
            <w:r w:rsidRPr="00CB6F27">
              <w:rPr>
                <w:b/>
                <w:sz w:val="22"/>
                <w:szCs w:val="18"/>
                <w:lang w:eastAsia="en-AU"/>
              </w:rPr>
              <w:t xml:space="preserve">Select Equipment </w:t>
            </w:r>
          </w:p>
          <w:p w14:paraId="5D706E43" w14:textId="42108CEB" w:rsidR="005A7A4D" w:rsidRPr="005A7A4D" w:rsidRDefault="00CB6F27" w:rsidP="005A7A4D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18"/>
                <w:lang w:eastAsia="en-AU"/>
              </w:rPr>
            </w:pPr>
            <w:r w:rsidRPr="00CB6F27">
              <w:rPr>
                <w:sz w:val="22"/>
                <w:szCs w:val="18"/>
                <w:lang w:eastAsia="en-AU"/>
              </w:rPr>
              <w:t>Follow safe work practices</w:t>
            </w:r>
          </w:p>
          <w:p w14:paraId="728DA702" w14:textId="55A3CA35" w:rsidR="005A7A4D" w:rsidRPr="005A7A4D" w:rsidRDefault="00CB6F27" w:rsidP="005A7A4D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18"/>
                <w:lang w:eastAsia="en-AU"/>
              </w:rPr>
            </w:pPr>
            <w:r w:rsidRPr="00CB6F27">
              <w:rPr>
                <w:sz w:val="22"/>
                <w:szCs w:val="18"/>
                <w:lang w:eastAsia="en-AU"/>
              </w:rPr>
              <w:t xml:space="preserve">Maintain a safe and clean workplace </w:t>
            </w:r>
          </w:p>
          <w:p w14:paraId="24BB7E9C" w14:textId="77777777" w:rsidR="005A7A4D" w:rsidRDefault="00CB6F27" w:rsidP="005A7A4D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18"/>
                <w:lang w:eastAsia="en-AU"/>
              </w:rPr>
            </w:pPr>
            <w:r w:rsidRPr="00CB6F27">
              <w:rPr>
                <w:sz w:val="22"/>
                <w:szCs w:val="18"/>
                <w:lang w:eastAsia="en-AU"/>
              </w:rPr>
              <w:t xml:space="preserve">Establish the barricade at its required location as specified in d) of the scenario </w:t>
            </w:r>
          </w:p>
          <w:p w14:paraId="427AFB83" w14:textId="68872C4D" w:rsidR="00CB6F27" w:rsidRPr="005A7A4D" w:rsidRDefault="00CB6F27" w:rsidP="005A7A4D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18"/>
                <w:lang w:eastAsia="en-AU"/>
              </w:rPr>
            </w:pPr>
            <w:r w:rsidRPr="005A7A4D">
              <w:rPr>
                <w:sz w:val="22"/>
                <w:szCs w:val="18"/>
                <w:lang w:eastAsia="en-AU"/>
              </w:rPr>
              <w:t>Move the trolley to where it is required for the first lift.</w:t>
            </w:r>
          </w:p>
          <w:p w14:paraId="7E7A2067" w14:textId="1F4D3420" w:rsidR="00CB6F27" w:rsidRPr="00EC51CE" w:rsidRDefault="00CB6F27" w:rsidP="00CB6F27">
            <w:pPr>
              <w:rPr>
                <w:sz w:val="20"/>
                <w:szCs w:val="18"/>
                <w:lang w:eastAsia="en-AU"/>
              </w:rPr>
            </w:pPr>
          </w:p>
        </w:tc>
        <w:tc>
          <w:tcPr>
            <w:tcW w:w="567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82765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969970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3F3E4E17" w14:textId="4AAC4C14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0D94B64A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3A4EC2DF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4F8D8B43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307374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7AFBE0" w14:textId="77777777" w:rsidR="00D769BF" w:rsidRPr="00D769BF" w:rsidRDefault="00D769BF" w:rsidP="00D769BF">
                <w:r w:rsidRPr="00D769BF">
                  <w:rPr>
                    <w:rFonts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9F1BA35" w14:textId="3593A182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0907066E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56FE006C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3270406D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21E352E8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356FFC23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936633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4091D3" w14:textId="77777777" w:rsidR="00D769BF" w:rsidRPr="00D769BF" w:rsidRDefault="00D769BF" w:rsidP="00D769BF">
                <w:r w:rsidRPr="00D769BF">
                  <w:rPr>
                    <w:rFonts w:ascii="Segoe UI Symbol" w:hAnsi="Segoe UI Symbol" w:cs="Segoe UI Symbol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3ABE9482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2E3A01C3" w14:textId="45085901" w:rsidR="00CB6F27" w:rsidRPr="005A7A4D" w:rsidRDefault="00CB6F27" w:rsidP="00CB6F27">
            <w:pPr>
              <w:rPr>
                <w:sz w:val="20"/>
                <w:szCs w:val="22"/>
                <w:lang w:eastAsia="en-AU"/>
              </w:rPr>
            </w:pPr>
          </w:p>
        </w:tc>
        <w:tc>
          <w:tcPr>
            <w:tcW w:w="567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3977119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94CF41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78AEBF5" w14:textId="374E2F61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53FD1426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55B862F8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77B4F320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1965231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EB3C8F" w14:textId="77777777" w:rsidR="00D769BF" w:rsidRPr="00D769BF" w:rsidRDefault="00D769BF" w:rsidP="00D769BF">
                <w:r w:rsidRPr="00D769BF">
                  <w:rPr>
                    <w:rFonts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EE6E0AC" w14:textId="7DB8C6D4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446C5125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3F29AE4C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32A89481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5B4EC688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47384675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46678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F21C5A" w14:textId="77777777" w:rsidR="00D769BF" w:rsidRPr="00D769BF" w:rsidRDefault="00D769BF" w:rsidP="00D769BF">
                <w:r w:rsidRPr="00D769BF">
                  <w:rPr>
                    <w:rFonts w:ascii="Segoe UI Symbol" w:hAnsi="Segoe UI Symbol" w:cs="Segoe UI Symbol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57E1E23" w14:textId="77777777" w:rsidR="005A7A4D" w:rsidRDefault="005A7A4D" w:rsidP="00CB6F27">
            <w:pPr>
              <w:rPr>
                <w:sz w:val="20"/>
                <w:szCs w:val="22"/>
                <w:lang w:eastAsia="en-AU"/>
              </w:rPr>
            </w:pPr>
          </w:p>
          <w:p w14:paraId="02625083" w14:textId="3CD8FA18" w:rsidR="00CB6F27" w:rsidRPr="00EC51CE" w:rsidRDefault="00CB6F27" w:rsidP="00CB6F27">
            <w:pPr>
              <w:rPr>
                <w:sz w:val="20"/>
                <w:szCs w:val="18"/>
                <w:lang w:eastAsia="en-AU"/>
              </w:rPr>
            </w:pPr>
          </w:p>
        </w:tc>
        <w:tc>
          <w:tcPr>
            <w:tcW w:w="7938" w:type="dxa"/>
            <w:vAlign w:val="top"/>
          </w:tcPr>
          <w:p w14:paraId="47578EB0" w14:textId="4774E7A5" w:rsidR="00CB6F27" w:rsidRPr="00CB6F27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Follow safe work practices</w:t>
            </w:r>
          </w:p>
          <w:p w14:paraId="3585687B" w14:textId="51DA9887" w:rsidR="00CB6F27" w:rsidRPr="00CB6F27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Wears PPE correctly</w:t>
            </w:r>
          </w:p>
          <w:p w14:paraId="4A1A5A12" w14:textId="52005B0C" w:rsidR="00CB6F27" w:rsidRPr="00CB6F27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Walks in designated walkways where possible</w:t>
            </w:r>
          </w:p>
          <w:p w14:paraId="72B1BF63" w14:textId="149EDC68" w:rsidR="00CB6F27" w:rsidRPr="00CB6F27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Stays away from operating machinery</w:t>
            </w:r>
          </w:p>
          <w:p w14:paraId="6E97D050" w14:textId="475F4EDD" w:rsidR="00CB6F27" w:rsidRPr="00CB6F27" w:rsidRDefault="00CB6F27" w:rsidP="00CB6F27">
            <w:pPr>
              <w:pStyle w:val="ListParagraph"/>
              <w:numPr>
                <w:ilvl w:val="0"/>
                <w:numId w:val="29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 xml:space="preserve">Does not disturb other students </w:t>
            </w:r>
          </w:p>
          <w:p w14:paraId="0509C60A" w14:textId="66B6D429" w:rsidR="00CB6F27" w:rsidRPr="00CB6F27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Maintain a safe and clean workplace</w:t>
            </w:r>
            <w:r w:rsidR="005A7A4D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 xml:space="preserve"> </w:t>
            </w: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 xml:space="preserve"> </w:t>
            </w:r>
          </w:p>
          <w:p w14:paraId="5E895C5F" w14:textId="4C9A5A9E" w:rsidR="00CB6F27" w:rsidRPr="00CB6F27" w:rsidRDefault="00CB6F27" w:rsidP="00CB6F27">
            <w:pPr>
              <w:pStyle w:val="ListParagraph"/>
              <w:numPr>
                <w:ilvl w:val="0"/>
                <w:numId w:val="30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 xml:space="preserve">Erects barricade in the appropriate location which clearly indicates restricted entry </w:t>
            </w:r>
          </w:p>
          <w:p w14:paraId="06B94986" w14:textId="3325E7BD" w:rsidR="00CB6F27" w:rsidRPr="00CB6F27" w:rsidRDefault="00CB6F27" w:rsidP="00CB6F27">
            <w:pPr>
              <w:pStyle w:val="ListParagraph"/>
              <w:numPr>
                <w:ilvl w:val="0"/>
                <w:numId w:val="30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Ensures barricade tapes and signage are placed in an organised manner</w:t>
            </w:r>
          </w:p>
          <w:p w14:paraId="2B64AB8E" w14:textId="3367D1C6" w:rsidR="00CB6F27" w:rsidRPr="00CB6F27" w:rsidRDefault="00CB6F27" w:rsidP="00CB6F27">
            <w:pPr>
              <w:pStyle w:val="ListParagraph"/>
              <w:numPr>
                <w:ilvl w:val="0"/>
                <w:numId w:val="30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Clean, lift and transport areas of any debris that may be a slip or trip hazard</w:t>
            </w:r>
          </w:p>
          <w:p w14:paraId="1AA3288F" w14:textId="53BA79D1" w:rsidR="00CB6F27" w:rsidRPr="00CB6F27" w:rsidRDefault="00CB6F27" w:rsidP="00CB6F27">
            <w:pPr>
              <w:pStyle w:val="ListParagraph"/>
              <w:numPr>
                <w:ilvl w:val="0"/>
                <w:numId w:val="30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Move items of equipment that are restriction access to lift or transport route</w:t>
            </w:r>
          </w:p>
          <w:p w14:paraId="01F60822" w14:textId="123C7E80" w:rsidR="00CB6F27" w:rsidRPr="00CB6F27" w:rsidRDefault="00CB6F27" w:rsidP="00CB6F27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Move the trolley to where it is required for the first lift.</w:t>
            </w:r>
          </w:p>
          <w:p w14:paraId="26F1DA0E" w14:textId="77777777" w:rsidR="00CB6F27" w:rsidRPr="00CB6F27" w:rsidRDefault="00CB6F27" w:rsidP="00CB6F27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 xml:space="preserve">Trolley is kept under control with 2 wheels on the ground, </w:t>
            </w:r>
          </w:p>
          <w:p w14:paraId="35CDB816" w14:textId="47F85A32" w:rsidR="00CB6F27" w:rsidRPr="00CB6F27" w:rsidRDefault="00CB6F27" w:rsidP="00CB6F27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>Trolley is steered using 2 hands to control direction</w:t>
            </w:r>
          </w:p>
          <w:p w14:paraId="1D58A13D" w14:textId="70AAFD16" w:rsidR="00CB6F27" w:rsidRPr="005034D7" w:rsidRDefault="00CB6F27" w:rsidP="00CB6F27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</w:pPr>
            <w:r w:rsidRPr="00CB6F27">
              <w:rPr>
                <w:i/>
                <w:color w:val="808080" w:themeColor="background1" w:themeShade="80"/>
                <w:sz w:val="22"/>
                <w:szCs w:val="18"/>
                <w:lang w:eastAsia="en-AU"/>
              </w:rPr>
              <w:t xml:space="preserve">Trolley is kept to a walking pace speed </w:t>
            </w:r>
          </w:p>
        </w:tc>
      </w:tr>
    </w:tbl>
    <w:p w14:paraId="48351562" w14:textId="0AAFC446" w:rsidR="004111D6" w:rsidRDefault="004111D6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tbl>
      <w:tblPr>
        <w:tblStyle w:val="TableGrid"/>
        <w:tblW w:w="14170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Caption w:val="Observation Checklist"/>
        <w:tblDescription w:val="Observation Checklist"/>
      </w:tblPr>
      <w:tblGrid>
        <w:gridCol w:w="696"/>
        <w:gridCol w:w="5111"/>
        <w:gridCol w:w="567"/>
        <w:gridCol w:w="709"/>
        <w:gridCol w:w="7087"/>
      </w:tblGrid>
      <w:tr w:rsidR="00E5366A" w14:paraId="27AFA20C" w14:textId="77777777" w:rsidTr="00DF1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96" w:type="dxa"/>
          </w:tcPr>
          <w:p w14:paraId="59E8C5F0" w14:textId="77777777" w:rsidR="004111D6" w:rsidRPr="006C14BF" w:rsidRDefault="004111D6" w:rsidP="00F731C4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lastRenderedPageBreak/>
              <w:t>Task #</w:t>
            </w:r>
          </w:p>
        </w:tc>
        <w:tc>
          <w:tcPr>
            <w:tcW w:w="5111" w:type="dxa"/>
          </w:tcPr>
          <w:p w14:paraId="51FE6FF6" w14:textId="77777777" w:rsidR="004111D6" w:rsidRPr="006C14BF" w:rsidRDefault="004111D6" w:rsidP="00F731C4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Task/Activity</w:t>
            </w:r>
            <w:r>
              <w:rPr>
                <w:lang w:eastAsia="en-AU"/>
              </w:rPr>
              <w:t xml:space="preserve"> Performed</w:t>
            </w:r>
          </w:p>
        </w:tc>
        <w:tc>
          <w:tcPr>
            <w:tcW w:w="567" w:type="dxa"/>
          </w:tcPr>
          <w:p w14:paraId="291A2029" w14:textId="77777777" w:rsidR="004111D6" w:rsidRPr="006C14BF" w:rsidRDefault="004111D6" w:rsidP="00F731C4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S</w:t>
            </w:r>
          </w:p>
        </w:tc>
        <w:tc>
          <w:tcPr>
            <w:tcW w:w="709" w:type="dxa"/>
          </w:tcPr>
          <w:p w14:paraId="6A509F08" w14:textId="77777777" w:rsidR="004111D6" w:rsidRPr="006C14BF" w:rsidRDefault="004111D6" w:rsidP="00F731C4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U/S</w:t>
            </w:r>
          </w:p>
        </w:tc>
        <w:tc>
          <w:tcPr>
            <w:tcW w:w="7087" w:type="dxa"/>
          </w:tcPr>
          <w:p w14:paraId="31F1E374" w14:textId="77777777" w:rsidR="004111D6" w:rsidRPr="00F92345" w:rsidRDefault="004111D6" w:rsidP="00F731C4">
            <w:pPr>
              <w:jc w:val="center"/>
              <w:rPr>
                <w:lang w:eastAsia="en-AU"/>
              </w:rPr>
            </w:pPr>
            <w:r w:rsidRPr="00F92345">
              <w:rPr>
                <w:lang w:eastAsia="en-AU"/>
              </w:rPr>
              <w:t>Assessor Comments</w:t>
            </w:r>
            <w:r w:rsidRPr="00F92345">
              <w:rPr>
                <w:lang w:eastAsia="en-AU"/>
              </w:rPr>
              <w:br/>
            </w:r>
            <w:r w:rsidRPr="00F92345">
              <w:rPr>
                <w:sz w:val="18"/>
                <w:lang w:eastAsia="en-AU"/>
              </w:rPr>
              <w:t>(D</w:t>
            </w:r>
            <w:r w:rsidRPr="00F92345">
              <w:rPr>
                <w:sz w:val="18"/>
                <w:szCs w:val="18"/>
                <w:lang w:eastAsia="en-AU"/>
              </w:rPr>
              <w:t>escribe the student’s ability in demonstrating the required skills and knowledge)</w:t>
            </w:r>
          </w:p>
        </w:tc>
      </w:tr>
      <w:tr w:rsidR="00CB6F27" w:rsidRPr="00EC51CE" w14:paraId="052FE11B" w14:textId="77777777" w:rsidTr="00DF1CEA">
        <w:tc>
          <w:tcPr>
            <w:tcW w:w="696" w:type="dxa"/>
            <w:vAlign w:val="top"/>
          </w:tcPr>
          <w:p w14:paraId="17E87616" w14:textId="1D191912" w:rsidR="00CB6F27" w:rsidRPr="00EC51CE" w:rsidRDefault="00CB6F27" w:rsidP="00CB6F27">
            <w:pPr>
              <w:spacing w:after="0"/>
              <w:jc w:val="center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4</w:t>
            </w:r>
          </w:p>
        </w:tc>
        <w:tc>
          <w:tcPr>
            <w:tcW w:w="5111" w:type="dxa"/>
            <w:vAlign w:val="top"/>
          </w:tcPr>
          <w:p w14:paraId="13E3A7F4" w14:textId="1A3DB22E" w:rsidR="00CB6F27" w:rsidRPr="00EC51CE" w:rsidRDefault="00CB6F27" w:rsidP="00CB6F27">
            <w:pPr>
              <w:spacing w:after="0"/>
              <w:rPr>
                <w:b/>
                <w:sz w:val="20"/>
                <w:szCs w:val="18"/>
                <w:lang w:eastAsia="en-AU"/>
              </w:rPr>
            </w:pPr>
            <w:r w:rsidRPr="00EC51CE">
              <w:rPr>
                <w:b/>
                <w:sz w:val="20"/>
                <w:szCs w:val="18"/>
                <w:lang w:eastAsia="en-AU"/>
              </w:rPr>
              <w:t>Carry out Lifts and Transportation</w:t>
            </w:r>
          </w:p>
          <w:p w14:paraId="0CF548F8" w14:textId="77777777" w:rsidR="00CB6F27" w:rsidRPr="00EC51CE" w:rsidRDefault="00CB6F27" w:rsidP="00CB6F27">
            <w:pPr>
              <w:spacing w:after="0"/>
              <w:rPr>
                <w:b/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b/>
                <w:sz w:val="20"/>
                <w:szCs w:val="18"/>
                <w:lang w:eastAsia="en-AU"/>
              </w:rPr>
              <w:t>Follow correct lifting practices</w:t>
            </w:r>
          </w:p>
          <w:p w14:paraId="4104C4F9" w14:textId="6113C5FE" w:rsidR="00CB6F27" w:rsidRPr="00EC51CE" w:rsidRDefault="00CB6F27" w:rsidP="00CB6F27">
            <w:pPr>
              <w:pStyle w:val="ListParagraph"/>
              <w:numPr>
                <w:ilvl w:val="0"/>
                <w:numId w:val="15"/>
              </w:numPr>
              <w:spacing w:after="0"/>
              <w:rPr>
                <w:i/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Plan the lift and check the weight of object</w:t>
            </w:r>
          </w:p>
          <w:p w14:paraId="45546DA1" w14:textId="77777777" w:rsidR="00CB6F27" w:rsidRPr="00EC51CE" w:rsidRDefault="00CB6F27" w:rsidP="00CB6F27">
            <w:pPr>
              <w:pStyle w:val="ListParagraph"/>
              <w:numPr>
                <w:ilvl w:val="0"/>
                <w:numId w:val="15"/>
              </w:numPr>
              <w:spacing w:after="0"/>
              <w:rPr>
                <w:i/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 xml:space="preserve">Position the feet apart and face the object </w:t>
            </w:r>
          </w:p>
          <w:p w14:paraId="784D9052" w14:textId="77777777" w:rsidR="00CB6F27" w:rsidRPr="00EC51CE" w:rsidRDefault="00CB6F27" w:rsidP="00CB6F27">
            <w:pPr>
              <w:pStyle w:val="ListParagraph"/>
              <w:numPr>
                <w:ilvl w:val="0"/>
                <w:numId w:val="15"/>
              </w:numPr>
              <w:spacing w:after="0"/>
              <w:rPr>
                <w:i/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Get a firm and secure grip</w:t>
            </w:r>
          </w:p>
          <w:p w14:paraId="055C75A2" w14:textId="77777777" w:rsidR="00CB6F27" w:rsidRPr="00EC51CE" w:rsidRDefault="00CB6F27" w:rsidP="00CB6F27">
            <w:pPr>
              <w:pStyle w:val="ListParagraph"/>
              <w:numPr>
                <w:ilvl w:val="0"/>
                <w:numId w:val="15"/>
              </w:numPr>
              <w:spacing w:after="0"/>
              <w:rPr>
                <w:i/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Keep the back straight and lift with leg muscles</w:t>
            </w:r>
          </w:p>
          <w:p w14:paraId="4771E687" w14:textId="17172BE8" w:rsidR="00CB6F27" w:rsidRPr="00EC51CE" w:rsidRDefault="00CB6F27" w:rsidP="00CB6F27">
            <w:pPr>
              <w:pStyle w:val="ListParagraph"/>
              <w:numPr>
                <w:ilvl w:val="0"/>
                <w:numId w:val="15"/>
              </w:numPr>
              <w:spacing w:after="0"/>
              <w:rPr>
                <w:i/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Turn body using feet to where the object will be re-positioned (to trolley or shelving)</w:t>
            </w:r>
          </w:p>
          <w:p w14:paraId="4A926C8B" w14:textId="44BA24D5" w:rsidR="00CB6F27" w:rsidRPr="00EC51CE" w:rsidRDefault="00CB6F27" w:rsidP="00CB6F27">
            <w:pPr>
              <w:pStyle w:val="ListParagraph"/>
              <w:numPr>
                <w:ilvl w:val="0"/>
                <w:numId w:val="15"/>
              </w:numPr>
              <w:spacing w:after="0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 xml:space="preserve">Raise or lower load to waist height keeping the back straight and bending the knees </w:t>
            </w:r>
          </w:p>
          <w:p w14:paraId="32B4C1DD" w14:textId="1A4B8354" w:rsidR="00CB6F27" w:rsidRPr="00EC51CE" w:rsidRDefault="00CB6F27" w:rsidP="00CB6F27">
            <w:pPr>
              <w:spacing w:after="0"/>
              <w:rPr>
                <w:b/>
                <w:sz w:val="20"/>
                <w:szCs w:val="18"/>
                <w:lang w:eastAsia="en-AU"/>
              </w:rPr>
            </w:pPr>
            <w:r w:rsidRPr="00EC51CE">
              <w:rPr>
                <w:b/>
                <w:sz w:val="20"/>
                <w:szCs w:val="18"/>
                <w:lang w:eastAsia="en-AU"/>
              </w:rPr>
              <w:t>Follow correct transportation practices</w:t>
            </w:r>
          </w:p>
          <w:p w14:paraId="5DF9FE96" w14:textId="3C4A2BC7" w:rsidR="00CB6F27" w:rsidRPr="00EC51CE" w:rsidRDefault="00CB6F27" w:rsidP="00CB6F27">
            <w:pPr>
              <w:pStyle w:val="ListParagraph"/>
              <w:numPr>
                <w:ilvl w:val="0"/>
                <w:numId w:val="16"/>
              </w:numPr>
              <w:spacing w:after="0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Ensure object is sitting squarely and centrally on trolley</w:t>
            </w:r>
          </w:p>
          <w:p w14:paraId="047E3D59" w14:textId="6DE62BFA" w:rsidR="00CB6F27" w:rsidRPr="00EC51CE" w:rsidRDefault="00CB6F27" w:rsidP="00CB6F27">
            <w:pPr>
              <w:pStyle w:val="ListParagraph"/>
              <w:numPr>
                <w:ilvl w:val="0"/>
                <w:numId w:val="16"/>
              </w:numPr>
              <w:spacing w:after="0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Tilt back trolley towards body and balance load</w:t>
            </w:r>
          </w:p>
          <w:p w14:paraId="32320DA2" w14:textId="48EC0C58" w:rsidR="00CB6F27" w:rsidRPr="00EC51CE" w:rsidRDefault="00CB6F27" w:rsidP="00CB6F27">
            <w:pPr>
              <w:pStyle w:val="ListParagraph"/>
              <w:numPr>
                <w:ilvl w:val="0"/>
                <w:numId w:val="16"/>
              </w:numPr>
              <w:spacing w:after="0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Turn trolley to travel direction using feet and keeping arms straight and close to hips</w:t>
            </w:r>
          </w:p>
          <w:p w14:paraId="22A258FF" w14:textId="5F109C8F" w:rsidR="00CB6F27" w:rsidRPr="00EC51CE" w:rsidRDefault="00CB6F27" w:rsidP="00CB6F27">
            <w:pPr>
              <w:pStyle w:val="ListParagraph"/>
              <w:numPr>
                <w:ilvl w:val="0"/>
                <w:numId w:val="16"/>
              </w:numPr>
              <w:spacing w:after="0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Transport load along planned and designated route</w:t>
            </w:r>
          </w:p>
          <w:p w14:paraId="3ECE3DF9" w14:textId="194C1158" w:rsidR="00CB6F27" w:rsidRPr="00CB6F27" w:rsidRDefault="00CB6F27" w:rsidP="00CB6F27">
            <w:pPr>
              <w:pStyle w:val="ListParagraph"/>
              <w:numPr>
                <w:ilvl w:val="0"/>
                <w:numId w:val="16"/>
              </w:numPr>
              <w:spacing w:after="0"/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Set load to ground by tilting slowly forward</w:t>
            </w:r>
          </w:p>
        </w:tc>
        <w:tc>
          <w:tcPr>
            <w:tcW w:w="567" w:type="dxa"/>
            <w:vAlign w:val="top"/>
          </w:tcPr>
          <w:p w14:paraId="35AD08BE" w14:textId="77777777" w:rsidR="005A7A4D" w:rsidRDefault="005A7A4D" w:rsidP="00CB6F27">
            <w:pPr>
              <w:spacing w:after="0"/>
              <w:rPr>
                <w:i/>
                <w:sz w:val="20"/>
                <w:szCs w:val="18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334714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994C95" w14:textId="77777777" w:rsidR="00D769BF" w:rsidRPr="00D769BF" w:rsidRDefault="00D769BF" w:rsidP="00D769BF">
                <w:r w:rsidRPr="00D769BF">
                  <w:rPr>
                    <w:rFonts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418CB4B" w14:textId="0235C9E9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5DB59886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4A71073A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29387753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34667EE1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6107BF70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1B48A1FC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176787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26B77" w14:textId="77777777" w:rsidR="00D769BF" w:rsidRPr="00D769BF" w:rsidRDefault="00D769BF" w:rsidP="00D769BF">
                <w:r w:rsidRPr="00D769BF">
                  <w:rPr>
                    <w:rFonts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92C3DCC" w14:textId="17928B50" w:rsidR="00CB6F27" w:rsidRPr="00EC51CE" w:rsidRDefault="00CB6F27" w:rsidP="00CB6F27">
            <w:pPr>
              <w:spacing w:after="0"/>
              <w:rPr>
                <w:i/>
                <w:sz w:val="20"/>
                <w:szCs w:val="18"/>
                <w:lang w:eastAsia="en-AU"/>
              </w:rPr>
            </w:pPr>
          </w:p>
        </w:tc>
        <w:tc>
          <w:tcPr>
            <w:tcW w:w="709" w:type="dxa"/>
            <w:vAlign w:val="top"/>
          </w:tcPr>
          <w:p w14:paraId="0859967A" w14:textId="77777777" w:rsidR="005A7A4D" w:rsidRDefault="005A7A4D" w:rsidP="00CB6F27">
            <w:pPr>
              <w:spacing w:after="0"/>
              <w:rPr>
                <w:i/>
                <w:sz w:val="20"/>
                <w:szCs w:val="18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-1065015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146B5D" w14:textId="77777777" w:rsidR="00D769BF" w:rsidRPr="00D769BF" w:rsidRDefault="00D769BF" w:rsidP="00D769BF">
                <w:r w:rsidRPr="00D769BF">
                  <w:rPr>
                    <w:rFonts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34038C4F" w14:textId="40DCAAA1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7546C9D8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24820353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62DDFAB3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7E7F0C2E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5F054A61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p w14:paraId="056BC696" w14:textId="77777777" w:rsidR="005A7A4D" w:rsidRDefault="005A7A4D" w:rsidP="00CB6F27">
            <w:pPr>
              <w:spacing w:after="0"/>
              <w:rPr>
                <w:sz w:val="20"/>
                <w:szCs w:val="22"/>
                <w:lang w:eastAsia="en-AU"/>
              </w:rPr>
            </w:pPr>
          </w:p>
          <w:sdt>
            <w:sdtPr>
              <w:rPr>
                <w:sz w:val="22"/>
                <w:szCs w:val="22"/>
                <w:lang w:eastAsia="en-AU"/>
              </w:rPr>
              <w:id w:val="1296481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2F0376" w14:textId="77777777" w:rsidR="00D769BF" w:rsidRPr="00D769BF" w:rsidRDefault="00D769BF" w:rsidP="00D769BF">
                <w:r w:rsidRPr="00D769BF">
                  <w:rPr>
                    <w:rFonts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14B6167" w14:textId="6C891C51" w:rsidR="00CB6F27" w:rsidRPr="00EC51CE" w:rsidRDefault="00CB6F27" w:rsidP="00CB6F27">
            <w:pPr>
              <w:spacing w:after="0"/>
              <w:rPr>
                <w:i/>
                <w:sz w:val="20"/>
                <w:szCs w:val="18"/>
                <w:lang w:eastAsia="en-AU"/>
              </w:rPr>
            </w:pPr>
          </w:p>
        </w:tc>
        <w:tc>
          <w:tcPr>
            <w:tcW w:w="7087" w:type="dxa"/>
            <w:vAlign w:val="top"/>
          </w:tcPr>
          <w:p w14:paraId="43E458ED" w14:textId="77777777" w:rsidR="00CB6F27" w:rsidRPr="00EC51CE" w:rsidRDefault="00CB6F27" w:rsidP="00CB6F27">
            <w:pPr>
              <w:spacing w:after="0"/>
              <w:rPr>
                <w:b/>
                <w:bCs/>
                <w:color w:val="7F7F7F" w:themeColor="text1" w:themeTint="80"/>
                <w:sz w:val="20"/>
                <w:szCs w:val="18"/>
              </w:rPr>
            </w:pPr>
            <w:r w:rsidRPr="00EC51CE">
              <w:rPr>
                <w:b/>
                <w:bCs/>
                <w:sz w:val="20"/>
                <w:szCs w:val="18"/>
              </w:rPr>
              <w:t>Date of Observation:</w:t>
            </w:r>
            <w:r w:rsidRPr="00EC51CE">
              <w:rPr>
                <w:b/>
                <w:bCs/>
                <w:color w:val="7F7F7F" w:themeColor="text1" w:themeTint="80"/>
                <w:sz w:val="20"/>
                <w:szCs w:val="18"/>
              </w:rPr>
              <w:t xml:space="preserve"> </w:t>
            </w:r>
          </w:p>
          <w:p w14:paraId="5D63548E" w14:textId="111F5ECF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Plans the lift and checks the weight of object is personally manageable</w:t>
            </w:r>
          </w:p>
          <w:p w14:paraId="46AFB7DB" w14:textId="5E29B932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 xml:space="preserve">Positions the feet apart and faces the object </w:t>
            </w:r>
          </w:p>
          <w:p w14:paraId="5E2D3874" w14:textId="653CE909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Gets a firm and secure grip</w:t>
            </w:r>
          </w:p>
          <w:p w14:paraId="07DBA990" w14:textId="2885B76C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Keeps the back straight and lift with leg muscles</w:t>
            </w:r>
          </w:p>
          <w:p w14:paraId="1104B09D" w14:textId="1C2AA58F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Turns body using feet  to where the object will be re-positioned</w:t>
            </w:r>
          </w:p>
          <w:p w14:paraId="68F98A60" w14:textId="3328CB97" w:rsidR="00CB6F27" w:rsidRPr="00CB6F27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 xml:space="preserve">Raises or lower load keeping the back straight and bending the knees </w:t>
            </w:r>
          </w:p>
          <w:p w14:paraId="6055572A" w14:textId="7A9A8A28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Ensures object is sitting squarely and centrally on trolley</w:t>
            </w:r>
          </w:p>
          <w:p w14:paraId="44FDD4A1" w14:textId="72A158CB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Tilts back trolley towards body and balance load</w:t>
            </w:r>
          </w:p>
          <w:p w14:paraId="58D2ED51" w14:textId="23E55635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Turns trolley to travel direction using feet and keeping arms straight and close to hips</w:t>
            </w:r>
          </w:p>
          <w:p w14:paraId="2EE72B8C" w14:textId="0402FCF3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Transports  load along planned and designated route</w:t>
            </w:r>
          </w:p>
          <w:p w14:paraId="757E5BA5" w14:textId="31FAEB1F" w:rsidR="00CB6F27" w:rsidRPr="00EC51CE" w:rsidRDefault="00CB6F27" w:rsidP="00CB6F27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Sets load to ground by tilting slowly forward</w:t>
            </w:r>
          </w:p>
          <w:p w14:paraId="291FD46E" w14:textId="77777777" w:rsidR="00CB6F27" w:rsidRDefault="00CB6F27" w:rsidP="00CB6F27">
            <w:pPr>
              <w:pStyle w:val="ListParagraph"/>
              <w:spacing w:after="0"/>
              <w:rPr>
                <w:i/>
                <w:color w:val="FF0000"/>
                <w:sz w:val="20"/>
                <w:szCs w:val="18"/>
                <w:lang w:eastAsia="en-AU"/>
              </w:rPr>
            </w:pPr>
          </w:p>
          <w:p w14:paraId="0A2F9854" w14:textId="77777777" w:rsidR="00CB6F27" w:rsidRDefault="00CB6F27" w:rsidP="00CB6F27">
            <w:pPr>
              <w:pStyle w:val="ListParagraph"/>
              <w:spacing w:after="0"/>
              <w:rPr>
                <w:i/>
                <w:color w:val="FF0000"/>
                <w:sz w:val="20"/>
                <w:szCs w:val="18"/>
                <w:lang w:eastAsia="en-AU"/>
              </w:rPr>
            </w:pPr>
          </w:p>
          <w:p w14:paraId="74CC6596" w14:textId="77777777" w:rsidR="00CB6F27" w:rsidRDefault="00CB6F27" w:rsidP="00CB6F27">
            <w:pPr>
              <w:pStyle w:val="ListParagraph"/>
              <w:spacing w:after="0"/>
              <w:rPr>
                <w:i/>
                <w:color w:val="FF0000"/>
                <w:sz w:val="20"/>
                <w:szCs w:val="18"/>
                <w:lang w:eastAsia="en-AU"/>
              </w:rPr>
            </w:pPr>
          </w:p>
          <w:p w14:paraId="689A5EB3" w14:textId="3ED46250" w:rsidR="00CB6F27" w:rsidRPr="00EC51CE" w:rsidRDefault="00CB6F27" w:rsidP="00CB6F27">
            <w:pPr>
              <w:pStyle w:val="ListParagraph"/>
              <w:spacing w:after="0"/>
              <w:rPr>
                <w:i/>
                <w:color w:val="FF0000"/>
                <w:sz w:val="20"/>
                <w:szCs w:val="18"/>
                <w:lang w:eastAsia="en-AU"/>
              </w:rPr>
            </w:pPr>
          </w:p>
        </w:tc>
      </w:tr>
      <w:tr w:rsidR="00FE68B0" w:rsidRPr="00EC51CE" w14:paraId="46EFE4D1" w14:textId="77777777" w:rsidTr="005A7A4D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c>
          <w:tcPr>
            <w:tcW w:w="696" w:type="dxa"/>
            <w:vAlign w:val="top"/>
          </w:tcPr>
          <w:p w14:paraId="42CB45D9" w14:textId="2BFFE470" w:rsidR="00FE68B0" w:rsidRPr="00EC51CE" w:rsidRDefault="00FE68B0" w:rsidP="005A7A4D">
            <w:pPr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lastRenderedPageBreak/>
              <w:t>5</w:t>
            </w:r>
          </w:p>
        </w:tc>
        <w:tc>
          <w:tcPr>
            <w:tcW w:w="5111" w:type="dxa"/>
            <w:vAlign w:val="top"/>
          </w:tcPr>
          <w:p w14:paraId="0B435DD7" w14:textId="5669C4A6" w:rsidR="00FE68B0" w:rsidRPr="00EC51CE" w:rsidRDefault="00FE68B0" w:rsidP="005A7A4D">
            <w:pPr>
              <w:rPr>
                <w:b/>
                <w:sz w:val="20"/>
                <w:szCs w:val="18"/>
                <w:lang w:eastAsia="en-AU"/>
              </w:rPr>
            </w:pPr>
            <w:r w:rsidRPr="00EC51CE">
              <w:rPr>
                <w:b/>
                <w:sz w:val="20"/>
                <w:szCs w:val="18"/>
                <w:lang w:eastAsia="en-AU"/>
              </w:rPr>
              <w:t xml:space="preserve">Store Equipment </w:t>
            </w:r>
          </w:p>
          <w:p w14:paraId="27D26B07" w14:textId="56E953C5" w:rsidR="00FE68B0" w:rsidRPr="00EC51CE" w:rsidRDefault="00FE68B0" w:rsidP="005A7A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Remove barricade equipment and store at designated location</w:t>
            </w:r>
          </w:p>
          <w:p w14:paraId="503F8116" w14:textId="7612E635" w:rsidR="00FE68B0" w:rsidRPr="00EC51CE" w:rsidRDefault="00FE68B0" w:rsidP="005A7A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>Return 2 wheel trolley to its store age location</w:t>
            </w:r>
          </w:p>
          <w:p w14:paraId="4E60B067" w14:textId="45957029" w:rsidR="00FE68B0" w:rsidRPr="00CB6F27" w:rsidRDefault="00FE68B0" w:rsidP="005A7A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18"/>
                <w:lang w:eastAsia="en-AU"/>
              </w:rPr>
            </w:pPr>
            <w:r w:rsidRPr="00EC51CE">
              <w:rPr>
                <w:sz w:val="20"/>
                <w:szCs w:val="18"/>
                <w:lang w:eastAsia="en-AU"/>
              </w:rPr>
              <w:t xml:space="preserve">Check (a to f) in specification and ensure that all tasks have been completed. </w:t>
            </w:r>
          </w:p>
        </w:tc>
        <w:tc>
          <w:tcPr>
            <w:tcW w:w="567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0832642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EE411C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E5C367B" w14:textId="7E04CF29" w:rsidR="00FE68B0" w:rsidRPr="00EC51CE" w:rsidRDefault="00FE68B0" w:rsidP="005A7A4D">
            <w:pPr>
              <w:rPr>
                <w:i/>
                <w:sz w:val="20"/>
                <w:szCs w:val="18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450859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CFEF3A" w14:textId="77777777" w:rsidR="00D769BF" w:rsidRDefault="00D769BF" w:rsidP="00D769BF"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2A30F6F" w14:textId="32695AEC" w:rsidR="00FE68B0" w:rsidRPr="00EC51CE" w:rsidRDefault="00FE68B0" w:rsidP="005A7A4D">
            <w:pPr>
              <w:rPr>
                <w:i/>
                <w:sz w:val="20"/>
                <w:szCs w:val="18"/>
                <w:lang w:eastAsia="en-AU"/>
              </w:rPr>
            </w:pPr>
          </w:p>
        </w:tc>
        <w:tc>
          <w:tcPr>
            <w:tcW w:w="7087" w:type="dxa"/>
          </w:tcPr>
          <w:p w14:paraId="2493EDD1" w14:textId="06D786D9" w:rsidR="00FE68B0" w:rsidRPr="00EC51CE" w:rsidRDefault="00FE68B0" w:rsidP="004759D2">
            <w:pPr>
              <w:rPr>
                <w:b/>
                <w:bCs/>
                <w:color w:val="7F7F7F" w:themeColor="text1" w:themeTint="80"/>
                <w:sz w:val="20"/>
                <w:szCs w:val="18"/>
              </w:rPr>
            </w:pPr>
            <w:r w:rsidRPr="00EC51CE">
              <w:rPr>
                <w:b/>
                <w:bCs/>
                <w:sz w:val="20"/>
                <w:szCs w:val="18"/>
              </w:rPr>
              <w:t>Date of Observation:</w:t>
            </w:r>
            <w:r w:rsidRPr="00EC51CE">
              <w:rPr>
                <w:b/>
                <w:bCs/>
                <w:color w:val="7F7F7F" w:themeColor="text1" w:themeTint="80"/>
                <w:sz w:val="20"/>
                <w:szCs w:val="18"/>
              </w:rPr>
              <w:t xml:space="preserve"> </w:t>
            </w:r>
          </w:p>
          <w:p w14:paraId="5911899B" w14:textId="795F1932" w:rsidR="009F2FAB" w:rsidRPr="00EC51CE" w:rsidRDefault="009F2FAB" w:rsidP="00EE1842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Remove barricade equipment and store at designated location</w:t>
            </w:r>
          </w:p>
          <w:p w14:paraId="50569577" w14:textId="286CBF8A" w:rsidR="00393642" w:rsidRPr="00EC51CE" w:rsidRDefault="00393642" w:rsidP="00EE1842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All barricade equipment is removed, with nothing left behind</w:t>
            </w:r>
          </w:p>
          <w:p w14:paraId="5303BEAD" w14:textId="32C159F2" w:rsidR="00393642" w:rsidRPr="00EC51CE" w:rsidRDefault="00393642" w:rsidP="00EE1842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Barricade equipment is stored in an organised and orderly manner</w:t>
            </w:r>
          </w:p>
          <w:p w14:paraId="10D8D9AD" w14:textId="54A63B98" w:rsidR="009F2FAB" w:rsidRPr="00EC51CE" w:rsidRDefault="009F2FAB" w:rsidP="00EE1842">
            <w:pPr>
              <w:pStyle w:val="ListParagraph"/>
              <w:numPr>
                <w:ilvl w:val="0"/>
                <w:numId w:val="13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Return 2 wheel trolley to its store age location</w:t>
            </w:r>
          </w:p>
          <w:p w14:paraId="376E31F0" w14:textId="77777777" w:rsidR="00EE1842" w:rsidRPr="00EC51CE" w:rsidRDefault="00EE1842" w:rsidP="00EE1842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 xml:space="preserve">Trolley is kept under control with 2 wheels on the ground, </w:t>
            </w:r>
          </w:p>
          <w:p w14:paraId="197E8E4B" w14:textId="77777777" w:rsidR="00EE1842" w:rsidRPr="00EC51CE" w:rsidRDefault="00EE1842" w:rsidP="00EE1842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Trolley is steered using 2 hands to control direction</w:t>
            </w:r>
          </w:p>
          <w:p w14:paraId="27259F60" w14:textId="77777777" w:rsidR="00EE1842" w:rsidRPr="00EC51CE" w:rsidRDefault="00EE1842" w:rsidP="00EE1842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 xml:space="preserve">Trolley is kept to a walking pace speed </w:t>
            </w:r>
          </w:p>
          <w:p w14:paraId="416668B8" w14:textId="338F0B9B" w:rsidR="009F2FAB" w:rsidRPr="00CB6F27" w:rsidRDefault="008C6519" w:rsidP="004759D2">
            <w:pPr>
              <w:pStyle w:val="ListParagraph"/>
              <w:numPr>
                <w:ilvl w:val="0"/>
                <w:numId w:val="31"/>
              </w:numPr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</w:pPr>
            <w:r w:rsidRPr="00EC51CE">
              <w:rPr>
                <w:i/>
                <w:color w:val="808080" w:themeColor="background1" w:themeShade="80"/>
                <w:sz w:val="20"/>
                <w:szCs w:val="18"/>
                <w:lang w:eastAsia="en-AU"/>
              </w:rPr>
              <w:t>Trolley is stored in an organised and orderly manner</w:t>
            </w:r>
          </w:p>
          <w:p w14:paraId="5A173242" w14:textId="77777777" w:rsidR="00FE68B0" w:rsidRPr="00EC51CE" w:rsidRDefault="00FE68B0" w:rsidP="004759D2">
            <w:pPr>
              <w:pStyle w:val="ListParagraph"/>
              <w:rPr>
                <w:i/>
                <w:color w:val="FF0000"/>
                <w:sz w:val="20"/>
                <w:szCs w:val="18"/>
                <w:lang w:eastAsia="en-AU"/>
              </w:rPr>
            </w:pPr>
          </w:p>
        </w:tc>
      </w:tr>
    </w:tbl>
    <w:p w14:paraId="613492F0" w14:textId="77777777" w:rsidR="004111D6" w:rsidRDefault="004111D6" w:rsidP="004759D2">
      <w:pPr>
        <w:rPr>
          <w:lang w:eastAsia="en-AU"/>
        </w:rPr>
      </w:pPr>
    </w:p>
    <w:sectPr w:rsidR="004111D6" w:rsidSect="00C41A9C">
      <w:pgSz w:w="16838" w:h="11906" w:orient="landscape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6734E" w14:textId="77777777" w:rsidR="00C41A9C" w:rsidRDefault="00C41A9C">
      <w:pPr>
        <w:spacing w:before="0" w:after="0" w:line="240" w:lineRule="auto"/>
      </w:pPr>
      <w:r>
        <w:separator/>
      </w:r>
    </w:p>
  </w:endnote>
  <w:endnote w:type="continuationSeparator" w:id="0">
    <w:p w14:paraId="1000D7AA" w14:textId="77777777" w:rsidR="00C41A9C" w:rsidRDefault="00C41A9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1DF60" w14:textId="77777777" w:rsidR="00C41A9C" w:rsidRPr="004820C4" w:rsidRDefault="00C41A9C" w:rsidP="004759D2">
    <w:pPr>
      <w:pStyle w:val="Footer-DocumentTitleLeft"/>
    </w:pPr>
  </w:p>
  <w:p w14:paraId="32A325CA" w14:textId="77777777" w:rsidR="00C41A9C" w:rsidRDefault="00C41A9C" w:rsidP="004759D2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37ED8DE6" w14:textId="77777777" w:rsidR="00C41A9C" w:rsidRPr="0006452B" w:rsidRDefault="00C41A9C" w:rsidP="004759D2"/>
  <w:p w14:paraId="2F699064" w14:textId="77777777" w:rsidR="00C41A9C" w:rsidRDefault="00C41A9C" w:rsidP="004759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ADE6E" w14:textId="781A423F" w:rsidR="00C41A9C" w:rsidRDefault="00C41A9C" w:rsidP="004759D2">
    <w:pPr>
      <w:pStyle w:val="Bodyfooter"/>
      <w:rPr>
        <w:noProof/>
      </w:rPr>
    </w:pPr>
    <w:r>
      <w:t>Document titl</w:t>
    </w:r>
    <w:r w:rsidR="00A43B4A">
      <w:t>e: MEM13014A_MG_Sk_2of3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43B4A">
      <w:rPr>
        <w:noProof/>
      </w:rPr>
      <w:t>4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43B4A">
      <w:rPr>
        <w:noProof/>
      </w:rPr>
      <w:t>21</w:t>
    </w:r>
    <w:r>
      <w:rPr>
        <w:noProof/>
      </w:rPr>
      <w:fldChar w:fldCharType="end"/>
    </w:r>
  </w:p>
  <w:p w14:paraId="0C73E7DF" w14:textId="06483B26" w:rsidR="00C41A9C" w:rsidRDefault="00C41A9C" w:rsidP="004759D2">
    <w:pPr>
      <w:pStyle w:val="Bodyfooter"/>
      <w:rPr>
        <w:noProof/>
      </w:rPr>
    </w:pPr>
    <w:r>
      <w:rPr>
        <w:noProof/>
      </w:rPr>
      <w:t>Resource ID: MRS_18_04_</w:t>
    </w:r>
    <w:r w:rsidRPr="00846B4B">
      <w:t xml:space="preserve"> </w:t>
    </w:r>
    <w:r w:rsidR="00A43B4A">
      <w:t>MEM13014A_MG_Sk_2of3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B18AE" w14:textId="77777777" w:rsidR="00C41A9C" w:rsidRPr="008D467A" w:rsidRDefault="00C41A9C" w:rsidP="004759D2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9AE862D" w14:textId="77777777" w:rsidR="00C41A9C" w:rsidRPr="008948B1" w:rsidRDefault="00C41A9C" w:rsidP="004759D2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675E6AAD" w14:textId="77777777" w:rsidR="00C41A9C" w:rsidRPr="00AA3155" w:rsidRDefault="00C41A9C" w:rsidP="004759D2">
    <w:pPr>
      <w:pStyle w:val="Footer"/>
    </w:pPr>
  </w:p>
  <w:p w14:paraId="2C2F5221" w14:textId="77777777" w:rsidR="00C41A9C" w:rsidRDefault="00C41A9C" w:rsidP="004759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469D7" w14:textId="77777777" w:rsidR="00C41A9C" w:rsidRDefault="00C41A9C">
      <w:pPr>
        <w:spacing w:before="0" w:after="0" w:line="240" w:lineRule="auto"/>
      </w:pPr>
      <w:r>
        <w:separator/>
      </w:r>
    </w:p>
  </w:footnote>
  <w:footnote w:type="continuationSeparator" w:id="0">
    <w:p w14:paraId="5F3A236F" w14:textId="77777777" w:rsidR="00C41A9C" w:rsidRDefault="00C41A9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26FB6" w14:textId="77777777" w:rsidR="00C41A9C" w:rsidRDefault="00C41A9C" w:rsidP="004759D2"/>
  <w:p w14:paraId="4774616C" w14:textId="77777777" w:rsidR="00C41A9C" w:rsidRDefault="00C41A9C" w:rsidP="004759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E5D3" w14:textId="77777777" w:rsidR="00C41A9C" w:rsidRDefault="00C41A9C" w:rsidP="004759D2">
    <w:pPr>
      <w:pStyle w:val="Header-SectionTitle"/>
      <w:jc w:val="right"/>
    </w:pPr>
    <w:r>
      <w:rPr>
        <w:noProof/>
        <w:lang w:eastAsia="en-AU"/>
      </w:rPr>
      <w:drawing>
        <wp:inline distT="0" distB="0" distL="0" distR="0" wp14:anchorId="6C82A095" wp14:editId="6A5776E0">
          <wp:extent cx="1591310" cy="397510"/>
          <wp:effectExtent l="0" t="0" r="8890" b="2540"/>
          <wp:docPr id="7" name="Picture 7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492EB" w14:textId="77777777" w:rsidR="00C41A9C" w:rsidRDefault="00C41A9C" w:rsidP="004759D2">
    <w:pPr>
      <w:pStyle w:val="Header"/>
    </w:pPr>
  </w:p>
  <w:p w14:paraId="69D4F8AA" w14:textId="77777777" w:rsidR="00C41A9C" w:rsidRDefault="00C41A9C" w:rsidP="004759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15B"/>
    <w:multiLevelType w:val="hybridMultilevel"/>
    <w:tmpl w:val="98BAACA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6D5228"/>
    <w:multiLevelType w:val="hybridMultilevel"/>
    <w:tmpl w:val="133ADDB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0A2B"/>
    <w:multiLevelType w:val="hybridMultilevel"/>
    <w:tmpl w:val="86584BF0"/>
    <w:lvl w:ilvl="0" w:tplc="6DFE1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A2445A"/>
    <w:multiLevelType w:val="hybridMultilevel"/>
    <w:tmpl w:val="FAB0D96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B509D"/>
    <w:multiLevelType w:val="hybridMultilevel"/>
    <w:tmpl w:val="C7D6E560"/>
    <w:lvl w:ilvl="0" w:tplc="2B12B9D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CA1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8B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0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EB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5A9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AB0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20B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5C6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22D51"/>
    <w:multiLevelType w:val="hybridMultilevel"/>
    <w:tmpl w:val="337098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D72F6"/>
    <w:multiLevelType w:val="hybridMultilevel"/>
    <w:tmpl w:val="337098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855DE"/>
    <w:multiLevelType w:val="hybridMultilevel"/>
    <w:tmpl w:val="00CABB2E"/>
    <w:lvl w:ilvl="0" w:tplc="6DFE1C7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34C42"/>
    <w:multiLevelType w:val="hybridMultilevel"/>
    <w:tmpl w:val="84E6EBC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5F6105E">
      <w:start w:val="1"/>
      <w:numFmt w:val="bullet"/>
      <w:lvlText w:val="o"/>
      <w:lvlJc w:val="left"/>
      <w:pPr>
        <w:ind w:left="1985" w:hanging="171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C0DB8"/>
    <w:multiLevelType w:val="hybridMultilevel"/>
    <w:tmpl w:val="205CB18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DFE1C7E">
      <w:start w:val="1"/>
      <w:numFmt w:val="bullet"/>
      <w:lvlText w:val="o"/>
      <w:lvlJc w:val="left"/>
      <w:pPr>
        <w:ind w:left="2381" w:hanging="113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5FA"/>
    <w:multiLevelType w:val="hybridMultilevel"/>
    <w:tmpl w:val="F2DA347E"/>
    <w:lvl w:ilvl="0" w:tplc="A78896E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5AEA2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F07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FAE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A26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6D7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64D3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1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BEE2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A38D3"/>
    <w:multiLevelType w:val="hybridMultilevel"/>
    <w:tmpl w:val="7638A0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3" w15:restartNumberingAfterBreak="0">
    <w:nsid w:val="30863F45"/>
    <w:multiLevelType w:val="hybridMultilevel"/>
    <w:tmpl w:val="01D24B2A"/>
    <w:lvl w:ilvl="0" w:tplc="6DFE1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4159"/>
    <w:multiLevelType w:val="hybridMultilevel"/>
    <w:tmpl w:val="667C43EC"/>
    <w:lvl w:ilvl="0" w:tplc="25D251B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0665846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CB2C0B9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C49C2FA8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B95EE6BA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3664224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B522508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CD2A4E0C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366238A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2CF7E99"/>
    <w:multiLevelType w:val="hybridMultilevel"/>
    <w:tmpl w:val="F36E74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D7E24"/>
    <w:multiLevelType w:val="hybridMultilevel"/>
    <w:tmpl w:val="DF627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D3DEC"/>
    <w:multiLevelType w:val="hybridMultilevel"/>
    <w:tmpl w:val="37A0660C"/>
    <w:lvl w:ilvl="0" w:tplc="173A887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B3D20D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B28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05E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8B8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766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DC6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2A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6E35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D7860"/>
    <w:multiLevelType w:val="hybridMultilevel"/>
    <w:tmpl w:val="F36E74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01909"/>
    <w:multiLevelType w:val="hybridMultilevel"/>
    <w:tmpl w:val="3322EB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601CC"/>
    <w:multiLevelType w:val="hybridMultilevel"/>
    <w:tmpl w:val="44F2675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46A45"/>
    <w:multiLevelType w:val="hybridMultilevel"/>
    <w:tmpl w:val="642413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D6839"/>
    <w:multiLevelType w:val="hybridMultilevel"/>
    <w:tmpl w:val="337098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3399D"/>
    <w:multiLevelType w:val="hybridMultilevel"/>
    <w:tmpl w:val="337098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D5D06"/>
    <w:multiLevelType w:val="hybridMultilevel"/>
    <w:tmpl w:val="D4429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A23F8"/>
    <w:multiLevelType w:val="hybridMultilevel"/>
    <w:tmpl w:val="3F34F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223C5"/>
    <w:multiLevelType w:val="hybridMultilevel"/>
    <w:tmpl w:val="FF68D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B3CF0"/>
    <w:multiLevelType w:val="hybridMultilevel"/>
    <w:tmpl w:val="EC868AF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586801"/>
    <w:multiLevelType w:val="hybridMultilevel"/>
    <w:tmpl w:val="68B0C18E"/>
    <w:lvl w:ilvl="0" w:tplc="6DFE1C7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2B3FAE"/>
    <w:multiLevelType w:val="hybridMultilevel"/>
    <w:tmpl w:val="A89618B0"/>
    <w:lvl w:ilvl="0" w:tplc="C636A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36E6D0" w:tentative="1">
      <w:start w:val="1"/>
      <w:numFmt w:val="lowerLetter"/>
      <w:lvlText w:val="%2."/>
      <w:lvlJc w:val="left"/>
      <w:pPr>
        <w:ind w:left="1440" w:hanging="360"/>
      </w:pPr>
    </w:lvl>
    <w:lvl w:ilvl="2" w:tplc="623AEB30" w:tentative="1">
      <w:start w:val="1"/>
      <w:numFmt w:val="lowerRoman"/>
      <w:lvlText w:val="%3."/>
      <w:lvlJc w:val="right"/>
      <w:pPr>
        <w:ind w:left="2160" w:hanging="180"/>
      </w:pPr>
    </w:lvl>
    <w:lvl w:ilvl="3" w:tplc="11F2C678" w:tentative="1">
      <w:start w:val="1"/>
      <w:numFmt w:val="decimal"/>
      <w:lvlText w:val="%4."/>
      <w:lvlJc w:val="left"/>
      <w:pPr>
        <w:ind w:left="2880" w:hanging="360"/>
      </w:pPr>
    </w:lvl>
    <w:lvl w:ilvl="4" w:tplc="90BAC2B8" w:tentative="1">
      <w:start w:val="1"/>
      <w:numFmt w:val="lowerLetter"/>
      <w:lvlText w:val="%5."/>
      <w:lvlJc w:val="left"/>
      <w:pPr>
        <w:ind w:left="3600" w:hanging="360"/>
      </w:pPr>
    </w:lvl>
    <w:lvl w:ilvl="5" w:tplc="B1C0A9F8" w:tentative="1">
      <w:start w:val="1"/>
      <w:numFmt w:val="lowerRoman"/>
      <w:lvlText w:val="%6."/>
      <w:lvlJc w:val="right"/>
      <w:pPr>
        <w:ind w:left="4320" w:hanging="180"/>
      </w:pPr>
    </w:lvl>
    <w:lvl w:ilvl="6" w:tplc="12CC7A0E" w:tentative="1">
      <w:start w:val="1"/>
      <w:numFmt w:val="decimal"/>
      <w:lvlText w:val="%7."/>
      <w:lvlJc w:val="left"/>
      <w:pPr>
        <w:ind w:left="5040" w:hanging="360"/>
      </w:pPr>
    </w:lvl>
    <w:lvl w:ilvl="7" w:tplc="C9D802D6" w:tentative="1">
      <w:start w:val="1"/>
      <w:numFmt w:val="lowerLetter"/>
      <w:lvlText w:val="%8."/>
      <w:lvlJc w:val="left"/>
      <w:pPr>
        <w:ind w:left="5760" w:hanging="360"/>
      </w:pPr>
    </w:lvl>
    <w:lvl w:ilvl="8" w:tplc="04EE7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E281B"/>
    <w:multiLevelType w:val="hybridMultilevel"/>
    <w:tmpl w:val="8204392A"/>
    <w:lvl w:ilvl="0" w:tplc="6DFE1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7C37C7"/>
    <w:multiLevelType w:val="hybridMultilevel"/>
    <w:tmpl w:val="F6C69414"/>
    <w:lvl w:ilvl="0" w:tplc="6DFE1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704D14"/>
    <w:multiLevelType w:val="hybridMultilevel"/>
    <w:tmpl w:val="5936F42E"/>
    <w:lvl w:ilvl="0" w:tplc="59E89EA6">
      <w:start w:val="1"/>
      <w:numFmt w:val="bullet"/>
      <w:lvlText w:val="o"/>
      <w:lvlJc w:val="left"/>
      <w:pPr>
        <w:ind w:left="1814" w:hanging="113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045AF"/>
    <w:multiLevelType w:val="hybridMultilevel"/>
    <w:tmpl w:val="0EE4AA5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85503"/>
    <w:multiLevelType w:val="hybridMultilevel"/>
    <w:tmpl w:val="395247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6B4"/>
    <w:multiLevelType w:val="hybridMultilevel"/>
    <w:tmpl w:val="9B2E9D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86B32"/>
    <w:multiLevelType w:val="hybridMultilevel"/>
    <w:tmpl w:val="57BC5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17"/>
  </w:num>
  <w:num w:numId="5">
    <w:abstractNumId w:val="29"/>
  </w:num>
  <w:num w:numId="6">
    <w:abstractNumId w:val="14"/>
  </w:num>
  <w:num w:numId="7">
    <w:abstractNumId w:val="21"/>
  </w:num>
  <w:num w:numId="8">
    <w:abstractNumId w:val="3"/>
  </w:num>
  <w:num w:numId="9">
    <w:abstractNumId w:val="0"/>
  </w:num>
  <w:num w:numId="10">
    <w:abstractNumId w:val="27"/>
  </w:num>
  <w:num w:numId="11">
    <w:abstractNumId w:val="19"/>
  </w:num>
  <w:num w:numId="12">
    <w:abstractNumId w:val="25"/>
  </w:num>
  <w:num w:numId="13">
    <w:abstractNumId w:val="11"/>
  </w:num>
  <w:num w:numId="14">
    <w:abstractNumId w:val="26"/>
  </w:num>
  <w:num w:numId="15">
    <w:abstractNumId w:val="36"/>
  </w:num>
  <w:num w:numId="16">
    <w:abstractNumId w:val="34"/>
  </w:num>
  <w:num w:numId="17">
    <w:abstractNumId w:val="16"/>
  </w:num>
  <w:num w:numId="18">
    <w:abstractNumId w:val="15"/>
  </w:num>
  <w:num w:numId="19">
    <w:abstractNumId w:val="22"/>
  </w:num>
  <w:num w:numId="20">
    <w:abstractNumId w:val="6"/>
  </w:num>
  <w:num w:numId="21">
    <w:abstractNumId w:val="23"/>
  </w:num>
  <w:num w:numId="22">
    <w:abstractNumId w:val="5"/>
  </w:num>
  <w:num w:numId="23">
    <w:abstractNumId w:val="18"/>
  </w:num>
  <w:num w:numId="24">
    <w:abstractNumId w:val="24"/>
  </w:num>
  <w:num w:numId="25">
    <w:abstractNumId w:val="35"/>
  </w:num>
  <w:num w:numId="26">
    <w:abstractNumId w:val="33"/>
  </w:num>
  <w:num w:numId="27">
    <w:abstractNumId w:val="9"/>
  </w:num>
  <w:num w:numId="28">
    <w:abstractNumId w:val="8"/>
  </w:num>
  <w:num w:numId="29">
    <w:abstractNumId w:val="13"/>
  </w:num>
  <w:num w:numId="30">
    <w:abstractNumId w:val="31"/>
  </w:num>
  <w:num w:numId="31">
    <w:abstractNumId w:val="2"/>
  </w:num>
  <w:num w:numId="32">
    <w:abstractNumId w:val="30"/>
  </w:num>
  <w:num w:numId="33">
    <w:abstractNumId w:val="7"/>
  </w:num>
  <w:num w:numId="34">
    <w:abstractNumId w:val="20"/>
  </w:num>
  <w:num w:numId="35">
    <w:abstractNumId w:val="1"/>
  </w:num>
  <w:num w:numId="36">
    <w:abstractNumId w:val="32"/>
  </w:num>
  <w:num w:numId="37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97"/>
    <w:rsid w:val="000105E9"/>
    <w:rsid w:val="00027B58"/>
    <w:rsid w:val="0005710A"/>
    <w:rsid w:val="00077150"/>
    <w:rsid w:val="000831EF"/>
    <w:rsid w:val="00085D2D"/>
    <w:rsid w:val="00093D93"/>
    <w:rsid w:val="00096573"/>
    <w:rsid w:val="000C2636"/>
    <w:rsid w:val="000E5466"/>
    <w:rsid w:val="000F08DF"/>
    <w:rsid w:val="0011511D"/>
    <w:rsid w:val="00154A96"/>
    <w:rsid w:val="00186C38"/>
    <w:rsid w:val="00187C69"/>
    <w:rsid w:val="001F5DE2"/>
    <w:rsid w:val="0020517D"/>
    <w:rsid w:val="00213B3E"/>
    <w:rsid w:val="00220306"/>
    <w:rsid w:val="002240FA"/>
    <w:rsid w:val="00255801"/>
    <w:rsid w:val="002E1DD7"/>
    <w:rsid w:val="002E38C4"/>
    <w:rsid w:val="003056C9"/>
    <w:rsid w:val="00314A1D"/>
    <w:rsid w:val="00327A58"/>
    <w:rsid w:val="00363A88"/>
    <w:rsid w:val="00364BDA"/>
    <w:rsid w:val="00372364"/>
    <w:rsid w:val="003769DB"/>
    <w:rsid w:val="00393642"/>
    <w:rsid w:val="00401748"/>
    <w:rsid w:val="004111D6"/>
    <w:rsid w:val="00416DB3"/>
    <w:rsid w:val="00445E03"/>
    <w:rsid w:val="004759D2"/>
    <w:rsid w:val="004E7E7B"/>
    <w:rsid w:val="005034D7"/>
    <w:rsid w:val="0050421B"/>
    <w:rsid w:val="00527FBC"/>
    <w:rsid w:val="005529F6"/>
    <w:rsid w:val="005857C2"/>
    <w:rsid w:val="005A7A4D"/>
    <w:rsid w:val="005B68A6"/>
    <w:rsid w:val="005E28F1"/>
    <w:rsid w:val="005E3A12"/>
    <w:rsid w:val="005E7E1C"/>
    <w:rsid w:val="00617523"/>
    <w:rsid w:val="00625D97"/>
    <w:rsid w:val="00645FEF"/>
    <w:rsid w:val="006768D0"/>
    <w:rsid w:val="006839BF"/>
    <w:rsid w:val="00697C3C"/>
    <w:rsid w:val="006B5297"/>
    <w:rsid w:val="006E580D"/>
    <w:rsid w:val="006F6EB8"/>
    <w:rsid w:val="00704C36"/>
    <w:rsid w:val="0071770A"/>
    <w:rsid w:val="007E7A51"/>
    <w:rsid w:val="00800ADA"/>
    <w:rsid w:val="008023D7"/>
    <w:rsid w:val="00846B4B"/>
    <w:rsid w:val="00855063"/>
    <w:rsid w:val="00860E8D"/>
    <w:rsid w:val="008C6519"/>
    <w:rsid w:val="008F1B0E"/>
    <w:rsid w:val="008F2486"/>
    <w:rsid w:val="008F4E11"/>
    <w:rsid w:val="009226FD"/>
    <w:rsid w:val="00926CCA"/>
    <w:rsid w:val="00945556"/>
    <w:rsid w:val="00950625"/>
    <w:rsid w:val="00950E1F"/>
    <w:rsid w:val="009B59C9"/>
    <w:rsid w:val="009D5461"/>
    <w:rsid w:val="009F1555"/>
    <w:rsid w:val="009F2FAB"/>
    <w:rsid w:val="00A008A7"/>
    <w:rsid w:val="00A06D8B"/>
    <w:rsid w:val="00A1027B"/>
    <w:rsid w:val="00A11336"/>
    <w:rsid w:val="00A15EB5"/>
    <w:rsid w:val="00A40E18"/>
    <w:rsid w:val="00A42870"/>
    <w:rsid w:val="00A43B4A"/>
    <w:rsid w:val="00A52C5D"/>
    <w:rsid w:val="00A63684"/>
    <w:rsid w:val="00A77576"/>
    <w:rsid w:val="00A81D40"/>
    <w:rsid w:val="00AB1F1E"/>
    <w:rsid w:val="00AB3CDD"/>
    <w:rsid w:val="00AF1C4D"/>
    <w:rsid w:val="00B171A7"/>
    <w:rsid w:val="00B30DC8"/>
    <w:rsid w:val="00B3500B"/>
    <w:rsid w:val="00B35FDE"/>
    <w:rsid w:val="00B47C79"/>
    <w:rsid w:val="00B5627B"/>
    <w:rsid w:val="00B60CA5"/>
    <w:rsid w:val="00B7477B"/>
    <w:rsid w:val="00B76BBA"/>
    <w:rsid w:val="00B94D67"/>
    <w:rsid w:val="00B95DDE"/>
    <w:rsid w:val="00B97113"/>
    <w:rsid w:val="00BB2ACB"/>
    <w:rsid w:val="00BE2592"/>
    <w:rsid w:val="00C14C9D"/>
    <w:rsid w:val="00C41A9C"/>
    <w:rsid w:val="00C96097"/>
    <w:rsid w:val="00CB6F27"/>
    <w:rsid w:val="00CE3651"/>
    <w:rsid w:val="00CF2A0F"/>
    <w:rsid w:val="00D34B94"/>
    <w:rsid w:val="00D66352"/>
    <w:rsid w:val="00D769BF"/>
    <w:rsid w:val="00D80097"/>
    <w:rsid w:val="00DF1CEA"/>
    <w:rsid w:val="00E02255"/>
    <w:rsid w:val="00E3127E"/>
    <w:rsid w:val="00E464CB"/>
    <w:rsid w:val="00E5314A"/>
    <w:rsid w:val="00E5366A"/>
    <w:rsid w:val="00EC464A"/>
    <w:rsid w:val="00EC51CE"/>
    <w:rsid w:val="00EE1842"/>
    <w:rsid w:val="00F52017"/>
    <w:rsid w:val="00F6034A"/>
    <w:rsid w:val="00F731C4"/>
    <w:rsid w:val="00F76D44"/>
    <w:rsid w:val="00FE68B0"/>
    <w:rsid w:val="00FF1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94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173DED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paragraph" w:customStyle="1" w:styleId="RiskTableText">
    <w:name w:val="Risk Table Text"/>
    <w:basedOn w:val="Normal"/>
    <w:qFormat/>
    <w:rsid w:val="00A11336"/>
    <w:pPr>
      <w:tabs>
        <w:tab w:val="clear" w:pos="284"/>
      </w:tabs>
      <w:spacing w:before="0" w:after="0" w:line="240" w:lineRule="auto"/>
    </w:pPr>
    <w:rPr>
      <w:rFonts w:asciiTheme="majorHAnsi" w:eastAsiaTheme="majorEastAsia" w:hAnsiTheme="majorHAnsi" w:cstheme="majorBidi"/>
      <w:smallCaps/>
      <w:color w:val="000000"/>
      <w:sz w:val="16"/>
      <w:szCs w:val="22"/>
      <w:lang w:eastAsia="en-AU"/>
    </w:rPr>
  </w:style>
  <w:style w:type="paragraph" w:customStyle="1" w:styleId="RMPusertxt">
    <w:name w:val="RMP user txt"/>
    <w:qFormat/>
    <w:rsid w:val="00A11336"/>
    <w:pPr>
      <w:spacing w:after="0" w:line="240" w:lineRule="auto"/>
    </w:pPr>
    <w:rPr>
      <w:rFonts w:ascii="Arial" w:eastAsiaTheme="majorEastAsia" w:hAnsi="Arial" w:cs="Arial"/>
      <w:sz w:val="16"/>
      <w:lang w:eastAsia="en-AU"/>
    </w:rPr>
  </w:style>
  <w:style w:type="paragraph" w:customStyle="1" w:styleId="Chcklist">
    <w:name w:val="Chcklist"/>
    <w:basedOn w:val="Normal"/>
    <w:qFormat/>
    <w:rsid w:val="00A11336"/>
    <w:pPr>
      <w:tabs>
        <w:tab w:val="clear" w:pos="284"/>
      </w:tabs>
      <w:spacing w:before="0" w:after="0" w:line="240" w:lineRule="auto"/>
    </w:pPr>
    <w:rPr>
      <w:rFonts w:eastAsiaTheme="majorEastAsia" w:cs="Arial"/>
      <w:sz w:val="18"/>
      <w:szCs w:val="18"/>
      <w:lang w:eastAsia="en-AU"/>
    </w:rPr>
  </w:style>
  <w:style w:type="table" w:customStyle="1" w:styleId="TableGrid10">
    <w:name w:val="Table Grid1"/>
    <w:basedOn w:val="TableNormal"/>
    <w:next w:val="TableGrid"/>
    <w:uiPriority w:val="39"/>
    <w:rsid w:val="004E7E7B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e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9B8C1-58EB-4E34-AB42-E26E9A398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B731C0-8C49-475F-A054-C4C3779A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21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Assessment: Trainer &amp; Assessor Marking Guide</vt:lpstr>
    </vt:vector>
  </TitlesOfParts>
  <Company/>
  <LinksUpToDate>false</LinksUpToDate>
  <CharactersWithSpaces>21784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Assessment: Trainer &amp; Assessor Marking Guide</dc:title>
  <dc:subject/>
  <dc:creator/>
  <cp:keywords/>
  <dc:description/>
  <cp:lastModifiedBy/>
  <cp:revision>1</cp:revision>
  <dcterms:created xsi:type="dcterms:W3CDTF">2019-10-22T00:27:00Z</dcterms:created>
  <dcterms:modified xsi:type="dcterms:W3CDTF">2019-10-27T05:09:00Z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